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4B2EF" w14:textId="77777777" w:rsidR="003F5723" w:rsidRPr="004A5F85" w:rsidRDefault="00F422D3" w:rsidP="004A5F85">
      <w:pPr>
        <w:pStyle w:val="Titul1"/>
        <w:rPr>
          <w:sz w:val="36"/>
          <w:szCs w:val="36"/>
        </w:rPr>
      </w:pPr>
      <w:r w:rsidRPr="004A5F85">
        <w:rPr>
          <w:sz w:val="36"/>
          <w:szCs w:val="36"/>
        </w:rPr>
        <w:t>S</w:t>
      </w:r>
      <w:r w:rsidR="003F5723" w:rsidRPr="004A5F85">
        <w:rPr>
          <w:sz w:val="36"/>
          <w:szCs w:val="36"/>
        </w:rPr>
        <w:t xml:space="preserve">mlouva </w:t>
      </w:r>
      <w:r w:rsidR="00A53724" w:rsidRPr="004A5F85">
        <w:rPr>
          <w:sz w:val="36"/>
          <w:szCs w:val="36"/>
        </w:rPr>
        <w:t>o výkonu</w:t>
      </w:r>
      <w:r w:rsidR="004A5F85" w:rsidRPr="004A5F85">
        <w:rPr>
          <w:sz w:val="36"/>
          <w:szCs w:val="36"/>
        </w:rPr>
        <w:t xml:space="preserve"> </w:t>
      </w:r>
      <w:r w:rsidR="003F5723" w:rsidRPr="004A5F85">
        <w:rPr>
          <w:sz w:val="36"/>
          <w:szCs w:val="36"/>
        </w:rPr>
        <w:t>autorského dozoru</w:t>
      </w:r>
    </w:p>
    <w:p w14:paraId="53C16B71" w14:textId="77777777" w:rsidR="00F422D3" w:rsidRDefault="00F422D3" w:rsidP="00402B45">
      <w:pPr>
        <w:pStyle w:val="Titul2"/>
      </w:pPr>
      <w:r w:rsidRPr="00402B45">
        <w:t xml:space="preserve">Název zakázky: </w:t>
      </w:r>
      <w:sdt>
        <w:sdtPr>
          <w:alias w:val="Název akce - VYplnit pole - přenese se do zápatí"/>
          <w:tag w:val="Název akce"/>
          <w:id w:val="1889687308"/>
          <w:placeholder>
            <w:docPart w:val="B131091330664E17B99B2DD1E6E002C6"/>
          </w:placeholder>
          <w:text/>
        </w:sdtPr>
        <w:sdtEndPr/>
        <w:sdtContent>
          <w:r w:rsidR="00C14382" w:rsidRPr="00C14382">
            <w:t xml:space="preserve">„Rekonstrukce výpravní budovy v </w:t>
          </w:r>
          <w:proofErr w:type="spellStart"/>
          <w:r w:rsidR="00C14382" w:rsidRPr="00C14382">
            <w:t>žst</w:t>
          </w:r>
          <w:proofErr w:type="spellEnd"/>
          <w:r w:rsidR="00C14382" w:rsidRPr="00C14382">
            <w:t xml:space="preserve">. Praha </w:t>
          </w:r>
          <w:proofErr w:type="spellStart"/>
          <w:proofErr w:type="gramStart"/>
          <w:r w:rsidR="00C14382" w:rsidRPr="00C14382">
            <w:t>hl.n</w:t>
          </w:r>
          <w:proofErr w:type="spellEnd"/>
          <w:r w:rsidR="00C14382" w:rsidRPr="00C14382">
            <w:t>.</w:t>
          </w:r>
          <w:proofErr w:type="gramEnd"/>
          <w:r w:rsidR="00C14382" w:rsidRPr="00C14382">
            <w:t>“</w:t>
          </w:r>
        </w:sdtContent>
      </w:sdt>
    </w:p>
    <w:p w14:paraId="3E43A831" w14:textId="77777777" w:rsidR="00F422D3" w:rsidRPr="00B42F40" w:rsidRDefault="00F422D3" w:rsidP="00B42F40">
      <w:pPr>
        <w:pStyle w:val="Nadpisbezsl1-2"/>
      </w:pPr>
      <w:r w:rsidRPr="00B42F40">
        <w:t>Smluvní strany:</w:t>
      </w:r>
    </w:p>
    <w:p w14:paraId="449826F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1C1C5A74" w14:textId="77777777" w:rsidR="00F422D3" w:rsidRPr="001C61BC" w:rsidRDefault="00F422D3" w:rsidP="00B42F40">
      <w:pPr>
        <w:pStyle w:val="Textbezodsazen"/>
        <w:spacing w:after="0"/>
      </w:pPr>
      <w:r w:rsidRPr="001C61BC">
        <w:t xml:space="preserve">se sídlem: Dlážděná 1003/7, 110 00 Praha 1 - Nové Město </w:t>
      </w:r>
    </w:p>
    <w:p w14:paraId="06C6E3DE" w14:textId="77777777" w:rsidR="00F422D3" w:rsidRPr="001C61BC" w:rsidRDefault="006223B3" w:rsidP="00B42F40">
      <w:pPr>
        <w:pStyle w:val="Textbezodsazen"/>
        <w:spacing w:after="0"/>
      </w:pPr>
      <w:r>
        <w:t xml:space="preserve">IČO: 70994234; </w:t>
      </w:r>
      <w:r w:rsidR="00F422D3" w:rsidRPr="001C61BC">
        <w:t>DIČ: CZ70994234</w:t>
      </w:r>
    </w:p>
    <w:p w14:paraId="17207951" w14:textId="77777777" w:rsidR="00F422D3" w:rsidRPr="001C61BC" w:rsidRDefault="00F422D3" w:rsidP="00B42F40">
      <w:pPr>
        <w:pStyle w:val="Textbezodsazen"/>
        <w:spacing w:after="0"/>
      </w:pPr>
      <w:r w:rsidRPr="001C61BC">
        <w:t>zapsaná v obchodním rejstříku vedeném Městským soudem v Praze,</w:t>
      </w:r>
      <w:r w:rsidR="00E27CF8">
        <w:t xml:space="preserve"> </w:t>
      </w:r>
      <w:r w:rsidRPr="001C61BC">
        <w:t>spisová značka A 48384</w:t>
      </w:r>
    </w:p>
    <w:p w14:paraId="53DADEB5" w14:textId="16131DD9" w:rsidR="00F422D3" w:rsidRPr="00254F5F" w:rsidRDefault="00A02761" w:rsidP="00E27CF8">
      <w:pPr>
        <w:pStyle w:val="Textbezodsazen"/>
        <w:spacing w:before="180" w:after="0"/>
      </w:pPr>
      <w:r w:rsidRPr="00A02761">
        <w:t xml:space="preserve">zastoupena: </w:t>
      </w:r>
      <w:r w:rsidR="00D27050" w:rsidRPr="00161C17">
        <w:rPr>
          <w:b/>
        </w:rPr>
        <w:t xml:space="preserve">Ing. Petrem </w:t>
      </w:r>
      <w:proofErr w:type="spellStart"/>
      <w:r w:rsidR="00D27050" w:rsidRPr="00161C17">
        <w:rPr>
          <w:b/>
        </w:rPr>
        <w:t>Hofhanzlem</w:t>
      </w:r>
      <w:proofErr w:type="spellEnd"/>
      <w:r w:rsidR="00D27050" w:rsidRPr="00260992">
        <w:t xml:space="preserve">, </w:t>
      </w:r>
      <w:r w:rsidR="00D27050">
        <w:t>ředitelem Stavební správy západ</w:t>
      </w:r>
      <w:r w:rsidR="00F422D3" w:rsidRPr="00254F5F">
        <w:t xml:space="preserve"> </w:t>
      </w:r>
    </w:p>
    <w:p w14:paraId="0E9EAE22" w14:textId="77777777" w:rsidR="002A7E34" w:rsidRPr="002A7E34" w:rsidRDefault="002A7E34" w:rsidP="002A7E34">
      <w:pPr>
        <w:suppressAutoHyphens/>
        <w:spacing w:before="120" w:after="0" w:line="280" w:lineRule="exact"/>
        <w:rPr>
          <w:rStyle w:val="Zdraznnjemn"/>
          <w:iCs w:val="0"/>
          <w:color w:val="auto"/>
        </w:rPr>
      </w:pPr>
      <w:r w:rsidRPr="002A7E34">
        <w:rPr>
          <w:rFonts w:eastAsia="Times New Roman" w:cs="Arial"/>
          <w:b/>
          <w:sz w:val="18"/>
          <w:szCs w:val="18"/>
          <w:lang w:eastAsia="cs-CZ"/>
        </w:rPr>
        <w:t>Kontaktní zaměstnanci:</w:t>
      </w:r>
    </w:p>
    <w:p w14:paraId="788B02CC" w14:textId="1BAB6813" w:rsidR="00DE4A90" w:rsidRDefault="002A7E34" w:rsidP="002A7E34">
      <w:pPr>
        <w:pStyle w:val="Textbezodsazen"/>
        <w:spacing w:after="0"/>
        <w:rPr>
          <w:rStyle w:val="Zdraznnjemn"/>
          <w:iCs w:val="0"/>
          <w:color w:val="auto"/>
        </w:rPr>
      </w:pPr>
      <w:r w:rsidRPr="00DE4A90">
        <w:rPr>
          <w:rStyle w:val="Zdraznnjemn"/>
          <w:iCs w:val="0"/>
          <w:color w:val="auto"/>
        </w:rPr>
        <w:t>a)</w:t>
      </w:r>
      <w:r w:rsidRPr="00DE4A90">
        <w:rPr>
          <w:rStyle w:val="Zdraznnjemn"/>
          <w:iCs w:val="0"/>
          <w:color w:val="auto"/>
        </w:rPr>
        <w:tab/>
        <w:t xml:space="preserve">ve věcech smluvních: </w:t>
      </w:r>
      <w:r w:rsidR="00202D95">
        <w:rPr>
          <w:rStyle w:val="Zdraznnjemn"/>
          <w:iCs w:val="0"/>
          <w:color w:val="auto"/>
        </w:rPr>
        <w:t>Mgr. Martin Šlapák</w:t>
      </w:r>
      <w:r w:rsidRPr="00DE4A90">
        <w:rPr>
          <w:rStyle w:val="Zdraznnjemn"/>
          <w:iCs w:val="0"/>
          <w:color w:val="auto"/>
        </w:rPr>
        <w:t>, tel</w:t>
      </w:r>
      <w:r w:rsidRPr="00202D95">
        <w:rPr>
          <w:rStyle w:val="Zdraznnjemn"/>
          <w:iCs w:val="0"/>
          <w:color w:val="auto"/>
        </w:rPr>
        <w:t xml:space="preserve">.: </w:t>
      </w:r>
      <w:r w:rsidR="00202D95" w:rsidRPr="00202D95">
        <w:rPr>
          <w:rStyle w:val="Zdraznnjemn"/>
          <w:iCs w:val="0"/>
          <w:color w:val="auto"/>
        </w:rPr>
        <w:t>+420 607 015 089</w:t>
      </w:r>
      <w:r w:rsidRPr="00202D95">
        <w:rPr>
          <w:rStyle w:val="Zdraznnjemn"/>
          <w:iCs w:val="0"/>
          <w:color w:val="auto"/>
        </w:rPr>
        <w:t>,</w:t>
      </w:r>
      <w:r w:rsidRPr="00DE4A90">
        <w:rPr>
          <w:rStyle w:val="Zdraznnjemn"/>
          <w:iCs w:val="0"/>
          <w:color w:val="auto"/>
        </w:rPr>
        <w:t xml:space="preserve"> </w:t>
      </w:r>
    </w:p>
    <w:p w14:paraId="07F75203" w14:textId="0D9F074F" w:rsidR="002A7E34" w:rsidRPr="00DE4A90" w:rsidRDefault="002A7E34" w:rsidP="00DE4A90">
      <w:pPr>
        <w:pStyle w:val="Textbezodsazen"/>
        <w:spacing w:after="0"/>
        <w:ind w:left="709"/>
        <w:rPr>
          <w:rStyle w:val="Zdraznnjemn"/>
          <w:iCs w:val="0"/>
          <w:color w:val="auto"/>
        </w:rPr>
      </w:pPr>
      <w:r w:rsidRPr="00DE4A90">
        <w:rPr>
          <w:rStyle w:val="Zdraznnjemn"/>
          <w:iCs w:val="0"/>
          <w:color w:val="auto"/>
        </w:rPr>
        <w:t xml:space="preserve">e-mail: </w:t>
      </w:r>
      <w:r w:rsidR="00202D95">
        <w:rPr>
          <w:rStyle w:val="Zdraznnjemn"/>
          <w:iCs w:val="0"/>
          <w:color w:val="auto"/>
        </w:rPr>
        <w:t>SlapakM@spravazeleznic.cz</w:t>
      </w:r>
      <w:r w:rsidRPr="00DE4A90">
        <w:rPr>
          <w:rStyle w:val="Zdraznnjemn"/>
          <w:iCs w:val="0"/>
          <w:color w:val="auto"/>
        </w:rPr>
        <w:t xml:space="preserve"> (mimo podpis této smlouvy a jejích případných dodatků)</w:t>
      </w:r>
    </w:p>
    <w:p w14:paraId="3611E0FB" w14:textId="0D2D8B5F" w:rsidR="002A7E34" w:rsidRPr="00DE4A90" w:rsidRDefault="002A7E34" w:rsidP="002A7E34">
      <w:pPr>
        <w:pStyle w:val="Textbezodsazen"/>
        <w:spacing w:after="0"/>
        <w:rPr>
          <w:rStyle w:val="Zdraznnjemn"/>
          <w:iCs w:val="0"/>
          <w:color w:val="auto"/>
        </w:rPr>
      </w:pPr>
      <w:r w:rsidRPr="00DE4A90">
        <w:rPr>
          <w:rStyle w:val="Zdraznnjemn"/>
          <w:iCs w:val="0"/>
          <w:color w:val="auto"/>
        </w:rPr>
        <w:t>b)</w:t>
      </w:r>
      <w:r w:rsidRPr="00DE4A90">
        <w:rPr>
          <w:rStyle w:val="Zdraznnjemn"/>
          <w:iCs w:val="0"/>
          <w:color w:val="auto"/>
        </w:rPr>
        <w:tab/>
        <w:t xml:space="preserve">ve věcech technických: </w:t>
      </w:r>
      <w:r w:rsidR="001D4C9A">
        <w:rPr>
          <w:rStyle w:val="Zdraznnjemn"/>
          <w:iCs w:val="0"/>
          <w:color w:val="auto"/>
        </w:rPr>
        <w:t>Ing. Jakub Veselý</w:t>
      </w:r>
      <w:r w:rsidRPr="00DE4A90">
        <w:rPr>
          <w:rStyle w:val="Zdraznnjemn"/>
          <w:iCs w:val="0"/>
          <w:color w:val="auto"/>
        </w:rPr>
        <w:t xml:space="preserve">, tel.: </w:t>
      </w:r>
      <w:r w:rsidR="00FD44F9">
        <w:rPr>
          <w:rStyle w:val="Zdraznnjemn"/>
          <w:iCs w:val="0"/>
          <w:color w:val="auto"/>
        </w:rPr>
        <w:t xml:space="preserve">+420 </w:t>
      </w:r>
      <w:r w:rsidR="001D4C9A">
        <w:rPr>
          <w:rStyle w:val="Zdraznnjemn"/>
          <w:iCs w:val="0"/>
          <w:color w:val="auto"/>
        </w:rPr>
        <w:t>720 987 639</w:t>
      </w:r>
      <w:r w:rsidRPr="00DE4A90">
        <w:rPr>
          <w:rStyle w:val="Zdraznnjemn"/>
          <w:iCs w:val="0"/>
          <w:color w:val="auto"/>
        </w:rPr>
        <w:t xml:space="preserve">, </w:t>
      </w:r>
    </w:p>
    <w:p w14:paraId="66F0D73F" w14:textId="3F5E2E73" w:rsidR="002A7E34" w:rsidRPr="00DE4A90" w:rsidRDefault="007C759E" w:rsidP="002A7E34">
      <w:pPr>
        <w:pStyle w:val="Textbezodsazen"/>
        <w:spacing w:after="0"/>
        <w:rPr>
          <w:rStyle w:val="Zdraznnjemn"/>
          <w:iCs w:val="0"/>
          <w:color w:val="auto"/>
        </w:rPr>
      </w:pPr>
      <w:r w:rsidRPr="00DE4A90">
        <w:rPr>
          <w:rStyle w:val="Zdraznnjemn"/>
          <w:iCs w:val="0"/>
          <w:color w:val="auto"/>
        </w:rPr>
        <w:tab/>
      </w:r>
      <w:r w:rsidR="002A7E34" w:rsidRPr="00DE4A90">
        <w:rPr>
          <w:rStyle w:val="Zdraznnjemn"/>
          <w:iCs w:val="0"/>
          <w:color w:val="auto"/>
        </w:rPr>
        <w:t xml:space="preserve">e-mail: </w:t>
      </w:r>
      <w:r w:rsidR="001D4C9A">
        <w:rPr>
          <w:rStyle w:val="Zdraznnjemn"/>
          <w:iCs w:val="0"/>
          <w:color w:val="auto"/>
        </w:rPr>
        <w:t>VeselyJ</w:t>
      </w:r>
      <w:r w:rsidR="00DE4A90" w:rsidRPr="00DE4A90">
        <w:rPr>
          <w:rStyle w:val="Zdraznnjemn"/>
          <w:iCs w:val="0"/>
          <w:color w:val="auto"/>
        </w:rPr>
        <w:t>@spravazeleznic.cz</w:t>
      </w:r>
      <w:r w:rsidR="002A7E34" w:rsidRPr="00DE4A90">
        <w:rPr>
          <w:rStyle w:val="Zdraznnjemn"/>
          <w:iCs w:val="0"/>
          <w:color w:val="auto"/>
        </w:rPr>
        <w:t xml:space="preserve"> </w:t>
      </w:r>
    </w:p>
    <w:p w14:paraId="1919CAB5" w14:textId="77777777" w:rsidR="002A7E34" w:rsidRPr="002A7E34" w:rsidRDefault="002A7E34" w:rsidP="002A7E34">
      <w:pPr>
        <w:suppressAutoHyphens/>
        <w:spacing w:before="120" w:after="0" w:line="280" w:lineRule="exact"/>
        <w:ind w:left="360" w:hanging="357"/>
        <w:rPr>
          <w:rStyle w:val="Zdraznnjemn"/>
          <w:iCs w:val="0"/>
          <w:color w:val="auto"/>
        </w:rPr>
      </w:pPr>
      <w:r w:rsidRPr="002A7E34">
        <w:rPr>
          <w:rFonts w:eastAsia="Times New Roman" w:cs="Arial"/>
          <w:b/>
          <w:snapToGrid w:val="0"/>
          <w:sz w:val="18"/>
          <w:szCs w:val="18"/>
          <w:lang w:eastAsia="cs-CZ"/>
        </w:rPr>
        <w:t>Adresa pro zasílání smluvní korespondence:</w:t>
      </w:r>
    </w:p>
    <w:p w14:paraId="0D823648" w14:textId="77777777" w:rsidR="002A7E34" w:rsidRPr="002A7E34" w:rsidRDefault="002A7E34" w:rsidP="002A7E34">
      <w:pPr>
        <w:pStyle w:val="Textbezodsazen"/>
        <w:spacing w:after="0"/>
        <w:rPr>
          <w:rStyle w:val="Zdraznnjemn"/>
          <w:iCs w:val="0"/>
          <w:color w:val="auto"/>
        </w:rPr>
      </w:pPr>
      <w:r w:rsidRPr="002A7E34">
        <w:rPr>
          <w:rStyle w:val="Zdraznnjemn"/>
          <w:iCs w:val="0"/>
          <w:color w:val="auto"/>
        </w:rPr>
        <w:t>Správa železnic, státní organizace</w:t>
      </w:r>
    </w:p>
    <w:p w14:paraId="5769284B" w14:textId="77777777" w:rsidR="002B5A2F" w:rsidRDefault="00BC338E" w:rsidP="002A7E34">
      <w:pPr>
        <w:pStyle w:val="Textbezodsazen"/>
        <w:spacing w:after="0"/>
      </w:pPr>
      <w:r w:rsidRPr="00B42F40">
        <w:t>Stavební</w:t>
      </w:r>
      <w:r>
        <w:t xml:space="preserve"> </w:t>
      </w:r>
      <w:r w:rsidR="002B5A2F">
        <w:t>správa západ</w:t>
      </w:r>
    </w:p>
    <w:p w14:paraId="783BB1AA" w14:textId="77777777" w:rsidR="002A7E34" w:rsidRPr="002A7E34" w:rsidRDefault="00C920AC" w:rsidP="002A7E34">
      <w:pPr>
        <w:pStyle w:val="Textbezodsazen"/>
        <w:spacing w:after="0"/>
        <w:rPr>
          <w:rStyle w:val="Zdraznnjemn"/>
          <w:iCs w:val="0"/>
          <w:color w:val="auto"/>
        </w:rPr>
      </w:pPr>
      <w:r w:rsidRPr="00C920AC">
        <w:rPr>
          <w:rFonts w:cs="Arial"/>
        </w:rPr>
        <w:t>Budova</w:t>
      </w:r>
      <w:r w:rsidRPr="00734C0E">
        <w:rPr>
          <w:rFonts w:cs="Arial"/>
        </w:rPr>
        <w:t xml:space="preserve"> </w:t>
      </w:r>
      <w:proofErr w:type="spellStart"/>
      <w:r w:rsidRPr="00734C0E">
        <w:rPr>
          <w:rFonts w:cs="Arial"/>
        </w:rPr>
        <w:t>Diamond</w:t>
      </w:r>
      <w:proofErr w:type="spellEnd"/>
      <w:r w:rsidRPr="00734C0E">
        <w:rPr>
          <w:rFonts w:cs="Arial"/>
        </w:rPr>
        <w:t xml:space="preserve"> Point, Ke Štvanici 656/3, 186 00 Praha 8 – Karlín</w:t>
      </w:r>
      <w:r w:rsidR="002A7E34" w:rsidRPr="002A7E34">
        <w:rPr>
          <w:rStyle w:val="Zdraznnjemn"/>
          <w:iCs w:val="0"/>
          <w:color w:val="auto"/>
        </w:rPr>
        <w:t xml:space="preserve"> </w:t>
      </w:r>
    </w:p>
    <w:p w14:paraId="251BC098" w14:textId="77777777" w:rsidR="002A7E34" w:rsidRDefault="002A7E34" w:rsidP="002A7E34">
      <w:pPr>
        <w:pStyle w:val="Textbezodsazen"/>
        <w:spacing w:after="0"/>
        <w:rPr>
          <w:rStyle w:val="Zdraznnjemn"/>
          <w:iCs w:val="0"/>
          <w:color w:val="auto"/>
        </w:rPr>
      </w:pPr>
      <w:r w:rsidRPr="002A7E34">
        <w:rPr>
          <w:rStyle w:val="Zdraznnjemn"/>
          <w:iCs w:val="0"/>
          <w:color w:val="auto"/>
        </w:rPr>
        <w:t xml:space="preserve">Datová schránka: </w:t>
      </w:r>
      <w:proofErr w:type="spellStart"/>
      <w:r w:rsidRPr="002A7E34">
        <w:rPr>
          <w:rStyle w:val="Zdraznnjemn"/>
          <w:iCs w:val="0"/>
          <w:color w:val="auto"/>
        </w:rPr>
        <w:t>uccchjm</w:t>
      </w:r>
      <w:proofErr w:type="spellEnd"/>
    </w:p>
    <w:p w14:paraId="34B8482F" w14:textId="77777777" w:rsidR="002A7E34" w:rsidRPr="002A7E34" w:rsidRDefault="002A7E34" w:rsidP="002A7E34">
      <w:pPr>
        <w:pStyle w:val="Textbezodsazen"/>
        <w:spacing w:after="0"/>
        <w:rPr>
          <w:rStyle w:val="Zdraznnjemn"/>
          <w:iCs w:val="0"/>
          <w:color w:val="auto"/>
        </w:rPr>
      </w:pPr>
    </w:p>
    <w:p w14:paraId="1CB5F90F" w14:textId="77777777" w:rsidR="002A7E34" w:rsidRPr="002A7E34" w:rsidRDefault="002A7E34" w:rsidP="002A7E34">
      <w:pPr>
        <w:suppressAutoHyphens/>
        <w:spacing w:before="120" w:after="0" w:line="280" w:lineRule="exact"/>
        <w:ind w:left="360" w:hanging="357"/>
        <w:rPr>
          <w:rStyle w:val="Zdraznnjemn"/>
          <w:iCs w:val="0"/>
          <w:color w:val="auto"/>
        </w:rPr>
      </w:pPr>
      <w:r w:rsidRPr="002A7E34">
        <w:rPr>
          <w:rFonts w:eastAsia="Times New Roman" w:cs="Arial"/>
          <w:b/>
          <w:snapToGrid w:val="0"/>
          <w:sz w:val="18"/>
          <w:szCs w:val="18"/>
          <w:lang w:eastAsia="cs-CZ"/>
        </w:rPr>
        <w:t>Adresa pro zasílání daňových dokladů – faktur:</w:t>
      </w:r>
      <w:r w:rsidRPr="002A7E34">
        <w:rPr>
          <w:rStyle w:val="Zdraznnjemn"/>
          <w:iCs w:val="0"/>
          <w:color w:val="auto"/>
        </w:rPr>
        <w:t xml:space="preserve"> </w:t>
      </w:r>
    </w:p>
    <w:p w14:paraId="0C2080F4" w14:textId="77777777" w:rsidR="002A7E34" w:rsidRPr="002A7E34" w:rsidRDefault="002A7E34" w:rsidP="002A7E34">
      <w:pPr>
        <w:pStyle w:val="Textbezodsazen"/>
        <w:spacing w:after="0"/>
        <w:rPr>
          <w:rStyle w:val="Zdraznnjemn"/>
          <w:iCs w:val="0"/>
          <w:color w:val="auto"/>
        </w:rPr>
      </w:pPr>
      <w:r w:rsidRPr="002A7E34">
        <w:rPr>
          <w:rStyle w:val="Zdraznnjemn"/>
          <w:iCs w:val="0"/>
          <w:color w:val="auto"/>
        </w:rPr>
        <w:t>Správa železnic, státní organizace</w:t>
      </w:r>
    </w:p>
    <w:p w14:paraId="55FFD593" w14:textId="77777777" w:rsidR="002A7E34" w:rsidRPr="002A7E34" w:rsidRDefault="002A7E34" w:rsidP="002A7E34">
      <w:pPr>
        <w:pStyle w:val="Textbezodsazen"/>
        <w:spacing w:after="0"/>
        <w:rPr>
          <w:rStyle w:val="Zdraznnjemn"/>
          <w:iCs w:val="0"/>
          <w:color w:val="auto"/>
        </w:rPr>
      </w:pPr>
      <w:r w:rsidRPr="002A7E34">
        <w:rPr>
          <w:rStyle w:val="Zdraznnjemn"/>
          <w:iCs w:val="0"/>
          <w:color w:val="auto"/>
        </w:rPr>
        <w:t xml:space="preserve">Centrální finanční účtárna Čechy, Náměstí Jana </w:t>
      </w:r>
      <w:proofErr w:type="spellStart"/>
      <w:r w:rsidRPr="002A7E34">
        <w:rPr>
          <w:rStyle w:val="Zdraznnjemn"/>
          <w:iCs w:val="0"/>
          <w:color w:val="auto"/>
        </w:rPr>
        <w:t>Pernera</w:t>
      </w:r>
      <w:proofErr w:type="spellEnd"/>
      <w:r w:rsidRPr="002A7E34">
        <w:rPr>
          <w:rStyle w:val="Zdraznnjemn"/>
          <w:iCs w:val="0"/>
          <w:color w:val="auto"/>
        </w:rPr>
        <w:t xml:space="preserve"> 217, 530 02 Pardubice</w:t>
      </w:r>
    </w:p>
    <w:p w14:paraId="52B14670" w14:textId="77777777" w:rsidR="002A7E34" w:rsidRPr="002A7E34" w:rsidRDefault="002A7E34" w:rsidP="002A7E34">
      <w:pPr>
        <w:pStyle w:val="Textbezodsazen"/>
        <w:spacing w:after="0"/>
        <w:rPr>
          <w:rStyle w:val="Zdraznnjemn"/>
          <w:iCs w:val="0"/>
          <w:color w:val="auto"/>
        </w:rPr>
      </w:pPr>
      <w:r w:rsidRPr="002A7E34">
        <w:rPr>
          <w:rStyle w:val="Zdraznnjemn"/>
          <w:iCs w:val="0"/>
          <w:color w:val="auto"/>
        </w:rPr>
        <w:t>ePodatelnaCFU@spravazeleznic.cz</w:t>
      </w:r>
    </w:p>
    <w:p w14:paraId="75E80EF3" w14:textId="77777777" w:rsidR="002A7E34" w:rsidRPr="002A7E34" w:rsidRDefault="002A7E34" w:rsidP="002A7E34">
      <w:pPr>
        <w:pStyle w:val="Textbezodsazen"/>
        <w:spacing w:after="0"/>
        <w:rPr>
          <w:rStyle w:val="Zdraznnjemn"/>
          <w:iCs w:val="0"/>
          <w:color w:val="auto"/>
        </w:rPr>
      </w:pPr>
      <w:r w:rsidRPr="002A7E34">
        <w:rPr>
          <w:rStyle w:val="Zdraznnjemn"/>
          <w:iCs w:val="0"/>
          <w:color w:val="auto"/>
        </w:rPr>
        <w:t xml:space="preserve">Datová schránka: </w:t>
      </w:r>
      <w:proofErr w:type="spellStart"/>
      <w:r w:rsidRPr="002A7E34">
        <w:rPr>
          <w:rStyle w:val="Zdraznnjemn"/>
          <w:iCs w:val="0"/>
          <w:color w:val="auto"/>
        </w:rPr>
        <w:t>uccchjm</w:t>
      </w:r>
      <w:proofErr w:type="spellEnd"/>
    </w:p>
    <w:p w14:paraId="62927F6E" w14:textId="77777777" w:rsidR="002A7E34" w:rsidRDefault="002A7E34" w:rsidP="002A7E34">
      <w:pPr>
        <w:pStyle w:val="Textbezodsazen"/>
        <w:spacing w:after="0"/>
        <w:rPr>
          <w:rStyle w:val="Zdraznnjemn"/>
          <w:iCs w:val="0"/>
          <w:color w:val="auto"/>
        </w:rPr>
      </w:pPr>
    </w:p>
    <w:p w14:paraId="292F823E" w14:textId="77777777" w:rsidR="002A7E34" w:rsidRPr="002A7E34" w:rsidRDefault="002A7E34" w:rsidP="002A7E34">
      <w:pPr>
        <w:pStyle w:val="Textbezodsazen"/>
        <w:spacing w:after="0"/>
        <w:rPr>
          <w:rStyle w:val="Zdraznnjemn"/>
          <w:iCs w:val="0"/>
          <w:color w:val="auto"/>
        </w:rPr>
      </w:pPr>
      <w:r w:rsidRPr="002A7E34">
        <w:rPr>
          <w:rStyle w:val="Zdraznnjemn"/>
          <w:iCs w:val="0"/>
          <w:color w:val="auto"/>
        </w:rPr>
        <w:t>(dále jen „objednatel“)</w:t>
      </w:r>
    </w:p>
    <w:p w14:paraId="1EA451DA" w14:textId="77777777" w:rsidR="002A7E34" w:rsidRDefault="002A7E34" w:rsidP="00B42F40">
      <w:pPr>
        <w:pStyle w:val="Textbezodsazen"/>
        <w:spacing w:after="0"/>
        <w:rPr>
          <w:rStyle w:val="Zdraznnjemn"/>
          <w:b/>
          <w:iCs w:val="0"/>
          <w:color w:val="auto"/>
        </w:rPr>
      </w:pPr>
    </w:p>
    <w:p w14:paraId="20E4DD0E" w14:textId="77777777" w:rsidR="002A7E34" w:rsidRDefault="002A7E34" w:rsidP="00B42F40">
      <w:pPr>
        <w:pStyle w:val="Textbezodsazen"/>
        <w:spacing w:after="0"/>
        <w:rPr>
          <w:rStyle w:val="Zdraznnjemn"/>
          <w:b/>
          <w:iCs w:val="0"/>
          <w:color w:val="auto"/>
        </w:rPr>
      </w:pPr>
    </w:p>
    <w:p w14:paraId="07013928" w14:textId="5684139A" w:rsidR="00F422D3" w:rsidRDefault="0010424B" w:rsidP="00B42F40">
      <w:pPr>
        <w:pStyle w:val="Textbezodsazen"/>
        <w:spacing w:after="0"/>
      </w:pPr>
      <w:r>
        <w:t xml:space="preserve">číslo smlouvy: </w:t>
      </w:r>
      <w:r w:rsidR="00EF6E35">
        <w:tab/>
      </w:r>
      <w:r>
        <w:t>E618-S-4123/2022</w:t>
      </w:r>
    </w:p>
    <w:p w14:paraId="54FA698E" w14:textId="24A129C5" w:rsidR="00F422D3" w:rsidRDefault="00F422D3" w:rsidP="00B42F40">
      <w:pPr>
        <w:pStyle w:val="Textbezodsazen"/>
      </w:pPr>
      <w:r>
        <w:t xml:space="preserve">ISPROFOND: </w:t>
      </w:r>
      <w:r w:rsidR="00EF6E35">
        <w:tab/>
      </w:r>
      <w:r w:rsidR="0052665E">
        <w:t>5113510003</w:t>
      </w:r>
    </w:p>
    <w:p w14:paraId="25B04501" w14:textId="77777777" w:rsidR="002A7E34" w:rsidRDefault="002A7E34" w:rsidP="00B42F40">
      <w:pPr>
        <w:pStyle w:val="Textbezodsazen"/>
      </w:pPr>
    </w:p>
    <w:p w14:paraId="7653F7B9" w14:textId="77777777" w:rsidR="002A7E34" w:rsidRDefault="002A7E34" w:rsidP="00B42F40">
      <w:pPr>
        <w:pStyle w:val="Textbezodsazen"/>
      </w:pPr>
    </w:p>
    <w:p w14:paraId="0E537589" w14:textId="77777777" w:rsidR="00F422D3" w:rsidRDefault="00F422D3" w:rsidP="00B42F40">
      <w:pPr>
        <w:pStyle w:val="Textbezodsazen"/>
      </w:pPr>
      <w:r w:rsidRPr="00B42F40">
        <w:t>a</w:t>
      </w:r>
    </w:p>
    <w:p w14:paraId="32D0D007" w14:textId="77777777" w:rsidR="00B42F40" w:rsidRPr="00B42F40" w:rsidRDefault="00B42F40" w:rsidP="00B42F40">
      <w:pPr>
        <w:pStyle w:val="Textbezodsazen"/>
      </w:pPr>
    </w:p>
    <w:p w14:paraId="0FC96C6B" w14:textId="77777777" w:rsidR="002A7E34" w:rsidRPr="00644821" w:rsidRDefault="002A7E34" w:rsidP="002A7E34">
      <w:pPr>
        <w:suppressAutoHyphens/>
        <w:spacing w:after="120"/>
        <w:rPr>
          <w:rFonts w:cs="Arial"/>
          <w:b/>
          <w:bCs/>
          <w:sz w:val="18"/>
          <w:szCs w:val="18"/>
          <w:highlight w:val="yellow"/>
        </w:rPr>
      </w:pPr>
      <w:r w:rsidRPr="00644821">
        <w:rPr>
          <w:rFonts w:cs="Arial"/>
          <w:b/>
          <w:bCs/>
          <w:sz w:val="18"/>
          <w:szCs w:val="18"/>
          <w:highlight w:val="yellow"/>
        </w:rPr>
        <w:t xml:space="preserve">Zhotovitel:      </w:t>
      </w:r>
    </w:p>
    <w:p w14:paraId="3D511079" w14:textId="77777777" w:rsidR="002A7E34" w:rsidRPr="00644821" w:rsidRDefault="002A7E34" w:rsidP="002A7E34">
      <w:pPr>
        <w:suppressAutoHyphens/>
        <w:spacing w:line="280" w:lineRule="exact"/>
        <w:rPr>
          <w:rFonts w:cs="Arial"/>
          <w:b/>
          <w:bCs/>
          <w:sz w:val="18"/>
          <w:szCs w:val="18"/>
          <w:highlight w:val="yellow"/>
        </w:rPr>
      </w:pPr>
      <w:r w:rsidRPr="00644821">
        <w:rPr>
          <w:rFonts w:cs="Arial"/>
          <w:b/>
          <w:bCs/>
          <w:sz w:val="18"/>
          <w:szCs w:val="18"/>
          <w:highlight w:val="yellow"/>
        </w:rPr>
        <w:t>……………………………………</w:t>
      </w:r>
    </w:p>
    <w:p w14:paraId="69F1D65C" w14:textId="77777777" w:rsidR="002A7E34" w:rsidRPr="00644821" w:rsidRDefault="002A7E34" w:rsidP="002A7E34">
      <w:pPr>
        <w:suppressAutoHyphens/>
        <w:spacing w:line="280" w:lineRule="exact"/>
        <w:rPr>
          <w:rFonts w:cs="Arial"/>
          <w:sz w:val="18"/>
          <w:szCs w:val="18"/>
          <w:highlight w:val="yellow"/>
        </w:rPr>
      </w:pPr>
      <w:r w:rsidRPr="00644821">
        <w:rPr>
          <w:rFonts w:cs="Arial"/>
          <w:sz w:val="18"/>
          <w:szCs w:val="18"/>
          <w:highlight w:val="yellow"/>
        </w:rPr>
        <w:t>se sídlem ………………………</w:t>
      </w:r>
      <w:proofErr w:type="gramStart"/>
      <w:r w:rsidRPr="00644821">
        <w:rPr>
          <w:rFonts w:cs="Arial"/>
          <w:sz w:val="18"/>
          <w:szCs w:val="18"/>
          <w:highlight w:val="yellow"/>
        </w:rPr>
        <w:t>…..</w:t>
      </w:r>
      <w:proofErr w:type="gramEnd"/>
    </w:p>
    <w:p w14:paraId="7DB9708B" w14:textId="77777777" w:rsidR="002A7E34" w:rsidRPr="00644821" w:rsidRDefault="002A7E34" w:rsidP="002A7E34">
      <w:pPr>
        <w:suppressAutoHyphens/>
        <w:spacing w:line="280" w:lineRule="exact"/>
        <w:rPr>
          <w:rFonts w:cs="Arial"/>
          <w:sz w:val="18"/>
          <w:szCs w:val="18"/>
          <w:highlight w:val="yellow"/>
        </w:rPr>
      </w:pPr>
      <w:r w:rsidRPr="00644821">
        <w:rPr>
          <w:rFonts w:cs="Arial"/>
          <w:sz w:val="18"/>
          <w:szCs w:val="18"/>
          <w:highlight w:val="yellow"/>
        </w:rPr>
        <w:lastRenderedPageBreak/>
        <w:t>IČO: ………………</w:t>
      </w:r>
      <w:r w:rsidRPr="00644821">
        <w:rPr>
          <w:rFonts w:cs="Arial"/>
          <w:sz w:val="18"/>
          <w:szCs w:val="18"/>
          <w:highlight w:val="yellow"/>
        </w:rPr>
        <w:tab/>
        <w:t>DIČ: CZ…………………………….</w:t>
      </w:r>
    </w:p>
    <w:p w14:paraId="4E1F7EA1" w14:textId="77777777" w:rsidR="002A7E34" w:rsidRPr="00644821" w:rsidRDefault="002A7E34" w:rsidP="002A7E34">
      <w:pPr>
        <w:suppressAutoHyphens/>
        <w:spacing w:line="280" w:lineRule="exact"/>
        <w:rPr>
          <w:rFonts w:cs="Arial"/>
          <w:bCs/>
          <w:sz w:val="18"/>
          <w:szCs w:val="18"/>
          <w:highlight w:val="yellow"/>
        </w:rPr>
      </w:pPr>
      <w:r w:rsidRPr="00644821">
        <w:rPr>
          <w:rFonts w:cs="Arial"/>
          <w:bCs/>
          <w:sz w:val="18"/>
          <w:szCs w:val="18"/>
          <w:highlight w:val="yellow"/>
        </w:rPr>
        <w:t>zapsaná v OR vedeném ………………soudem v ………………</w:t>
      </w:r>
      <w:proofErr w:type="gramStart"/>
      <w:r w:rsidRPr="00644821">
        <w:rPr>
          <w:rFonts w:cs="Arial"/>
          <w:bCs/>
          <w:sz w:val="18"/>
          <w:szCs w:val="18"/>
          <w:highlight w:val="yellow"/>
        </w:rPr>
        <w:t>….., spisová</w:t>
      </w:r>
      <w:proofErr w:type="gramEnd"/>
      <w:r w:rsidRPr="00644821">
        <w:rPr>
          <w:rFonts w:cs="Arial"/>
          <w:bCs/>
          <w:sz w:val="18"/>
          <w:szCs w:val="18"/>
          <w:highlight w:val="yellow"/>
        </w:rPr>
        <w:t xml:space="preserve"> značka ..…….……. </w:t>
      </w:r>
    </w:p>
    <w:p w14:paraId="2949C353" w14:textId="77777777" w:rsidR="002A7E34" w:rsidRPr="00644821" w:rsidRDefault="002A7E34" w:rsidP="002A7E34">
      <w:pPr>
        <w:suppressAutoHyphens/>
        <w:spacing w:line="280" w:lineRule="exact"/>
        <w:rPr>
          <w:rFonts w:cs="Arial"/>
          <w:sz w:val="18"/>
          <w:szCs w:val="18"/>
          <w:highlight w:val="yellow"/>
        </w:rPr>
      </w:pPr>
      <w:r w:rsidRPr="00644821">
        <w:rPr>
          <w:rFonts w:cs="Arial"/>
          <w:sz w:val="18"/>
          <w:szCs w:val="18"/>
          <w:highlight w:val="yellow"/>
        </w:rPr>
        <w:t>zastoupená …………………, …………………</w:t>
      </w:r>
      <w:proofErr w:type="gramStart"/>
      <w:r w:rsidRPr="00644821">
        <w:rPr>
          <w:rFonts w:cs="Arial"/>
          <w:sz w:val="18"/>
          <w:szCs w:val="18"/>
          <w:highlight w:val="yellow"/>
        </w:rPr>
        <w:t>….. …</w:t>
      </w:r>
      <w:proofErr w:type="gramEnd"/>
      <w:r w:rsidRPr="00644821">
        <w:rPr>
          <w:rFonts w:cs="Arial"/>
          <w:sz w:val="18"/>
          <w:szCs w:val="18"/>
          <w:highlight w:val="yellow"/>
        </w:rPr>
        <w:t>………………………….</w:t>
      </w:r>
    </w:p>
    <w:p w14:paraId="0DD72305" w14:textId="77777777" w:rsidR="002A7E34" w:rsidRPr="00644821" w:rsidRDefault="002A7E34" w:rsidP="002A7E34">
      <w:pPr>
        <w:suppressAutoHyphens/>
        <w:spacing w:before="120" w:after="120" w:line="280" w:lineRule="exact"/>
        <w:rPr>
          <w:rFonts w:cs="Arial"/>
          <w:b/>
          <w:sz w:val="18"/>
          <w:szCs w:val="18"/>
          <w:highlight w:val="yellow"/>
        </w:rPr>
      </w:pPr>
      <w:r w:rsidRPr="00644821">
        <w:rPr>
          <w:rFonts w:cs="Arial"/>
          <w:b/>
          <w:sz w:val="18"/>
          <w:szCs w:val="18"/>
          <w:highlight w:val="yellow"/>
        </w:rPr>
        <w:t>Kontaktní zaměstnanci:</w:t>
      </w:r>
    </w:p>
    <w:p w14:paraId="11671E75" w14:textId="77777777" w:rsidR="002A7E34" w:rsidRPr="00644821" w:rsidRDefault="002A7E34" w:rsidP="002A7E34">
      <w:pPr>
        <w:pStyle w:val="Odstavecseseznamem"/>
        <w:numPr>
          <w:ilvl w:val="0"/>
          <w:numId w:val="20"/>
        </w:numPr>
        <w:suppressAutoHyphens/>
        <w:spacing w:after="60" w:line="280" w:lineRule="exact"/>
        <w:ind w:left="284" w:hanging="284"/>
        <w:contextualSpacing w:val="0"/>
        <w:rPr>
          <w:rFonts w:cs="Arial"/>
          <w:sz w:val="18"/>
          <w:szCs w:val="18"/>
          <w:highlight w:val="yellow"/>
        </w:rPr>
      </w:pPr>
      <w:r w:rsidRPr="00644821">
        <w:rPr>
          <w:rFonts w:cs="Arial"/>
          <w:sz w:val="18"/>
          <w:szCs w:val="18"/>
          <w:highlight w:val="yellow"/>
        </w:rPr>
        <w:t>ve věcech smluvních: ………, tel.: ……… , e-mail: ……</w:t>
      </w:r>
      <w:proofErr w:type="gramStart"/>
      <w:r w:rsidRPr="00644821">
        <w:rPr>
          <w:rFonts w:cs="Arial"/>
          <w:sz w:val="18"/>
          <w:szCs w:val="18"/>
          <w:highlight w:val="yellow"/>
        </w:rPr>
        <w:t>…..</w:t>
      </w:r>
      <w:proofErr w:type="gramEnd"/>
    </w:p>
    <w:p w14:paraId="3C08255A" w14:textId="77777777" w:rsidR="002A7E34" w:rsidRPr="00644821" w:rsidRDefault="002A7E34" w:rsidP="002A7E34">
      <w:pPr>
        <w:suppressAutoHyphens/>
        <w:spacing w:after="60" w:line="280" w:lineRule="exact"/>
        <w:rPr>
          <w:rFonts w:cs="Arial"/>
          <w:sz w:val="18"/>
          <w:szCs w:val="18"/>
          <w:highlight w:val="yellow"/>
        </w:rPr>
      </w:pPr>
      <w:r w:rsidRPr="00644821">
        <w:rPr>
          <w:rFonts w:cs="Arial"/>
          <w:sz w:val="18"/>
          <w:szCs w:val="18"/>
          <w:highlight w:val="yellow"/>
        </w:rPr>
        <w:t>b) ve věcech technických: ………, tel.: ……… , e-mail: ……</w:t>
      </w:r>
      <w:proofErr w:type="gramStart"/>
      <w:r w:rsidRPr="00644821">
        <w:rPr>
          <w:rFonts w:cs="Arial"/>
          <w:sz w:val="18"/>
          <w:szCs w:val="18"/>
          <w:highlight w:val="yellow"/>
        </w:rPr>
        <w:t>…..</w:t>
      </w:r>
      <w:proofErr w:type="gramEnd"/>
    </w:p>
    <w:p w14:paraId="372D16A1" w14:textId="77777777" w:rsidR="002A7E34" w:rsidRPr="00644821" w:rsidRDefault="002A7E34" w:rsidP="002A7E34">
      <w:pPr>
        <w:suppressAutoHyphens/>
        <w:spacing w:after="120" w:line="280" w:lineRule="exact"/>
        <w:rPr>
          <w:rFonts w:cs="Arial"/>
          <w:sz w:val="18"/>
          <w:szCs w:val="18"/>
          <w:highlight w:val="yellow"/>
        </w:rPr>
      </w:pPr>
      <w:r w:rsidRPr="00644821">
        <w:rPr>
          <w:rFonts w:cs="Arial"/>
          <w:sz w:val="18"/>
          <w:szCs w:val="18"/>
          <w:highlight w:val="yellow"/>
        </w:rPr>
        <w:t xml:space="preserve">Bankovní spojení: č. účtu: ……………………………. </w:t>
      </w:r>
      <w:proofErr w:type="gramStart"/>
      <w:r w:rsidRPr="00644821">
        <w:rPr>
          <w:rFonts w:cs="Arial"/>
          <w:sz w:val="18"/>
          <w:szCs w:val="18"/>
          <w:highlight w:val="yellow"/>
        </w:rPr>
        <w:t>vedený</w:t>
      </w:r>
      <w:proofErr w:type="gramEnd"/>
      <w:r w:rsidRPr="00644821">
        <w:rPr>
          <w:rFonts w:cs="Arial"/>
          <w:sz w:val="18"/>
          <w:szCs w:val="18"/>
          <w:highlight w:val="yellow"/>
        </w:rPr>
        <w:t xml:space="preserve"> u ………………………………,</w:t>
      </w:r>
    </w:p>
    <w:p w14:paraId="57C9E538" w14:textId="77777777" w:rsidR="002A7E34" w:rsidRPr="00644821" w:rsidRDefault="002A7E34" w:rsidP="002A7E34">
      <w:pPr>
        <w:suppressAutoHyphens/>
        <w:spacing w:before="120" w:after="120" w:line="280" w:lineRule="exact"/>
        <w:ind w:left="1797" w:hanging="1797"/>
        <w:rPr>
          <w:rFonts w:cs="Arial"/>
          <w:b/>
          <w:sz w:val="18"/>
          <w:szCs w:val="18"/>
          <w:highlight w:val="yellow"/>
        </w:rPr>
      </w:pPr>
      <w:r w:rsidRPr="00644821">
        <w:rPr>
          <w:rFonts w:cs="Arial"/>
          <w:b/>
          <w:sz w:val="18"/>
          <w:szCs w:val="18"/>
          <w:highlight w:val="yellow"/>
        </w:rPr>
        <w:t xml:space="preserve">Adresa pro zasílání smluvní korespondence: </w:t>
      </w:r>
    </w:p>
    <w:p w14:paraId="776B812A" w14:textId="77777777" w:rsidR="002A7E34" w:rsidRPr="00644821" w:rsidRDefault="002A7E34" w:rsidP="002A7E34">
      <w:pPr>
        <w:tabs>
          <w:tab w:val="left" w:pos="1985"/>
          <w:tab w:val="right" w:pos="5670"/>
        </w:tabs>
        <w:suppressAutoHyphens/>
        <w:spacing w:after="120" w:line="280" w:lineRule="exact"/>
        <w:rPr>
          <w:rFonts w:cs="Arial"/>
          <w:sz w:val="18"/>
          <w:szCs w:val="18"/>
          <w:highlight w:val="yellow"/>
        </w:rPr>
      </w:pPr>
      <w:r w:rsidRPr="00644821">
        <w:rPr>
          <w:rFonts w:cs="Arial"/>
          <w:sz w:val="18"/>
          <w:szCs w:val="18"/>
          <w:highlight w:val="yellow"/>
        </w:rPr>
        <w:t>…………………………………………………………</w:t>
      </w:r>
    </w:p>
    <w:p w14:paraId="724710B5" w14:textId="77777777" w:rsidR="002A7E34" w:rsidRPr="00644821" w:rsidRDefault="002A7E34" w:rsidP="002A7E34">
      <w:pPr>
        <w:tabs>
          <w:tab w:val="left" w:pos="1985"/>
          <w:tab w:val="right" w:pos="5670"/>
        </w:tabs>
        <w:suppressAutoHyphens/>
        <w:spacing w:line="280" w:lineRule="exact"/>
        <w:rPr>
          <w:rFonts w:cs="Arial"/>
          <w:sz w:val="18"/>
          <w:szCs w:val="18"/>
          <w:highlight w:val="yellow"/>
        </w:rPr>
      </w:pPr>
      <w:r w:rsidRPr="00644821">
        <w:rPr>
          <w:rFonts w:cs="Arial"/>
          <w:sz w:val="18"/>
          <w:szCs w:val="18"/>
          <w:highlight w:val="yellow"/>
        </w:rPr>
        <w:t>(dále jen „zhotovitel“)</w:t>
      </w:r>
    </w:p>
    <w:p w14:paraId="2B58D1B0" w14:textId="77777777" w:rsidR="002A7E34" w:rsidRDefault="002A7E34" w:rsidP="00B42F40">
      <w:pPr>
        <w:pStyle w:val="Textbezodsazen"/>
      </w:pPr>
      <w:r w:rsidRPr="00644821">
        <w:rPr>
          <w:highlight w:val="yellow"/>
        </w:rPr>
        <w:t>číslo smlouvy: "</w:t>
      </w:r>
      <w:r w:rsidRPr="00644821">
        <w:rPr>
          <w:rStyle w:val="Tun"/>
          <w:highlight w:val="yellow"/>
        </w:rPr>
        <w:t>[VLOŽÍ ZHOTOVITEL]</w:t>
      </w:r>
      <w:r w:rsidRPr="00644821">
        <w:rPr>
          <w:highlight w:val="yellow"/>
        </w:rPr>
        <w:t>"</w:t>
      </w:r>
    </w:p>
    <w:p w14:paraId="09711001" w14:textId="77777777" w:rsidR="00F422D3" w:rsidRPr="00B42F40" w:rsidRDefault="00F422D3" w:rsidP="00B42F40">
      <w:pPr>
        <w:pStyle w:val="Textbezodsazen"/>
      </w:pPr>
      <w:r w:rsidRPr="00B42F40">
        <w:t xml:space="preserve"> </w:t>
      </w:r>
    </w:p>
    <w:p w14:paraId="517F9947"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w:t>
      </w:r>
      <w:r w:rsidR="00E84528">
        <w:t xml:space="preserve"> 1746 odst. 2 zákona č. </w:t>
      </w:r>
      <w:r w:rsidR="00E84528" w:rsidRPr="00B42F40">
        <w:t>89/2012 Sb., občanský zákoník</w:t>
      </w:r>
      <w:r w:rsidR="00E84528">
        <w:t xml:space="preserve">, </w:t>
      </w:r>
      <w:r w:rsidR="00E84528" w:rsidRPr="00B42F40">
        <w:t>ve znění pozdějších předpisů (dále jen „</w:t>
      </w:r>
      <w:r w:rsidR="00E84528" w:rsidRPr="003F5723">
        <w:rPr>
          <w:rStyle w:val="Tun"/>
        </w:rPr>
        <w:t>občanský zákoník</w:t>
      </w:r>
      <w:r w:rsidR="00E84528" w:rsidRPr="00B42F40">
        <w:t>“)</w:t>
      </w:r>
      <w:r w:rsidR="007C759E">
        <w:t>.</w:t>
      </w:r>
    </w:p>
    <w:p w14:paraId="27282B5C" w14:textId="77777777" w:rsidR="003F5723" w:rsidRPr="00E32F3B" w:rsidRDefault="003F5723" w:rsidP="002A7E34">
      <w:pPr>
        <w:spacing w:after="240" w:line="264" w:lineRule="auto"/>
        <w:jc w:val="both"/>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4B1437D8" w14:textId="77777777" w:rsidR="003F5723" w:rsidRDefault="003F5723" w:rsidP="003F5723">
      <w:pPr>
        <w:pStyle w:val="Nadpis1-1"/>
      </w:pPr>
      <w:r>
        <w:t>ÚVODNÍ USTANOVENÍ</w:t>
      </w:r>
    </w:p>
    <w:p w14:paraId="61AF47FC"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1C698BAE"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182052BA"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B126C1C"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CCA2D09"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2E9B51" w14:textId="77777777" w:rsidR="003F5723" w:rsidRDefault="003F5723" w:rsidP="003F5723">
      <w:pPr>
        <w:pStyle w:val="Nadpis1-1"/>
      </w:pPr>
      <w:r>
        <w:t>ÚČEL SMLOUVY</w:t>
      </w:r>
    </w:p>
    <w:p w14:paraId="5E0965BD" w14:textId="73720D90"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FB0F13">
        <w:rPr>
          <w:b/>
        </w:rPr>
        <w:t>„</w:t>
      </w:r>
      <w:r w:rsidR="00BE11EC" w:rsidRPr="00BE11EC">
        <w:rPr>
          <w:b/>
        </w:rPr>
        <w:t xml:space="preserve">Rekonstrukce výpravní budovy v </w:t>
      </w:r>
      <w:proofErr w:type="spellStart"/>
      <w:r w:rsidR="00BE11EC" w:rsidRPr="00BE11EC">
        <w:rPr>
          <w:b/>
        </w:rPr>
        <w:t>žst</w:t>
      </w:r>
      <w:proofErr w:type="spellEnd"/>
      <w:r w:rsidR="00BE11EC" w:rsidRPr="00BE11EC">
        <w:rPr>
          <w:b/>
        </w:rPr>
        <w:t xml:space="preserve">. Praha </w:t>
      </w:r>
      <w:proofErr w:type="spellStart"/>
      <w:proofErr w:type="gramStart"/>
      <w:r w:rsidR="00BE11EC" w:rsidRPr="00BE11EC">
        <w:rPr>
          <w:b/>
        </w:rPr>
        <w:t>hl.n</w:t>
      </w:r>
      <w:proofErr w:type="spellEnd"/>
      <w:r w:rsidR="00BE11EC" w:rsidRPr="00BE11EC">
        <w:rPr>
          <w:b/>
        </w:rPr>
        <w:t>.</w:t>
      </w:r>
      <w:proofErr w:type="gramEnd"/>
      <w:r w:rsidRPr="00FB0F13">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2990F27B" w14:textId="77777777" w:rsidR="003F5723" w:rsidRDefault="003F5723" w:rsidP="003F5723">
      <w:pPr>
        <w:pStyle w:val="Text1-1"/>
      </w:pPr>
      <w:r>
        <w:lastRenderedPageBreak/>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38B324F6"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B9DC7C2"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7F0547DF"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08A33385"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7FC3261" w14:textId="77777777" w:rsidR="003F5723" w:rsidRPr="00E8597C" w:rsidRDefault="003F5723" w:rsidP="003F5723">
      <w:pPr>
        <w:pStyle w:val="Nadpis1-1"/>
      </w:pPr>
      <w:r w:rsidRPr="00E8597C">
        <w:t>PŘEDMĚT</w:t>
      </w:r>
      <w:r w:rsidR="00C05F21">
        <w:t xml:space="preserve"> smlouvy </w:t>
      </w:r>
    </w:p>
    <w:p w14:paraId="2125B4DE" w14:textId="10A83186" w:rsidR="00C22047" w:rsidRDefault="00007AD5" w:rsidP="00C22047">
      <w:pPr>
        <w:pStyle w:val="Text1-1"/>
      </w:pPr>
      <w:r w:rsidRPr="00E8597C">
        <w:t>Zhotovitel se zavazuje v souladu s touto Smlouvou, že zajistí výkon autorského dozoru při realizaci Stavby</w:t>
      </w:r>
      <w:r w:rsidRPr="00DD409E">
        <w:t xml:space="preserve"> </w:t>
      </w:r>
      <w:r>
        <w:t>ve smyslu</w:t>
      </w:r>
      <w:r w:rsidRPr="00DD409E">
        <w:t xml:space="preserve"> </w:t>
      </w:r>
      <w:proofErr w:type="spellStart"/>
      <w:r>
        <w:t>ust</w:t>
      </w:r>
      <w:proofErr w:type="spellEnd"/>
      <w:r>
        <w:t xml:space="preserve">. </w:t>
      </w:r>
      <w:r w:rsidRPr="00DD409E">
        <w:t>§ 152 odst. 4 zákona č. 183/2006 Sb., o územním plánování a stavebním řádu (stavební zákon)</w:t>
      </w:r>
      <w:r w:rsidRPr="00E8597C">
        <w:t xml:space="preserve">, kterým bude zajištěn soulad provádění Stavby s ověřenou a projednanou </w:t>
      </w:r>
      <w:r>
        <w:t>projektovou dokumentací pro provádění stavby (dále jen „</w:t>
      </w:r>
      <w:r w:rsidRPr="00E8597C">
        <w:t>PDPS</w:t>
      </w:r>
      <w:r>
        <w:t>“)</w:t>
      </w:r>
      <w:r w:rsidRPr="00E8597C">
        <w:t xml:space="preserve"> </w:t>
      </w:r>
      <w:r>
        <w:t xml:space="preserve">a jejími změnami </w:t>
      </w:r>
      <w:r w:rsidRPr="00E8597C">
        <w:t>za podmínek stanovených v této Smlouvě</w:t>
      </w:r>
      <w:r>
        <w:t xml:space="preserve"> (dále jen „</w:t>
      </w:r>
      <w:r w:rsidRPr="0061788F">
        <w:rPr>
          <w:b/>
        </w:rPr>
        <w:t>výkon AD</w:t>
      </w:r>
      <w:r>
        <w:t xml:space="preserve">“ nebo </w:t>
      </w:r>
      <w:r>
        <w:rPr>
          <w:b/>
        </w:rPr>
        <w:t>„Dílo“</w:t>
      </w:r>
      <w:r>
        <w:t>)</w:t>
      </w:r>
      <w:r w:rsidRPr="00E8597C">
        <w:t>.</w:t>
      </w:r>
    </w:p>
    <w:p w14:paraId="3E98656A" w14:textId="77777777" w:rsidR="00F0573E" w:rsidRDefault="007E1146" w:rsidP="00E84528">
      <w:pPr>
        <w:pStyle w:val="Text1-1"/>
      </w:pPr>
      <w:r>
        <w:t>Rozsah autorského dozoru je uveden v Příloze č. 1 této Smlouvy.</w:t>
      </w:r>
    </w:p>
    <w:p w14:paraId="77777942" w14:textId="77777777" w:rsidR="00C05F21" w:rsidRDefault="00C05F21" w:rsidP="00C05F21">
      <w:pPr>
        <w:pStyle w:val="Nadpis1-1"/>
      </w:pPr>
      <w:r>
        <w:t>cena za výkon autorského dozoru</w:t>
      </w:r>
      <w:r w:rsidR="0055219D">
        <w:t xml:space="preserve"> a platební podmínky</w:t>
      </w:r>
    </w:p>
    <w:p w14:paraId="3D73CC71" w14:textId="77777777" w:rsidR="00C05F21" w:rsidRDefault="00C05F21" w:rsidP="00C05F21">
      <w:pPr>
        <w:pStyle w:val="Text1-1"/>
      </w:pPr>
      <w:r>
        <w:t xml:space="preserve">Objednatel se zavazuje za řádně provedený výkon </w:t>
      </w:r>
      <w:r w:rsidR="00D75ECC">
        <w:t>AD</w:t>
      </w:r>
      <w:r>
        <w:t xml:space="preserve"> zaplatit Zhotoviteli za podmínek stanovených touto Smlouvou Cenu Díla ve výši dle Přílohy č. 4 této Smlouvy, přičemž celková Cena Díla je:</w:t>
      </w:r>
    </w:p>
    <w:p w14:paraId="1E76E172" w14:textId="77777777" w:rsidR="00C05F21" w:rsidRPr="003F5723" w:rsidRDefault="00C05F21" w:rsidP="00C05F21">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51B39673" w14:textId="77777777" w:rsidR="00C05F21" w:rsidRDefault="00C05F21" w:rsidP="00C05F21">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719F90EB" w14:textId="77777777" w:rsidR="00C05F21" w:rsidRPr="001B4800" w:rsidRDefault="00C05F21" w:rsidP="00C05F21">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11876ABB" w14:textId="77777777" w:rsidR="00C05F21" w:rsidRPr="001B4800" w:rsidRDefault="00C05F21" w:rsidP="00C05F21">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13163604" w14:textId="77777777" w:rsidR="00C05F21" w:rsidRPr="001B4800" w:rsidRDefault="00C05F21" w:rsidP="00C05F21">
      <w:pPr>
        <w:spacing w:after="120" w:line="264" w:lineRule="auto"/>
        <w:ind w:left="1097"/>
        <w:contextualSpacing/>
        <w:jc w:val="both"/>
        <w:rPr>
          <w:rFonts w:eastAsia="Verdana"/>
          <w:sz w:val="18"/>
          <w:szCs w:val="18"/>
        </w:rPr>
      </w:pPr>
      <w:r w:rsidRPr="001B4800">
        <w:rPr>
          <w:rFonts w:eastAsia="Verdana"/>
          <w:sz w:val="18"/>
          <w:szCs w:val="18"/>
        </w:rPr>
        <w:t>nebo</w:t>
      </w:r>
    </w:p>
    <w:p w14:paraId="56230620" w14:textId="77777777" w:rsidR="00C05F21" w:rsidRPr="001B4800" w:rsidRDefault="00C05F21" w:rsidP="00C05F21">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18AEEF31" w14:textId="77777777" w:rsidR="00C05F21" w:rsidRPr="001B4800" w:rsidRDefault="00C05F21" w:rsidP="00C05F21">
      <w:pPr>
        <w:spacing w:after="120" w:line="264" w:lineRule="auto"/>
        <w:ind w:left="1097"/>
        <w:contextualSpacing/>
        <w:jc w:val="both"/>
        <w:rPr>
          <w:rFonts w:eastAsia="Verdana"/>
          <w:sz w:val="18"/>
          <w:szCs w:val="18"/>
        </w:rPr>
      </w:pPr>
      <w:r w:rsidRPr="001B4800">
        <w:rPr>
          <w:rFonts w:eastAsia="Verdana"/>
          <w:sz w:val="18"/>
          <w:szCs w:val="18"/>
        </w:rPr>
        <w:t>nebo</w:t>
      </w:r>
    </w:p>
    <w:p w14:paraId="0A1ADE0E" w14:textId="77777777" w:rsidR="00C05F21" w:rsidRPr="001B4800" w:rsidRDefault="00C05F21" w:rsidP="00C05F21">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43C57BDA" w14:textId="77777777" w:rsidR="00D75ECC" w:rsidRDefault="00D75ECC" w:rsidP="003276DA">
      <w:pPr>
        <w:pStyle w:val="Text1-1"/>
      </w:pPr>
      <w:r>
        <w:t>Sjednaná cena bez DPH obsahuje i případné zvýšené náklady spojené s vývojem cen vstupních nákladů, a to až do termínu ukončení činnosti AD.</w:t>
      </w:r>
    </w:p>
    <w:p w14:paraId="0A2D3FF4" w14:textId="77777777" w:rsidR="00C05F21" w:rsidRDefault="00C05F21" w:rsidP="00C05F21">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04FB1A62" w14:textId="77777777" w:rsidR="00C05F21" w:rsidRDefault="00C05F21" w:rsidP="00C05F21">
      <w:pPr>
        <w:pStyle w:val="Text1-1"/>
      </w:pPr>
      <w:r>
        <w:t>Práva a povinnosti smluvních stran se řídí touto Smlouvou včetně jejích příloh. V případě jakéhokoliv rozporu mezi textem této Smlouvy a textem jejích příloh se použije zvláštní úprava obsažená v textu této Smlouvy.</w:t>
      </w:r>
    </w:p>
    <w:p w14:paraId="302FD18F" w14:textId="77777777" w:rsidR="00FE16B1" w:rsidRDefault="00C05F21" w:rsidP="003276DA">
      <w:pPr>
        <w:pStyle w:val="Text1-1"/>
      </w:pPr>
      <w:r>
        <w:lastRenderedPageBreak/>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35871804" w14:textId="77777777" w:rsidR="00C05F21" w:rsidRDefault="00C05F21" w:rsidP="003276DA">
      <w:pPr>
        <w:pStyle w:val="Text1-1"/>
      </w:pPr>
      <w:proofErr w:type="spellStart"/>
      <w:r>
        <w:t>Ust</w:t>
      </w:r>
      <w:proofErr w:type="spellEnd"/>
      <w:r>
        <w:t>. § 2605 odst. 1 občanského zákoníku se nepoužije. Dílo je provedeno tehdy, je-li dokončeno řádně a včas a Objednatelem převzato sjednaným způsobem</w:t>
      </w:r>
      <w:r w:rsidR="000B165E">
        <w:t>.</w:t>
      </w:r>
    </w:p>
    <w:p w14:paraId="1AB12CB8" w14:textId="77777777" w:rsidR="000B165E" w:rsidRDefault="000B165E" w:rsidP="000B165E">
      <w:pPr>
        <w:pStyle w:val="Nadpis1-1"/>
      </w:pPr>
      <w:r>
        <w:t xml:space="preserve">doba a místo výkonu činnosti autorského dozuru </w:t>
      </w:r>
    </w:p>
    <w:p w14:paraId="1A0D4B77" w14:textId="77777777" w:rsidR="000B165E" w:rsidRDefault="000B165E" w:rsidP="000B165E">
      <w:pPr>
        <w:pStyle w:val="Text1-1"/>
      </w:pPr>
      <w:r>
        <w:t>Zhotovitel se v souladu se svou Nabídkou zavazuje dokončit a předat Objednateli Dílo nebo jeho jednotlivé části v termínech uvedených v harmonogramu obsaženém v Příloze č. 5 této Smlouvy (dále jen „Harmonogram plnění“) a vykonávat autorský dozor po celou dobu realizace Stavby.</w:t>
      </w:r>
    </w:p>
    <w:p w14:paraId="0B14C5B0" w14:textId="77777777" w:rsidR="000B165E" w:rsidRDefault="000B165E" w:rsidP="000B165E">
      <w:pPr>
        <w:pStyle w:val="Text1-1"/>
      </w:pPr>
      <w:r>
        <w:t>Místem výkonu autorského dozoru je místo realizace stavby, popř. další místa určená Objednatelem.</w:t>
      </w:r>
    </w:p>
    <w:p w14:paraId="36F09FEB" w14:textId="77777777" w:rsidR="000B165E" w:rsidRDefault="000B165E" w:rsidP="000B165E">
      <w:pPr>
        <w:pStyle w:val="Nadpis1-1"/>
      </w:pPr>
      <w:r>
        <w:t>kontrola provádění předmětu smlouvy</w:t>
      </w:r>
    </w:p>
    <w:p w14:paraId="4833CFF0" w14:textId="77777777" w:rsidR="000B165E" w:rsidRDefault="000B165E" w:rsidP="000B165E">
      <w:pPr>
        <w:pStyle w:val="Text1-1"/>
      </w:pPr>
      <w:r>
        <w:t>Autorský dozor je povinen umožnit objednateli nebo osobám jím pověřeným kdykoliv v průběhu provádění předmětu smlouvy kontrolu jeho provádění.</w:t>
      </w:r>
    </w:p>
    <w:p w14:paraId="06BD14AA" w14:textId="77777777" w:rsidR="000B165E" w:rsidRPr="000B165E" w:rsidRDefault="000B165E" w:rsidP="00644821">
      <w:pPr>
        <w:pStyle w:val="Text1-1"/>
      </w:pPr>
      <w:r>
        <w:t>Provedení kontroly nemá žádný vliv na odpovědnost autorského dozoru za jakékoli vady a škodu.</w:t>
      </w:r>
    </w:p>
    <w:p w14:paraId="1ECE7582" w14:textId="77777777" w:rsidR="003F5723" w:rsidRDefault="003F5723" w:rsidP="003F5723">
      <w:pPr>
        <w:pStyle w:val="Nadpis1-1"/>
      </w:pPr>
      <w:r>
        <w:t>OSTATNÍ USTANOVENÍ</w:t>
      </w:r>
    </w:p>
    <w:p w14:paraId="717EB518"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24F654C1" w14:textId="4293B3B0" w:rsidR="00277C7C" w:rsidRDefault="003F5723" w:rsidP="00533541">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w:t>
      </w:r>
      <w:r w:rsidR="009819F2">
        <w:t xml:space="preserve"> </w:t>
      </w:r>
      <w:r>
        <w:t>(dále</w:t>
      </w:r>
      <w:proofErr w:type="gramEnd"/>
      <w:r>
        <w:t xml:space="preserve"> jen GDPR), které se na něj jako na zpracovatele vztahují a plnění těchto povinností na vyžádání doložit Objednateli.</w:t>
      </w:r>
    </w:p>
    <w:p w14:paraId="191E2D7B" w14:textId="77777777" w:rsidR="00277C7C" w:rsidRPr="00ED0187" w:rsidRDefault="00867B30" w:rsidP="006E0B06">
      <w:pPr>
        <w:pStyle w:val="Text1-1"/>
        <w:numPr>
          <w:ilvl w:val="1"/>
          <w:numId w:val="5"/>
        </w:numPr>
        <w:rPr>
          <w:rFonts w:eastAsia="Times New Roman" w:cs="Times New Roman"/>
          <w:sz w:val="20"/>
          <w:szCs w:val="20"/>
        </w:rPr>
      </w:pPr>
      <w:r>
        <w:t xml:space="preserve">Objednatel </w:t>
      </w:r>
      <w:r w:rsidR="00277C7C" w:rsidRPr="00ED0187">
        <w:t xml:space="preserve">si vyhrazuje požadavek, že autorský dozor bude v průběhu realizace Stavby zajištěn osobou (osobami) </w:t>
      </w:r>
      <w:proofErr w:type="gramStart"/>
      <w:r w:rsidR="00277C7C" w:rsidRPr="00ED0187">
        <w:t>disponující(mi</w:t>
      </w:r>
      <w:proofErr w:type="gramEnd"/>
      <w:r w:rsidR="00277C7C" w:rsidRPr="00ED0187">
        <w:t xml:space="preserve">) elektronickým podpisem. </w:t>
      </w:r>
    </w:p>
    <w:p w14:paraId="35C39875"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796F61">
        <w:t xml:space="preserve"> </w:t>
      </w:r>
      <w:r w:rsidRPr="00ED0187">
        <w: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AD1E5E">
        <w:t xml:space="preserve"> </w:t>
      </w:r>
      <w:r w:rsidRPr="00ED0187">
        <w:t>6 ZZVZ.</w:t>
      </w:r>
    </w:p>
    <w:p w14:paraId="2BBC9300"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C604050"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13902AB0" w14:textId="77777777" w:rsidR="00406C51" w:rsidRPr="00423855" w:rsidRDefault="00406C51" w:rsidP="006E0B06">
      <w:pPr>
        <w:pStyle w:val="Text1-1"/>
        <w:numPr>
          <w:ilvl w:val="1"/>
          <w:numId w:val="5"/>
        </w:numPr>
        <w:rPr>
          <w:rFonts w:eastAsia="Times New Roman" w:cs="Times New Roman"/>
          <w:strike/>
        </w:rPr>
      </w:pPr>
      <w:r w:rsidRPr="00D42AE2">
        <w:rPr>
          <w:rFonts w:eastAsia="Times New Roman" w:cs="Times New Roman"/>
        </w:rPr>
        <w:t>Sociálně a environmentálně odpovědné zadáván</w:t>
      </w:r>
      <w:r w:rsidRPr="00423855">
        <w:rPr>
          <w:rFonts w:eastAsia="Times New Roman" w:cs="Times New Roman"/>
        </w:rPr>
        <w:t>í</w:t>
      </w:r>
      <w:r w:rsidR="00825DF8" w:rsidRPr="00423855">
        <w:rPr>
          <w:rFonts w:eastAsia="Times New Roman" w:cs="Times New Roman"/>
        </w:rPr>
        <w:t>.</w:t>
      </w:r>
    </w:p>
    <w:p w14:paraId="1CC24B86" w14:textId="77777777" w:rsidR="00406C51" w:rsidRPr="00ED0187" w:rsidRDefault="00406C51" w:rsidP="00433CD6">
      <w:pPr>
        <w:pStyle w:val="Text1-2"/>
        <w:rPr>
          <w:rFonts w:eastAsia="Times New Roman" w:cs="Times New Roman"/>
        </w:rPr>
      </w:pPr>
      <w:r w:rsidRPr="00423855">
        <w:rPr>
          <w:rFonts w:eastAsia="Times New Roman" w:cs="Times New Roman"/>
        </w:rPr>
        <w:t>Zhotovitel se zavazuje sjednat si s dalšími osobami</w:t>
      </w:r>
      <w:r w:rsidRPr="00ED0187">
        <w:rPr>
          <w:rFonts w:eastAsia="Times New Roman" w:cs="Times New Roman"/>
        </w:rPr>
        <w:t xml:space="preserve">, které se na jeho straně podílejí na realizaci Díla a jsou podnikateli, stejnou nebo kratší dobu splatnosti daňových dokladů, jaká je sjednána v této Smlouvě. </w:t>
      </w:r>
    </w:p>
    <w:p w14:paraId="64D82640" w14:textId="77777777" w:rsidR="00406C51" w:rsidRPr="00ED0187" w:rsidRDefault="00406C51" w:rsidP="00F035CE">
      <w:pPr>
        <w:pStyle w:val="Text1-2"/>
      </w:pPr>
      <w:r w:rsidRPr="00ED0187">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DD6C79">
        <w:t>6</w:t>
      </w:r>
      <w:r w:rsidRPr="00ED0187">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ED0187">
        <w:t>odst.4.</w:t>
      </w:r>
      <w:r w:rsidR="0047106F">
        <w:t>6</w:t>
      </w:r>
      <w:r w:rsidRPr="00ED0187">
        <w:t>.1</w:t>
      </w:r>
      <w:proofErr w:type="gramEnd"/>
      <w:r w:rsidRPr="00ED0187">
        <w:t xml:space="preserve"> této Smlouvy. </w:t>
      </w:r>
    </w:p>
    <w:p w14:paraId="53404588" w14:textId="77777777" w:rsidR="008852F9" w:rsidRPr="008852F9" w:rsidRDefault="00406C51" w:rsidP="001F6F27">
      <w:pPr>
        <w:pStyle w:val="Text1-2"/>
        <w:ind w:hanging="795"/>
      </w:pPr>
      <w:r w:rsidRPr="00ED0187">
        <w:rPr>
          <w:rFonts w:eastAsia="Times New Roman" w:cs="Times New Roman"/>
        </w:rPr>
        <w:t>Porady</w:t>
      </w:r>
      <w:r w:rsidR="00F25BB4" w:rsidRPr="00ED0187">
        <w:rPr>
          <w:rFonts w:eastAsia="Times New Roman" w:cs="Times New Roman"/>
        </w:rPr>
        <w:t xml:space="preserve"> a jednání svolaná</w:t>
      </w:r>
      <w:r w:rsidR="00AF6A69" w:rsidRPr="00ED0187">
        <w:rPr>
          <w:rFonts w:eastAsia="Times New Roman" w:cs="Times New Roman"/>
        </w:rPr>
        <w:t xml:space="preserve"> </w:t>
      </w:r>
      <w:r w:rsidRPr="00ED0187">
        <w:rPr>
          <w:rFonts w:eastAsia="Times New Roman" w:cs="Times New Roman"/>
        </w:rPr>
        <w:t>dle odst.</w:t>
      </w:r>
      <w:r w:rsidR="00F25BB4" w:rsidRPr="00ED0187">
        <w:rPr>
          <w:rFonts w:eastAsia="Times New Roman" w:cs="Times New Roman"/>
        </w:rPr>
        <w:t xml:space="preserve"> </w:t>
      </w:r>
      <w:r w:rsidR="003B5E09" w:rsidRPr="00ED0187">
        <w:rPr>
          <w:rFonts w:eastAsia="Times New Roman" w:cs="Times New Roman"/>
        </w:rPr>
        <w:t xml:space="preserve">3.2 </w:t>
      </w:r>
      <w:r w:rsidR="00F25BB4" w:rsidRPr="00ED0187">
        <w:rPr>
          <w:rFonts w:eastAsia="Times New Roman" w:cs="Times New Roman"/>
        </w:rPr>
        <w:t>Přílohy č.</w:t>
      </w:r>
      <w:r w:rsidR="009F284E">
        <w:rPr>
          <w:rFonts w:eastAsia="Times New Roman" w:cs="Times New Roman"/>
        </w:rPr>
        <w:t xml:space="preserve"> </w:t>
      </w:r>
      <w:r w:rsidR="00F25BB4" w:rsidRPr="00ED0187">
        <w:rPr>
          <w:rFonts w:eastAsia="Times New Roman" w:cs="Times New Roman"/>
        </w:rPr>
        <w:t>3b) této Smlouvy</w:t>
      </w:r>
      <w:r w:rsidRPr="00ED0187">
        <w:rPr>
          <w:rFonts w:eastAsia="Times New Roman" w:cs="Times New Roman"/>
        </w:rPr>
        <w:t xml:space="preserve"> budou probíhat primárně distančním způsobem (elektronicky, např. MS </w:t>
      </w:r>
      <w:proofErr w:type="spellStart"/>
      <w:r w:rsidRPr="00ED0187">
        <w:rPr>
          <w:rFonts w:eastAsia="Times New Roman" w:cs="Times New Roman"/>
        </w:rPr>
        <w:t>Teams</w:t>
      </w:r>
      <w:proofErr w:type="spellEnd"/>
      <w:r w:rsidRPr="00ED0187">
        <w:rPr>
          <w:rFonts w:eastAsia="Times New Roman" w:cs="Times New Roman"/>
        </w:rPr>
        <w:t xml:space="preserve">, Google </w:t>
      </w:r>
      <w:proofErr w:type="spellStart"/>
      <w:r w:rsidRPr="00ED0187">
        <w:rPr>
          <w:rFonts w:eastAsia="Times New Roman" w:cs="Times New Roman"/>
        </w:rPr>
        <w:t>meet</w:t>
      </w:r>
      <w:proofErr w:type="spellEnd"/>
      <w:r w:rsidRPr="00ED0187">
        <w:rPr>
          <w:rFonts w:eastAsia="Times New Roman" w:cs="Times New Roman"/>
        </w:rPr>
        <w:t>, atp.), pokud nebude nutné, aby byly spojeny s místním šetřením.</w:t>
      </w:r>
    </w:p>
    <w:p w14:paraId="63B85BE7" w14:textId="77777777" w:rsidR="008852F9" w:rsidRPr="008852F9" w:rsidRDefault="008852F9" w:rsidP="0057014E">
      <w:pPr>
        <w:pStyle w:val="Text1-1"/>
      </w:pPr>
      <w:r w:rsidRPr="008852F9">
        <w:t xml:space="preserve">Mezinárodní sankce </w:t>
      </w:r>
    </w:p>
    <w:p w14:paraId="32AAA388" w14:textId="77777777" w:rsidR="008852F9" w:rsidRPr="008852F9" w:rsidRDefault="008852F9" w:rsidP="008852F9">
      <w:pPr>
        <w:numPr>
          <w:ilvl w:val="2"/>
          <w:numId w:val="5"/>
        </w:numPr>
        <w:tabs>
          <w:tab w:val="clear" w:pos="1646"/>
          <w:tab w:val="num" w:pos="1504"/>
          <w:tab w:val="num" w:pos="4339"/>
          <w:tab w:val="num" w:pos="4622"/>
        </w:tabs>
        <w:spacing w:after="120" w:line="264" w:lineRule="auto"/>
        <w:ind w:left="1504"/>
        <w:jc w:val="both"/>
        <w:rPr>
          <w:rFonts w:eastAsia="Times New Roman" w:cs="Times New Roman"/>
          <w:sz w:val="18"/>
          <w:szCs w:val="18"/>
        </w:rPr>
      </w:pPr>
      <w:r w:rsidRPr="008852F9">
        <w:rPr>
          <w:rFonts w:eastAsia="Times New Roman" w:cs="Times New Roman"/>
          <w:sz w:val="18"/>
          <w:szCs w:val="18"/>
        </w:rPr>
        <w:t xml:space="preserve">Zhotovitel prohlašuje, že: </w:t>
      </w:r>
    </w:p>
    <w:p w14:paraId="5750607C" w14:textId="77777777" w:rsidR="008852F9" w:rsidRPr="008852F9" w:rsidRDefault="008852F9" w:rsidP="008852F9">
      <w:pPr>
        <w:numPr>
          <w:ilvl w:val="1"/>
          <w:numId w:val="6"/>
        </w:numPr>
        <w:tabs>
          <w:tab w:val="clear" w:pos="1531"/>
          <w:tab w:val="num" w:pos="1985"/>
        </w:tabs>
        <w:spacing w:after="80" w:line="264" w:lineRule="auto"/>
        <w:ind w:left="1985" w:hanging="425"/>
        <w:jc w:val="both"/>
        <w:rPr>
          <w:sz w:val="18"/>
          <w:szCs w:val="18"/>
        </w:rPr>
      </w:pPr>
      <w:r w:rsidRPr="008852F9">
        <w:rPr>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1926B36" w14:textId="77777777" w:rsidR="008852F9" w:rsidRPr="008852F9" w:rsidRDefault="008852F9" w:rsidP="008852F9">
      <w:pPr>
        <w:numPr>
          <w:ilvl w:val="1"/>
          <w:numId w:val="6"/>
        </w:numPr>
        <w:tabs>
          <w:tab w:val="clear" w:pos="1531"/>
          <w:tab w:val="num" w:pos="1985"/>
        </w:tabs>
        <w:spacing w:after="80" w:line="264" w:lineRule="auto"/>
        <w:ind w:left="1985" w:hanging="425"/>
        <w:jc w:val="both"/>
        <w:rPr>
          <w:sz w:val="18"/>
          <w:szCs w:val="18"/>
        </w:rPr>
      </w:pPr>
      <w:r w:rsidRPr="008852F9">
        <w:rPr>
          <w:sz w:val="18"/>
          <w:szCs w:val="18"/>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2927BB41" w14:textId="77777777" w:rsidR="008852F9" w:rsidRPr="008852F9" w:rsidRDefault="008852F9" w:rsidP="008852F9">
      <w:pPr>
        <w:numPr>
          <w:ilvl w:val="2"/>
          <w:numId w:val="5"/>
        </w:numPr>
        <w:tabs>
          <w:tab w:val="clear" w:pos="1646"/>
          <w:tab w:val="num" w:pos="1504"/>
          <w:tab w:val="num" w:pos="4339"/>
          <w:tab w:val="num" w:pos="4622"/>
        </w:tabs>
        <w:spacing w:after="120" w:line="264" w:lineRule="auto"/>
        <w:ind w:left="1504"/>
        <w:jc w:val="both"/>
        <w:rPr>
          <w:rFonts w:eastAsia="Times New Roman" w:cs="Times New Roman"/>
          <w:sz w:val="18"/>
          <w:szCs w:val="18"/>
        </w:rPr>
      </w:pPr>
      <w:r w:rsidRPr="008852F9">
        <w:rPr>
          <w:rFonts w:eastAsia="Times New Roman" w:cs="Times New Roman"/>
          <w:sz w:val="18"/>
          <w:szCs w:val="18"/>
        </w:rPr>
        <w:t xml:space="preserve">Je-li Zhotovitelem sdružení více osob, platí výše </w:t>
      </w:r>
      <w:r w:rsidR="000F0B60">
        <w:rPr>
          <w:rFonts w:eastAsia="Times New Roman" w:cs="Times New Roman"/>
          <w:sz w:val="18"/>
          <w:szCs w:val="18"/>
        </w:rPr>
        <w:t xml:space="preserve">uvedené </w:t>
      </w:r>
      <w:r w:rsidRPr="008852F9">
        <w:rPr>
          <w:rFonts w:eastAsia="Times New Roman" w:cs="Times New Roman"/>
          <w:sz w:val="18"/>
          <w:szCs w:val="18"/>
        </w:rPr>
        <w:t xml:space="preserve">podmínky dle </w:t>
      </w:r>
      <w:r w:rsidR="000F0B60">
        <w:rPr>
          <w:rFonts w:eastAsia="Times New Roman" w:cs="Times New Roman"/>
          <w:sz w:val="18"/>
          <w:szCs w:val="18"/>
        </w:rPr>
        <w:t>odst. 7.7.1</w:t>
      </w:r>
      <w:r w:rsidRPr="008852F9">
        <w:rPr>
          <w:rFonts w:eastAsia="Times New Roman" w:cs="Times New Roman"/>
          <w:sz w:val="18"/>
          <w:szCs w:val="18"/>
        </w:rPr>
        <w:t xml:space="preserve"> </w:t>
      </w:r>
      <w:r w:rsidR="005934C9">
        <w:rPr>
          <w:rFonts w:eastAsia="Times New Roman" w:cs="Times New Roman"/>
          <w:sz w:val="18"/>
          <w:szCs w:val="18"/>
        </w:rPr>
        <w:t xml:space="preserve">této Smlouvy </w:t>
      </w:r>
      <w:r w:rsidR="000F0B60">
        <w:rPr>
          <w:rFonts w:eastAsia="Times New Roman" w:cs="Times New Roman"/>
          <w:sz w:val="18"/>
          <w:szCs w:val="18"/>
        </w:rPr>
        <w:t xml:space="preserve">také </w:t>
      </w:r>
      <w:r w:rsidRPr="008852F9">
        <w:rPr>
          <w:rFonts w:eastAsia="Times New Roman" w:cs="Times New Roman"/>
          <w:sz w:val="18"/>
          <w:szCs w:val="18"/>
        </w:rPr>
        <w:t>jednotlivě pro všechny osoby v rámci Zhotovitele sdružené, a to bez ohledu na právní formu tohoto sdružení.</w:t>
      </w:r>
    </w:p>
    <w:p w14:paraId="74476EC6" w14:textId="77777777" w:rsidR="008852F9" w:rsidRPr="008852F9" w:rsidRDefault="008852F9" w:rsidP="008852F9">
      <w:pPr>
        <w:numPr>
          <w:ilvl w:val="2"/>
          <w:numId w:val="5"/>
        </w:numPr>
        <w:tabs>
          <w:tab w:val="clear" w:pos="1646"/>
          <w:tab w:val="num" w:pos="1504"/>
          <w:tab w:val="num" w:pos="4339"/>
          <w:tab w:val="num" w:pos="4622"/>
        </w:tabs>
        <w:spacing w:after="120" w:line="264" w:lineRule="auto"/>
        <w:ind w:left="1504"/>
        <w:jc w:val="both"/>
        <w:rPr>
          <w:rFonts w:eastAsia="Times New Roman" w:cs="Times New Roman"/>
          <w:sz w:val="18"/>
          <w:szCs w:val="18"/>
        </w:rPr>
      </w:pPr>
      <w:r w:rsidRPr="008852F9">
        <w:rPr>
          <w:rFonts w:eastAsia="Times New Roman" w:cs="Times New Roman"/>
          <w:sz w:val="18"/>
          <w:szCs w:val="18"/>
        </w:rPr>
        <w:t xml:space="preserve">Přestane-li Zhotovitel nebo některý z jeho poddodavatelů nebo jiných osob, jejichž způsobilost byla využita ve smyslu evropských směrnic o zadávání veřejných zakázek, splňovat výše uvedené podmínky dle </w:t>
      </w:r>
      <w:r w:rsidR="000F0B60">
        <w:rPr>
          <w:rFonts w:eastAsia="Times New Roman" w:cs="Times New Roman"/>
          <w:sz w:val="18"/>
          <w:szCs w:val="18"/>
        </w:rPr>
        <w:t>odst. 7.7.1</w:t>
      </w:r>
      <w:r w:rsidR="005934C9">
        <w:rPr>
          <w:rFonts w:eastAsia="Times New Roman" w:cs="Times New Roman"/>
          <w:sz w:val="18"/>
          <w:szCs w:val="18"/>
        </w:rPr>
        <w:t xml:space="preserve"> této Smlouvy</w:t>
      </w:r>
      <w:r w:rsidR="000F0B60">
        <w:rPr>
          <w:rFonts w:eastAsia="Times New Roman" w:cs="Times New Roman"/>
          <w:sz w:val="18"/>
          <w:szCs w:val="18"/>
        </w:rPr>
        <w:t>,</w:t>
      </w:r>
      <w:r w:rsidR="004A5F85">
        <w:rPr>
          <w:rFonts w:eastAsia="Times New Roman" w:cs="Times New Roman"/>
          <w:sz w:val="18"/>
          <w:szCs w:val="18"/>
        </w:rPr>
        <w:t xml:space="preserve"> </w:t>
      </w:r>
      <w:r w:rsidRPr="008852F9">
        <w:rPr>
          <w:rFonts w:eastAsia="Times New Roman" w:cs="Times New Roman"/>
          <w:sz w:val="18"/>
          <w:szCs w:val="18"/>
        </w:rPr>
        <w:t>oznámí tuto skutečnost bez zbytečného odkladu, nejpozději však do 3 pracovních dnů ode dne, kdy přestal splňovat výše uvedené podmínky, Objednateli.</w:t>
      </w:r>
    </w:p>
    <w:p w14:paraId="73718AAD" w14:textId="77777777" w:rsidR="008852F9" w:rsidRPr="008852F9" w:rsidRDefault="008852F9" w:rsidP="008852F9">
      <w:pPr>
        <w:numPr>
          <w:ilvl w:val="2"/>
          <w:numId w:val="5"/>
        </w:numPr>
        <w:tabs>
          <w:tab w:val="clear" w:pos="1646"/>
          <w:tab w:val="num" w:pos="1504"/>
          <w:tab w:val="num" w:pos="4339"/>
          <w:tab w:val="num" w:pos="4622"/>
        </w:tabs>
        <w:spacing w:after="120" w:line="264" w:lineRule="auto"/>
        <w:ind w:left="1504"/>
        <w:jc w:val="both"/>
        <w:rPr>
          <w:rFonts w:eastAsia="Times New Roman" w:cs="Times New Roman"/>
          <w:sz w:val="18"/>
          <w:szCs w:val="18"/>
        </w:rPr>
      </w:pPr>
      <w:r w:rsidRPr="008852F9">
        <w:rPr>
          <w:rFonts w:eastAsia="Times New Roman" w:cs="Times New Roman"/>
          <w:sz w:val="18"/>
          <w:szCs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5E20CA6" w14:textId="77777777" w:rsidR="008852F9" w:rsidRPr="008852F9" w:rsidRDefault="008852F9" w:rsidP="008852F9">
      <w:pPr>
        <w:numPr>
          <w:ilvl w:val="2"/>
          <w:numId w:val="5"/>
        </w:numPr>
        <w:tabs>
          <w:tab w:val="clear" w:pos="1646"/>
          <w:tab w:val="num" w:pos="1504"/>
          <w:tab w:val="num" w:pos="4339"/>
          <w:tab w:val="num" w:pos="4622"/>
        </w:tabs>
        <w:spacing w:after="120" w:line="264" w:lineRule="auto"/>
        <w:ind w:left="1504"/>
        <w:jc w:val="both"/>
        <w:rPr>
          <w:rFonts w:eastAsia="Times New Roman" w:cs="Times New Roman"/>
          <w:sz w:val="18"/>
          <w:szCs w:val="18"/>
        </w:rPr>
      </w:pPr>
      <w:r w:rsidRPr="008852F9">
        <w:rPr>
          <w:rFonts w:eastAsia="Times New Roman" w:cs="Times New Roman"/>
          <w:sz w:val="18"/>
          <w:szCs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C0C3B9C" w14:textId="77777777" w:rsidR="00377DAB" w:rsidRPr="001F6F27" w:rsidRDefault="008852F9" w:rsidP="004A5F85">
      <w:pPr>
        <w:numPr>
          <w:ilvl w:val="2"/>
          <w:numId w:val="5"/>
        </w:numPr>
        <w:tabs>
          <w:tab w:val="clear" w:pos="1646"/>
          <w:tab w:val="num" w:pos="1504"/>
          <w:tab w:val="num" w:pos="4339"/>
          <w:tab w:val="num" w:pos="4622"/>
        </w:tabs>
        <w:spacing w:after="120" w:line="264" w:lineRule="auto"/>
        <w:ind w:left="1504"/>
        <w:jc w:val="both"/>
      </w:pPr>
      <w:r w:rsidRPr="008852F9">
        <w:rPr>
          <w:rFonts w:eastAsia="Times New Roman" w:cs="Times New Roman"/>
          <w:sz w:val="18"/>
          <w:szCs w:val="18"/>
        </w:rPr>
        <w:lastRenderedPageBreak/>
        <w:t xml:space="preserve">Ukáží-li se prohlášení Zhotovitele dle odstavce </w:t>
      </w:r>
      <w:r w:rsidR="000F0B60">
        <w:rPr>
          <w:rFonts w:eastAsia="Times New Roman" w:cs="Times New Roman"/>
          <w:sz w:val="18"/>
          <w:szCs w:val="18"/>
        </w:rPr>
        <w:t>7.7.</w:t>
      </w:r>
      <w:r w:rsidR="000F0B60" w:rsidRPr="008852F9">
        <w:rPr>
          <w:rFonts w:eastAsia="Times New Roman" w:cs="Times New Roman"/>
          <w:sz w:val="18"/>
          <w:szCs w:val="18"/>
        </w:rPr>
        <w:t xml:space="preserve">1 </w:t>
      </w:r>
      <w:r w:rsidR="000F0B60">
        <w:rPr>
          <w:rFonts w:eastAsia="Times New Roman" w:cs="Times New Roman"/>
          <w:sz w:val="18"/>
          <w:szCs w:val="18"/>
        </w:rPr>
        <w:t>a</w:t>
      </w:r>
      <w:r w:rsidR="004A5F85">
        <w:rPr>
          <w:rFonts w:eastAsia="Times New Roman" w:cs="Times New Roman"/>
          <w:sz w:val="18"/>
          <w:szCs w:val="18"/>
        </w:rPr>
        <w:t xml:space="preserve"> 7.7.2 </w:t>
      </w:r>
      <w:r w:rsidRPr="008852F9">
        <w:rPr>
          <w:rFonts w:eastAsia="Times New Roman" w:cs="Times New Roman"/>
          <w:sz w:val="18"/>
          <w:szCs w:val="18"/>
        </w:rPr>
        <w:t xml:space="preserve">této Smlouvy jako nepravdivá nebo poruší-li Zhotovitel svou oznamovací povinnost dle odstavce </w:t>
      </w:r>
      <w:r w:rsidR="004A5F85">
        <w:rPr>
          <w:rFonts w:eastAsia="Times New Roman" w:cs="Times New Roman"/>
          <w:sz w:val="18"/>
          <w:szCs w:val="18"/>
        </w:rPr>
        <w:t>7.7</w:t>
      </w:r>
      <w:r w:rsidRPr="008852F9">
        <w:rPr>
          <w:rFonts w:eastAsia="Times New Roman" w:cs="Times New Roman"/>
          <w:sz w:val="18"/>
          <w:szCs w:val="18"/>
        </w:rPr>
        <w:t xml:space="preserve">.3 </w:t>
      </w:r>
      <w:r w:rsidR="005934C9">
        <w:rPr>
          <w:rFonts w:eastAsia="Times New Roman" w:cs="Times New Roman"/>
          <w:sz w:val="18"/>
          <w:szCs w:val="18"/>
        </w:rPr>
        <w:t xml:space="preserve">této Smlouvy </w:t>
      </w:r>
      <w:r w:rsidRPr="008852F9">
        <w:rPr>
          <w:rFonts w:eastAsia="Times New Roman" w:cs="Times New Roman"/>
          <w:sz w:val="18"/>
          <w:szCs w:val="18"/>
        </w:rPr>
        <w:t xml:space="preserve">nebo některou z povinností dle odstavců </w:t>
      </w:r>
      <w:r w:rsidR="004A5F85">
        <w:rPr>
          <w:rFonts w:eastAsia="Times New Roman" w:cs="Times New Roman"/>
          <w:sz w:val="18"/>
          <w:szCs w:val="18"/>
        </w:rPr>
        <w:t>7.7</w:t>
      </w:r>
      <w:r w:rsidRPr="008852F9">
        <w:rPr>
          <w:rFonts w:eastAsia="Times New Roman" w:cs="Times New Roman"/>
          <w:sz w:val="18"/>
          <w:szCs w:val="18"/>
        </w:rPr>
        <w:t xml:space="preserve">.4 nebo </w:t>
      </w:r>
      <w:r w:rsidR="004A5F85">
        <w:rPr>
          <w:rFonts w:eastAsia="Times New Roman" w:cs="Times New Roman"/>
          <w:sz w:val="18"/>
          <w:szCs w:val="18"/>
        </w:rPr>
        <w:t>7.7.</w:t>
      </w:r>
      <w:r w:rsidRPr="008852F9">
        <w:rPr>
          <w:rFonts w:eastAsia="Times New Roman" w:cs="Times New Roman"/>
          <w:sz w:val="18"/>
          <w:szCs w:val="18"/>
        </w:rPr>
        <w:t xml:space="preserve">5 této Smlouvy, je Objednatel oprávněn odstoupit od této Smlouvy. Zhotovitel je dále povinen zaplatit za každé jednotlivé porušení povinností dle předchozí věty, s výjimkou oznamovací povinnosti dle odstavce </w:t>
      </w:r>
      <w:r w:rsidR="004A5F85">
        <w:rPr>
          <w:rFonts w:eastAsia="Times New Roman" w:cs="Times New Roman"/>
          <w:sz w:val="18"/>
          <w:szCs w:val="18"/>
        </w:rPr>
        <w:t>7.7.</w:t>
      </w:r>
      <w:r w:rsidRPr="008852F9">
        <w:rPr>
          <w:rFonts w:eastAsia="Times New Roman" w:cs="Times New Roman"/>
          <w:sz w:val="18"/>
          <w:szCs w:val="18"/>
        </w:rPr>
        <w:t>3 této Smlouvy, smluvní pokutu ve výši 300.000</w:t>
      </w:r>
      <w:r w:rsidR="000F0B60">
        <w:rPr>
          <w:rFonts w:eastAsia="Times New Roman" w:cs="Times New Roman"/>
          <w:sz w:val="18"/>
          <w:szCs w:val="18"/>
        </w:rPr>
        <w:t>,-</w:t>
      </w:r>
      <w:r w:rsidRPr="008852F9">
        <w:rPr>
          <w:rFonts w:eastAsia="Times New Roman" w:cs="Times New Roman"/>
          <w:sz w:val="18"/>
          <w:szCs w:val="18"/>
        </w:rPr>
        <w:t xml:space="preserve"> Kč. Zhotovitel je dále povinen zaplatit za každé jednotlivé porušení oznamovací povinnosti dle odstavce </w:t>
      </w:r>
      <w:r w:rsidR="004A5F85">
        <w:rPr>
          <w:rFonts w:eastAsia="Times New Roman" w:cs="Times New Roman"/>
          <w:sz w:val="18"/>
          <w:szCs w:val="18"/>
        </w:rPr>
        <w:t>7.7</w:t>
      </w:r>
      <w:r w:rsidRPr="008852F9">
        <w:rPr>
          <w:rFonts w:eastAsia="Times New Roman" w:cs="Times New Roman"/>
          <w:sz w:val="18"/>
          <w:szCs w:val="18"/>
        </w:rPr>
        <w:t>.3 smluvní pokutu ve výši 100.000</w:t>
      </w:r>
      <w:r w:rsidR="000F0B60">
        <w:rPr>
          <w:rFonts w:eastAsia="Times New Roman" w:cs="Times New Roman"/>
          <w:sz w:val="18"/>
          <w:szCs w:val="18"/>
        </w:rPr>
        <w:t>,-</w:t>
      </w:r>
      <w:r w:rsidRPr="008852F9">
        <w:rPr>
          <w:rFonts w:eastAsia="Times New Roman" w:cs="Times New Roman"/>
          <w:sz w:val="18"/>
          <w:szCs w:val="18"/>
        </w:rPr>
        <w:t xml:space="preserve"> Kč. Ustanovení § 2004 odst. 2 Občanského zákoníku a § 2050 Občanského zákoníku se nepoužijí. </w:t>
      </w:r>
    </w:p>
    <w:p w14:paraId="6C579A73" w14:textId="77777777" w:rsidR="003F5723" w:rsidRDefault="003F5723" w:rsidP="003F5723">
      <w:pPr>
        <w:pStyle w:val="Nadpis1-1"/>
      </w:pPr>
      <w:r>
        <w:t>ZÁVĚREČNÁ USTANOVENÍ</w:t>
      </w:r>
    </w:p>
    <w:p w14:paraId="77CD124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114237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462CA59"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CF998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E52492F"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55CE4E90"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66A8D6E2"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76487D8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5603C329"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962DB20"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07D55A9"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334BF19D" w14:textId="77777777" w:rsidR="003F5723" w:rsidRDefault="003F5723" w:rsidP="003F5723">
      <w:pPr>
        <w:pStyle w:val="Text1-1"/>
      </w:pPr>
      <w:r>
        <w:lastRenderedPageBreak/>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0380D6E0"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0C003C1"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615CB55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A4B2BA" w14:textId="77777777" w:rsidR="00960E25" w:rsidRPr="00960E25" w:rsidRDefault="00F422D3" w:rsidP="00960E25">
      <w:pPr>
        <w:pStyle w:val="Text1-1"/>
        <w:numPr>
          <w:ilvl w:val="1"/>
          <w:numId w:val="5"/>
        </w:numPr>
        <w:rPr>
          <w:i/>
          <w:color w:val="00B050"/>
        </w:rPr>
      </w:pPr>
      <w:r w:rsidRPr="00376B87">
        <w:rPr>
          <w:b/>
        </w:rPr>
        <w:t>Přílohy, které tvoří nedíln</w:t>
      </w:r>
      <w:r w:rsidR="001E0A7B">
        <w:rPr>
          <w:b/>
        </w:rPr>
        <w:t>ou součást této Smlouvy</w:t>
      </w:r>
      <w:r w:rsidR="003A1DDA">
        <w:rPr>
          <w:b/>
        </w:rPr>
        <w:t>:</w:t>
      </w:r>
    </w:p>
    <w:p w14:paraId="156967C2" w14:textId="77777777" w:rsidR="00F422D3" w:rsidRPr="00376B87" w:rsidRDefault="00F422D3" w:rsidP="00960E25">
      <w:pPr>
        <w:pStyle w:val="Text1-1"/>
        <w:numPr>
          <w:ilvl w:val="0"/>
          <w:numId w:val="0"/>
        </w:numPr>
        <w:ind w:left="737"/>
        <w:rPr>
          <w:b/>
        </w:rPr>
      </w:pPr>
    </w:p>
    <w:p w14:paraId="07BE3D5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28431CFA" w14:textId="227754E6"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C32452">
        <w:t xml:space="preserve"> - </w:t>
      </w:r>
      <w:r w:rsidR="007947F0" w:rsidRPr="007947F0">
        <w:rPr>
          <w:b/>
        </w:rPr>
        <w:t>OP_DUSP+PDPS_07 22</w:t>
      </w:r>
    </w:p>
    <w:p w14:paraId="31BB606A" w14:textId="77777777" w:rsidR="00124751" w:rsidRDefault="00F422D3" w:rsidP="00964369">
      <w:pPr>
        <w:pStyle w:val="Textbezslovn"/>
      </w:pPr>
      <w:r w:rsidRPr="00964369">
        <w:t>Příloha</w:t>
      </w:r>
      <w:r>
        <w:t xml:space="preserve"> č. 3</w:t>
      </w:r>
      <w:r>
        <w:tab/>
      </w:r>
      <w:r w:rsidR="00124751" w:rsidRPr="006923FD">
        <w:rPr>
          <w:b/>
        </w:rPr>
        <w:t>Technické podmínky</w:t>
      </w:r>
    </w:p>
    <w:p w14:paraId="7C6E81D2" w14:textId="77777777" w:rsidR="00124751" w:rsidRPr="00964369" w:rsidRDefault="00124751" w:rsidP="00964369">
      <w:pPr>
        <w:pStyle w:val="Textbezslovn"/>
        <w:ind w:left="2127"/>
      </w:pPr>
      <w:r>
        <w:t xml:space="preserve">a) Technické </w:t>
      </w:r>
      <w:r w:rsidRPr="00964369">
        <w:t>kvalitativní podmínky staveb státních drah (TKP)</w:t>
      </w:r>
    </w:p>
    <w:p w14:paraId="367741C9" w14:textId="77777777" w:rsidR="00124751" w:rsidRPr="00964369" w:rsidRDefault="00124751" w:rsidP="00964369">
      <w:pPr>
        <w:pStyle w:val="Textbezslovn"/>
        <w:ind w:left="2127"/>
      </w:pPr>
      <w:r w:rsidRPr="00964369">
        <w:t xml:space="preserve">b) Všeobecné technické podmínky </w:t>
      </w:r>
      <w:r w:rsidR="004148F5">
        <w:t xml:space="preserve">– </w:t>
      </w:r>
      <w:r w:rsidR="004148F5" w:rsidRPr="003C1B35">
        <w:rPr>
          <w:b/>
        </w:rPr>
        <w:t>VTP/DOKUMENTACE/05/22</w:t>
      </w:r>
      <w:r w:rsidRPr="00964369">
        <w:t xml:space="preserve"> </w:t>
      </w:r>
    </w:p>
    <w:p w14:paraId="18239676" w14:textId="77777777" w:rsidR="00F422D3" w:rsidRDefault="003E7C00" w:rsidP="00964369">
      <w:pPr>
        <w:pStyle w:val="Textbezslovn"/>
        <w:ind w:left="2127"/>
      </w:pPr>
      <w:r>
        <w:t>c) NEOBSAZENO</w:t>
      </w:r>
    </w:p>
    <w:p w14:paraId="284FE990"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1CBFF1B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AA98A86"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2533E643" w14:textId="77777777" w:rsidR="00124751" w:rsidRPr="00964369" w:rsidRDefault="00F422D3" w:rsidP="00964369">
      <w:pPr>
        <w:pStyle w:val="Textbezslovn"/>
      </w:pPr>
      <w:r w:rsidRPr="00964369">
        <w:t>Příloha č.</w:t>
      </w:r>
      <w:r w:rsidR="002A5298">
        <w:t xml:space="preserve"> </w:t>
      </w:r>
      <w:r w:rsidRPr="00964369">
        <w:t>7</w:t>
      </w:r>
      <w:r w:rsidRPr="00964369">
        <w:tab/>
      </w:r>
      <w:r w:rsidR="00124751" w:rsidRPr="006923FD">
        <w:rPr>
          <w:b/>
        </w:rPr>
        <w:t xml:space="preserve">Seznam požadovaných pojištění </w:t>
      </w:r>
    </w:p>
    <w:p w14:paraId="531558ED" w14:textId="77777777" w:rsidR="00124751" w:rsidRPr="00964369" w:rsidRDefault="002A5298" w:rsidP="00964369">
      <w:pPr>
        <w:pStyle w:val="Textbezslovn"/>
      </w:pPr>
      <w:r>
        <w:t xml:space="preserve">Příloha č. </w:t>
      </w:r>
      <w:r w:rsidR="00124751" w:rsidRPr="00964369">
        <w:t>8</w:t>
      </w:r>
      <w:r w:rsidR="00124751" w:rsidRPr="00964369">
        <w:tab/>
      </w:r>
      <w:r w:rsidR="00124751" w:rsidRPr="006923FD">
        <w:rPr>
          <w:b/>
        </w:rPr>
        <w:t>Seznam poddodavatelů</w:t>
      </w:r>
    </w:p>
    <w:p w14:paraId="75016BF6" w14:textId="77777777" w:rsidR="00124751" w:rsidRPr="00964369" w:rsidRDefault="002A5298" w:rsidP="00964369">
      <w:pPr>
        <w:pStyle w:val="Textbezslovn"/>
      </w:pPr>
      <w:r>
        <w:t xml:space="preserve">Příloha č. </w:t>
      </w:r>
      <w:r w:rsidR="00124751" w:rsidRPr="00964369">
        <w:t>9</w:t>
      </w:r>
      <w:r w:rsidR="00124751" w:rsidRPr="00964369">
        <w:tab/>
      </w:r>
      <w:r w:rsidR="00124751" w:rsidRPr="006923FD">
        <w:rPr>
          <w:b/>
        </w:rPr>
        <w:t>Související dokumenty</w:t>
      </w:r>
    </w:p>
    <w:p w14:paraId="5297C3D6" w14:textId="77777777" w:rsidR="00124751" w:rsidRDefault="00124751" w:rsidP="00964369">
      <w:pPr>
        <w:pStyle w:val="Textbezslovn"/>
        <w:rPr>
          <w:b/>
        </w:rPr>
      </w:pPr>
      <w:r w:rsidRPr="00964369">
        <w:t>Příloha</w:t>
      </w:r>
      <w:r w:rsidR="002A5298">
        <w:t xml:space="preserve"> č. </w:t>
      </w:r>
      <w:r w:rsidRPr="00124751">
        <w:t>10</w:t>
      </w:r>
      <w:r w:rsidRPr="00124751">
        <w:tab/>
      </w:r>
      <w:r w:rsidRPr="006923FD">
        <w:rPr>
          <w:b/>
        </w:rPr>
        <w:t>Zmocnění Vedoucího Zhotovitele</w:t>
      </w:r>
    </w:p>
    <w:p w14:paraId="2340D22B" w14:textId="77777777" w:rsidR="00C22047" w:rsidRPr="0054318C" w:rsidRDefault="00C22047" w:rsidP="00964369">
      <w:pPr>
        <w:pStyle w:val="Textbezslovn"/>
        <w:rPr>
          <w:b/>
          <w:bCs/>
        </w:rPr>
      </w:pPr>
      <w:r w:rsidRPr="002A5298">
        <w:t xml:space="preserve">Příloha č. </w:t>
      </w:r>
      <w:r w:rsidR="002A5298">
        <w:t>11</w:t>
      </w:r>
      <w:r w:rsidR="002A5298">
        <w:tab/>
      </w:r>
      <w:r w:rsidR="0054318C" w:rsidRPr="002A5298">
        <w:rPr>
          <w:b/>
          <w:bCs/>
        </w:rPr>
        <w:t>NEOBSAZENO</w:t>
      </w:r>
    </w:p>
    <w:p w14:paraId="08CB84E8" w14:textId="77777777" w:rsidR="00964369" w:rsidRPr="00964369" w:rsidRDefault="00964369" w:rsidP="00964369">
      <w:pPr>
        <w:pStyle w:val="Textbezslovn"/>
        <w:rPr>
          <w:highlight w:val="green"/>
        </w:rPr>
      </w:pPr>
    </w:p>
    <w:p w14:paraId="02B65E2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29459AB0" w14:textId="77777777" w:rsidR="00F422D3" w:rsidRDefault="00F422D3" w:rsidP="009F0867">
      <w:pPr>
        <w:pStyle w:val="Textbezodsazen"/>
      </w:pPr>
    </w:p>
    <w:p w14:paraId="6E4C1A18" w14:textId="77777777" w:rsidR="00376B87" w:rsidRDefault="00376B87" w:rsidP="009F0867">
      <w:pPr>
        <w:pStyle w:val="Textbezodsazen"/>
      </w:pPr>
    </w:p>
    <w:p w14:paraId="7891F87C" w14:textId="77777777" w:rsidR="00964369" w:rsidRDefault="001F7031" w:rsidP="00E40E66">
      <w:pPr>
        <w:pStyle w:val="Textbezodsazen"/>
      </w:pPr>
      <w:r>
        <w:t>Za Objednatele:</w:t>
      </w:r>
      <w:r>
        <w:tab/>
      </w:r>
      <w:r>
        <w:tab/>
      </w:r>
      <w:r>
        <w:tab/>
      </w:r>
      <w:r>
        <w:tab/>
      </w:r>
      <w:r>
        <w:tab/>
        <w:t>Za Zhotovitele:</w:t>
      </w:r>
    </w:p>
    <w:p w14:paraId="12F6B14C" w14:textId="77777777" w:rsidR="00376B87" w:rsidRDefault="001F7031" w:rsidP="00E40E66">
      <w:pPr>
        <w:pStyle w:val="Textbezodsazen"/>
      </w:pPr>
      <w:r>
        <w:t>V Praze</w:t>
      </w:r>
      <w:r>
        <w:tab/>
      </w:r>
      <w:r>
        <w:tab/>
      </w:r>
      <w:r>
        <w:tab/>
      </w:r>
      <w:r>
        <w:tab/>
      </w:r>
      <w:r>
        <w:tab/>
      </w:r>
      <w:r w:rsidR="004745C7">
        <w:tab/>
      </w:r>
      <w:r w:rsidR="004745C7">
        <w:tab/>
      </w:r>
      <w:r>
        <w:t xml:space="preserve">V ………………….…. </w:t>
      </w:r>
    </w:p>
    <w:p w14:paraId="1CFC7B04" w14:textId="77777777" w:rsidR="00376B87" w:rsidRDefault="00376B87" w:rsidP="00E40E66">
      <w:pPr>
        <w:pStyle w:val="Textbezodsazen"/>
      </w:pPr>
    </w:p>
    <w:p w14:paraId="1D080A18" w14:textId="77777777" w:rsidR="00376B87" w:rsidRDefault="00376B87" w:rsidP="00E40E66">
      <w:pPr>
        <w:pStyle w:val="Textbezodsazen"/>
      </w:pPr>
    </w:p>
    <w:p w14:paraId="5877F2B0" w14:textId="77777777" w:rsidR="00376B87" w:rsidRDefault="00376B87" w:rsidP="00E40E66">
      <w:pPr>
        <w:pStyle w:val="Textbezodsazen"/>
      </w:pPr>
    </w:p>
    <w:p w14:paraId="0CA63E14" w14:textId="77777777" w:rsidR="00376B87" w:rsidRDefault="00376B87" w:rsidP="00E40E66">
      <w:pPr>
        <w:pStyle w:val="Textbezodsazen"/>
      </w:pPr>
    </w:p>
    <w:p w14:paraId="60A84D92" w14:textId="77777777" w:rsidR="00376B87" w:rsidRDefault="00376B87" w:rsidP="00E40E66">
      <w:pPr>
        <w:pStyle w:val="Textbezodsazen"/>
      </w:pPr>
      <w:r>
        <w:t>................................................</w:t>
      </w:r>
      <w:r>
        <w:tab/>
      </w:r>
      <w:r>
        <w:tab/>
      </w:r>
      <w:r>
        <w:tab/>
        <w:t>................................................</w:t>
      </w:r>
    </w:p>
    <w:p w14:paraId="33B4BEBE" w14:textId="34862E7D" w:rsidR="00376B87" w:rsidRPr="00930F78" w:rsidRDefault="007947F0" w:rsidP="00E40E66">
      <w:pPr>
        <w:pStyle w:val="Textbezodsazen"/>
        <w:spacing w:after="0"/>
        <w:rPr>
          <w:rStyle w:val="Tun"/>
        </w:rPr>
      </w:pPr>
      <w:r w:rsidRPr="0079157E">
        <w:rPr>
          <w:b/>
        </w:rPr>
        <w:t>Ing</w:t>
      </w:r>
      <w:r>
        <w:rPr>
          <w:b/>
        </w:rPr>
        <w:t>. Petr Hofhanzl</w:t>
      </w:r>
      <w:r>
        <w:rPr>
          <w:b/>
        </w:rP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t>"[</w:t>
      </w:r>
      <w:r w:rsidR="00376B87" w:rsidRPr="00930F78">
        <w:rPr>
          <w:rStyle w:val="Tun"/>
          <w:highlight w:val="yellow"/>
        </w:rPr>
        <w:t>VLOŽÍ ZHOTOVITEL</w:t>
      </w:r>
      <w:r w:rsidR="00376B87" w:rsidRPr="00930F78">
        <w:rPr>
          <w:rStyle w:val="Tun"/>
        </w:rPr>
        <w:t>]"</w:t>
      </w:r>
    </w:p>
    <w:p w14:paraId="38065DA9" w14:textId="7BEA27FC" w:rsidR="00376B87" w:rsidRDefault="007947F0" w:rsidP="007C759E">
      <w:pPr>
        <w:pStyle w:val="Textbezodsazen"/>
        <w:spacing w:after="0"/>
      </w:pPr>
      <w:r>
        <w:t>Ředitel Stavební správy západ</w:t>
      </w:r>
      <w:r>
        <w:tab/>
      </w:r>
      <w:r w:rsidR="00376B87">
        <w:tab/>
      </w:r>
      <w:r w:rsidR="00376B87">
        <w:tab/>
      </w:r>
      <w:r w:rsidR="00376B87">
        <w:tab/>
        <w:t>"[</w:t>
      </w:r>
      <w:r w:rsidR="00376B87" w:rsidRPr="003739DD">
        <w:rPr>
          <w:highlight w:val="yellow"/>
        </w:rPr>
        <w:t>VLOŽÍ ZHOTOVITEL</w:t>
      </w:r>
      <w:r w:rsidR="00376B87">
        <w:t>]"</w:t>
      </w:r>
    </w:p>
    <w:p w14:paraId="6743DFAE"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31E8F466" w14:textId="77777777" w:rsidR="00E901A3" w:rsidRDefault="00E901A3" w:rsidP="00E40E66">
      <w:pPr>
        <w:pStyle w:val="Textbezodsazen"/>
      </w:pPr>
    </w:p>
    <w:p w14:paraId="50F4ACE5" w14:textId="77777777" w:rsidR="00E901A3" w:rsidRDefault="00E901A3" w:rsidP="00E40E66">
      <w:pPr>
        <w:pStyle w:val="Textbezodsazen"/>
      </w:pPr>
    </w:p>
    <w:p w14:paraId="55999DBD" w14:textId="77777777" w:rsidR="00CB4F6D" w:rsidRDefault="00CB4F6D" w:rsidP="009F0867">
      <w:pPr>
        <w:pStyle w:val="Textbezodsazen"/>
        <w:sectPr w:rsidR="00CB4F6D" w:rsidSect="00417DF5">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1453F9E" w14:textId="77777777" w:rsidR="00CB4F6D" w:rsidRDefault="00CB4F6D" w:rsidP="00F762A8">
      <w:pPr>
        <w:pStyle w:val="Nadpisbezsl1-1"/>
      </w:pPr>
      <w:r>
        <w:lastRenderedPageBreak/>
        <w:t>Příloha č. 1</w:t>
      </w:r>
    </w:p>
    <w:p w14:paraId="58A64FB6" w14:textId="77777777" w:rsidR="00CB4F6D" w:rsidRPr="00F762A8" w:rsidRDefault="00124751" w:rsidP="00F762A8">
      <w:pPr>
        <w:pStyle w:val="Nadpisbezsl1-2"/>
      </w:pPr>
      <w:r>
        <w:t>Specifikace Díla</w:t>
      </w:r>
      <w:r w:rsidR="00CB4F6D" w:rsidRPr="00F762A8">
        <w:t xml:space="preserve"> </w:t>
      </w:r>
    </w:p>
    <w:p w14:paraId="4818A9A3" w14:textId="77777777" w:rsidR="00220DF5" w:rsidRDefault="00220DF5" w:rsidP="00CB4F6D">
      <w:pPr>
        <w:pStyle w:val="Textbezodsazen"/>
      </w:pPr>
    </w:p>
    <w:p w14:paraId="05751B8E" w14:textId="77777777" w:rsidR="00220DF5" w:rsidRPr="00756439" w:rsidRDefault="00220DF5" w:rsidP="00220DF5">
      <w:pPr>
        <w:spacing w:after="120"/>
        <w:jc w:val="both"/>
        <w:rPr>
          <w:rFonts w:cs="Arial"/>
          <w:sz w:val="18"/>
        </w:rPr>
      </w:pPr>
      <w:r w:rsidRPr="00756439">
        <w:rPr>
          <w:rFonts w:cs="Arial"/>
          <w:sz w:val="18"/>
        </w:rPr>
        <w:t>Předmětem plnění je výkon Autorského dozoru projektanta v průběhu realizace díla dle § 152 odst. 4 zákona 183/2006 Sb., o územním plánování a stavebním řádu, ve znění pozdějších předpisů (stavební zákon) a v souladu se zák. č. 360/1992 Sb., o výkonu povolání autorizovaných architektů a o výkonu povolání autorizovaných inženýrů a techniků činných ve výstavbě, ve znění pozdějších předpisů.</w:t>
      </w:r>
    </w:p>
    <w:p w14:paraId="78AECEDB" w14:textId="77777777" w:rsidR="00220DF5" w:rsidRPr="00756439" w:rsidRDefault="00220DF5" w:rsidP="00220DF5">
      <w:pPr>
        <w:spacing w:after="120"/>
        <w:jc w:val="both"/>
        <w:rPr>
          <w:rFonts w:cs="Arial"/>
          <w:sz w:val="18"/>
        </w:rPr>
      </w:pPr>
      <w:r w:rsidRPr="00756439">
        <w:rPr>
          <w:rFonts w:cs="Arial"/>
          <w:sz w:val="18"/>
        </w:rPr>
        <w:t>AD se týká akce „Rekonstrukce výpravní budovy v </w:t>
      </w:r>
      <w:proofErr w:type="spellStart"/>
      <w:r w:rsidRPr="00756439">
        <w:rPr>
          <w:rFonts w:cs="Arial"/>
          <w:sz w:val="18"/>
        </w:rPr>
        <w:t>žst</w:t>
      </w:r>
      <w:proofErr w:type="spellEnd"/>
      <w:r w:rsidRPr="00756439">
        <w:rPr>
          <w:rFonts w:cs="Arial"/>
          <w:sz w:val="18"/>
        </w:rPr>
        <w:t>. Praha hl. n.“. Jedná se o rekonstrukci historické</w:t>
      </w:r>
      <w:r>
        <w:rPr>
          <w:rFonts w:cs="Arial"/>
          <w:sz w:val="18"/>
        </w:rPr>
        <w:t>ho</w:t>
      </w:r>
      <w:r w:rsidRPr="00756439">
        <w:rPr>
          <w:rFonts w:cs="Arial"/>
          <w:sz w:val="18"/>
        </w:rPr>
        <w:t>, památkově chráněného objektu Fantovy budovy – I. a II. etapa.</w:t>
      </w:r>
      <w:r>
        <w:rPr>
          <w:rFonts w:cs="Arial"/>
          <w:sz w:val="18"/>
        </w:rPr>
        <w:t xml:space="preserve"> Konkrétně se jedná o již probíhající rekonstrukci I. etapy, která se primárně zaměřuje na historické kulturní sály v 1 NP severní části Fantovy budovy a přilehlé prostory v 1PP a mezaninu. II. etapa, která řeší zbylé prostory Fantovy budovy v její jižní části je ve fázi projektové přípravy.  </w:t>
      </w:r>
    </w:p>
    <w:p w14:paraId="3D85B5A7" w14:textId="65429135" w:rsidR="00220DF5" w:rsidRDefault="00220DF5" w:rsidP="00220DF5">
      <w:pPr>
        <w:pStyle w:val="Textbezodsazen"/>
      </w:pPr>
      <w:r w:rsidRPr="00756439">
        <w:rPr>
          <w:rFonts w:cs="Arial"/>
        </w:rPr>
        <w:t>AD musí být v koord</w:t>
      </w:r>
      <w:r>
        <w:rPr>
          <w:rFonts w:cs="Arial"/>
        </w:rPr>
        <w:t>inaci s AD částí Architektonicko-stavební</w:t>
      </w:r>
      <w:r w:rsidRPr="00756439">
        <w:rPr>
          <w:rFonts w:cs="Arial"/>
        </w:rPr>
        <w:t xml:space="preserve"> řešení rekonstrukce výpravní budovy v </w:t>
      </w:r>
      <w:proofErr w:type="spellStart"/>
      <w:r w:rsidRPr="00756439">
        <w:rPr>
          <w:rFonts w:cs="Arial"/>
        </w:rPr>
        <w:t>žst</w:t>
      </w:r>
      <w:proofErr w:type="spellEnd"/>
      <w:r w:rsidRPr="00756439">
        <w:rPr>
          <w:rFonts w:cs="Arial"/>
        </w:rPr>
        <w:t>. Praha hl. n.</w:t>
      </w:r>
      <w:r>
        <w:rPr>
          <w:rFonts w:cs="Arial"/>
        </w:rPr>
        <w:t xml:space="preserve"> Projektová dokumentace pro I. etapu rekonstrukce Fantovy budovy je v úrovni prováděcí dokumentace, která je podkladem probíhající stavby, která byla zahájena v 09/2021. Projektová dokumentace II. etapy rekonstrukce Fantovy budovy, ve stupni DSP je před vydáním stavebního povolení, rozsah rekonstrukce a stavebních zásahů je však touto dokumentací jasně definovaná.</w:t>
      </w:r>
    </w:p>
    <w:p w14:paraId="44119DF0" w14:textId="3346B138" w:rsidR="001D60FF" w:rsidRPr="00ED0FCE" w:rsidRDefault="00ED0FCE" w:rsidP="00CB4F6D">
      <w:pPr>
        <w:pStyle w:val="Textbezodsazen"/>
      </w:pPr>
      <w:r>
        <w:t xml:space="preserve">Detailní popis činností výkonu autorského dozoru je uveden </w:t>
      </w:r>
      <w:r w:rsidR="00A96B09">
        <w:t>v Příloze č. 3b)</w:t>
      </w:r>
      <w:r w:rsidR="007C759E">
        <w:t xml:space="preserve"> - </w:t>
      </w:r>
      <w:r w:rsidR="007C759E" w:rsidRPr="00964369">
        <w:t xml:space="preserve">Všeobecné technické podmínky </w:t>
      </w:r>
      <w:r w:rsidR="007C759E">
        <w:t xml:space="preserve">– </w:t>
      </w:r>
      <w:r w:rsidR="007C759E" w:rsidRPr="003C1B35">
        <w:rPr>
          <w:b/>
        </w:rPr>
        <w:t>VTP/DOKUMENTACE/05/2</w:t>
      </w:r>
      <w:r w:rsidR="007C759E">
        <w:rPr>
          <w:b/>
        </w:rPr>
        <w:t>2</w:t>
      </w:r>
      <w:r>
        <w:rPr>
          <w:b/>
        </w:rPr>
        <w:t xml:space="preserve"> </w:t>
      </w:r>
      <w:r>
        <w:t>této Smlouvy.</w:t>
      </w:r>
    </w:p>
    <w:p w14:paraId="72E4DB39" w14:textId="77777777" w:rsidR="00CB4F6D" w:rsidRDefault="00CB4F6D" w:rsidP="00866994">
      <w:pPr>
        <w:pStyle w:val="Textbezodsazen"/>
      </w:pPr>
    </w:p>
    <w:p w14:paraId="50BB0E25" w14:textId="77777777" w:rsidR="00502690" w:rsidRDefault="00502690" w:rsidP="00866994">
      <w:pPr>
        <w:pStyle w:val="Textbezodsazen"/>
        <w:sectPr w:rsidR="00502690" w:rsidSect="00417DF5">
          <w:headerReference w:type="even" r:id="rId18"/>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31A85C6" w14:textId="77777777" w:rsidR="00124751" w:rsidRDefault="00124751" w:rsidP="00124751">
      <w:pPr>
        <w:pStyle w:val="Nadpisbezsl1-1"/>
      </w:pPr>
      <w:r>
        <w:lastRenderedPageBreak/>
        <w:t>Příloha č. 2</w:t>
      </w:r>
    </w:p>
    <w:p w14:paraId="1B8AB8BA" w14:textId="77777777" w:rsidR="00124751" w:rsidRDefault="00124751" w:rsidP="00124751">
      <w:pPr>
        <w:pStyle w:val="Nadpisbezsl1-2"/>
      </w:pPr>
      <w:r>
        <w:t>Obchodní podmínky</w:t>
      </w:r>
    </w:p>
    <w:p w14:paraId="33DD6919" w14:textId="76E3F9F1" w:rsidR="00124751" w:rsidRPr="00E17324" w:rsidRDefault="00753BF5" w:rsidP="00124751">
      <w:pPr>
        <w:pStyle w:val="Nadpisbezsl1-2"/>
      </w:pPr>
      <w:r w:rsidRPr="00753BF5">
        <w:t>OP_DUSP+PDPS_07 22</w:t>
      </w:r>
    </w:p>
    <w:p w14:paraId="5015C065" w14:textId="77777777" w:rsidR="00124751" w:rsidRDefault="00124751" w:rsidP="001D60FF">
      <w:pPr>
        <w:pStyle w:val="Textbezodsazen"/>
      </w:pPr>
    </w:p>
    <w:p w14:paraId="6D82B423" w14:textId="77777777" w:rsidR="001D60FF" w:rsidRDefault="001D60FF" w:rsidP="001D60FF">
      <w:pPr>
        <w:pStyle w:val="Textbezodsazen"/>
      </w:pPr>
    </w:p>
    <w:p w14:paraId="4A458D90" w14:textId="77777777" w:rsidR="001D60FF" w:rsidRDefault="001D60FF" w:rsidP="001D60FF">
      <w:pPr>
        <w:pStyle w:val="Textbezodsazen"/>
      </w:pPr>
    </w:p>
    <w:p w14:paraId="6954A80C" w14:textId="77777777" w:rsidR="001D60FF" w:rsidRDefault="001D60FF" w:rsidP="001D60FF">
      <w:pPr>
        <w:pStyle w:val="Textbezodsazen"/>
      </w:pPr>
    </w:p>
    <w:p w14:paraId="6FBFD349" w14:textId="77777777" w:rsidR="001D60FF" w:rsidRDefault="001D60FF" w:rsidP="001D60FF">
      <w:pPr>
        <w:pStyle w:val="Textbezodsazen"/>
      </w:pPr>
    </w:p>
    <w:p w14:paraId="2D198C2F" w14:textId="77777777" w:rsidR="001D60FF" w:rsidRDefault="001D60FF" w:rsidP="001D60FF">
      <w:pPr>
        <w:pStyle w:val="Textbezodsazen"/>
      </w:pPr>
    </w:p>
    <w:p w14:paraId="4823B9DF" w14:textId="77777777" w:rsidR="001D60FF" w:rsidRDefault="001D60FF" w:rsidP="001D60FF">
      <w:pPr>
        <w:pStyle w:val="Textbezodsazen"/>
      </w:pPr>
    </w:p>
    <w:p w14:paraId="1D9E6ED7" w14:textId="77777777" w:rsidR="001D60FF" w:rsidRPr="001D60FF" w:rsidRDefault="001D60FF" w:rsidP="001D60FF">
      <w:pPr>
        <w:pStyle w:val="Text2-1"/>
        <w:sectPr w:rsidR="001D60FF" w:rsidRPr="001D60FF"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20EE4E0" w14:textId="77777777" w:rsidR="00124751" w:rsidRDefault="00124751" w:rsidP="00124751">
      <w:pPr>
        <w:pStyle w:val="Nadpisbezsl1-1"/>
      </w:pPr>
      <w:r>
        <w:lastRenderedPageBreak/>
        <w:t>Příloha č. 3</w:t>
      </w:r>
    </w:p>
    <w:p w14:paraId="706F5D1C" w14:textId="77777777" w:rsidR="00124751" w:rsidRDefault="00124751" w:rsidP="00124751">
      <w:pPr>
        <w:pStyle w:val="Nadpisbezsl1-2"/>
      </w:pPr>
      <w:r>
        <w:t xml:space="preserve">Technické podmínky: </w:t>
      </w:r>
    </w:p>
    <w:p w14:paraId="7B53DF0C" w14:textId="77777777" w:rsidR="00124751" w:rsidRDefault="00124751" w:rsidP="009227F1">
      <w:pPr>
        <w:pStyle w:val="Textbezodsazen"/>
      </w:pPr>
    </w:p>
    <w:p w14:paraId="5BA0D481" w14:textId="77777777" w:rsidR="00124751" w:rsidRDefault="00124751" w:rsidP="00124751">
      <w:pPr>
        <w:pStyle w:val="Nadpisbezsl1-2"/>
      </w:pPr>
      <w:r>
        <w:t>a)</w:t>
      </w:r>
      <w:r>
        <w:tab/>
        <w:t xml:space="preserve">Technické kvalitativní podmínky staveb státních drah (TKP) </w:t>
      </w:r>
    </w:p>
    <w:p w14:paraId="44055086" w14:textId="77777777" w:rsidR="00124751" w:rsidRDefault="00124751" w:rsidP="00124751">
      <w:pPr>
        <w:pStyle w:val="Textbezslovn"/>
      </w:pPr>
      <w:r>
        <w:t>Technické kvalitativní podmínky staveb státních drah (TKP) nejsou pevně připojeny ke Smlouvě, ale jsou pří</w:t>
      </w:r>
      <w:r w:rsidR="003A70D7">
        <w:t xml:space="preserve">stupné na </w:t>
      </w:r>
      <w:hyperlink r:id="rId25" w:history="1">
        <w:r w:rsidR="003A70D7" w:rsidRPr="007713D9">
          <w:rPr>
            <w:rStyle w:val="Hypertextovodkaz"/>
            <w:noProof w:val="0"/>
          </w:rPr>
          <w:t>http://typdok.tudc.cz</w:t>
        </w:r>
      </w:hyperlink>
      <w:r w:rsidR="003A70D7">
        <w:t xml:space="preserve"> </w:t>
      </w:r>
      <w:r>
        <w:t>; byly taktéž poskytnuty jako součást zadávací dokumentace uveřejněné na profilu zadavatele.</w:t>
      </w:r>
    </w:p>
    <w:p w14:paraId="1AEF0198"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5E1CE0AF" w14:textId="77777777" w:rsidR="008A4D1B" w:rsidRDefault="00124751" w:rsidP="00124751">
      <w:pPr>
        <w:pStyle w:val="Nadpisbezsl1-2"/>
      </w:pPr>
      <w:r>
        <w:t>b)</w:t>
      </w:r>
      <w:r>
        <w:tab/>
        <w:t xml:space="preserve">Všeobecné technické podmínky </w:t>
      </w:r>
    </w:p>
    <w:p w14:paraId="14E489D2" w14:textId="77777777" w:rsidR="00124751" w:rsidRDefault="008D6514" w:rsidP="008A4D1B">
      <w:pPr>
        <w:pStyle w:val="Textbezslovn"/>
      </w:pPr>
      <w:r w:rsidRPr="003C1B35">
        <w:rPr>
          <w:b/>
        </w:rPr>
        <w:t>VTP/DOKUMENTACE/05/22</w:t>
      </w:r>
    </w:p>
    <w:p w14:paraId="1E87F483" w14:textId="77777777" w:rsidR="00124751" w:rsidRDefault="00124751" w:rsidP="00124751">
      <w:pPr>
        <w:pStyle w:val="Textbezslovn"/>
      </w:pPr>
    </w:p>
    <w:p w14:paraId="60BC1A68" w14:textId="77777777" w:rsidR="00124751" w:rsidRDefault="000C5F46" w:rsidP="000C5F46">
      <w:pPr>
        <w:pStyle w:val="Nadpisbezsl1-2"/>
      </w:pPr>
      <w:r>
        <w:t>c)</w:t>
      </w:r>
      <w:r>
        <w:tab/>
        <w:t>NEOBSAZENO</w:t>
      </w:r>
    </w:p>
    <w:p w14:paraId="2B4DF94D" w14:textId="77777777" w:rsidR="008A4D1B" w:rsidRDefault="008A4D1B" w:rsidP="008A4D1B">
      <w:pPr>
        <w:pStyle w:val="Textbezslovn"/>
        <w:jc w:val="left"/>
      </w:pPr>
    </w:p>
    <w:p w14:paraId="6961B990" w14:textId="77777777" w:rsidR="008A4D1B" w:rsidRDefault="008A4D1B" w:rsidP="001D60FF">
      <w:pPr>
        <w:pStyle w:val="Textbezodsazen"/>
      </w:pPr>
    </w:p>
    <w:p w14:paraId="6518CB29" w14:textId="77777777" w:rsidR="001D60FF" w:rsidRDefault="001D60FF" w:rsidP="001D60FF">
      <w:pPr>
        <w:pStyle w:val="Textbezodsazen"/>
      </w:pPr>
    </w:p>
    <w:p w14:paraId="0336DBC9" w14:textId="77777777" w:rsidR="001D60FF" w:rsidRDefault="001D60FF" w:rsidP="001D60FF">
      <w:pPr>
        <w:pStyle w:val="Textbezodsazen"/>
      </w:pPr>
    </w:p>
    <w:p w14:paraId="6A9A531B" w14:textId="77777777" w:rsidR="001D60FF" w:rsidRDefault="001D60FF" w:rsidP="001D60FF">
      <w:pPr>
        <w:pStyle w:val="Textbezodsazen"/>
      </w:pPr>
    </w:p>
    <w:p w14:paraId="3D732FA4" w14:textId="77777777" w:rsidR="008A4D1B" w:rsidRDefault="008A4D1B" w:rsidP="008A4D1B">
      <w:pPr>
        <w:pStyle w:val="Textbezslovn"/>
        <w:jc w:val="left"/>
      </w:pPr>
    </w:p>
    <w:p w14:paraId="06F78897" w14:textId="77777777" w:rsidR="008A4D1B" w:rsidRDefault="008A4D1B" w:rsidP="00F762A8">
      <w:pPr>
        <w:pStyle w:val="Nadpisbezsl1-1"/>
        <w:sectPr w:rsidR="008A4D1B"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13FAC72" w14:textId="77777777" w:rsidR="008A4D1B" w:rsidRDefault="008A4D1B" w:rsidP="008A4D1B">
      <w:pPr>
        <w:pStyle w:val="Nadpisbezsl1-1"/>
      </w:pPr>
      <w:r>
        <w:lastRenderedPageBreak/>
        <w:t>Příloha č. 4</w:t>
      </w:r>
    </w:p>
    <w:p w14:paraId="62C775F7" w14:textId="77777777" w:rsidR="008A4D1B" w:rsidRDefault="008A4D1B" w:rsidP="008A4D1B">
      <w:pPr>
        <w:pStyle w:val="Nadpisbezsl1-2"/>
      </w:pPr>
      <w:r>
        <w:t>Rozpis Ceny Díla</w:t>
      </w:r>
    </w:p>
    <w:p w14:paraId="19057BCB" w14:textId="77777777" w:rsidR="008A4D1B" w:rsidRDefault="008A4D1B" w:rsidP="00020257">
      <w:pPr>
        <w:pStyle w:val="Textbezodsazen"/>
        <w:spacing w:after="80"/>
      </w:pPr>
      <w:r>
        <w:t>Cena za zpracování autorského dozoru:</w:t>
      </w:r>
    </w:p>
    <w:p w14:paraId="026AE647" w14:textId="77777777" w:rsidR="00B06D17" w:rsidRDefault="00B06D17" w:rsidP="008A4D1B">
      <w:pPr>
        <w:pStyle w:val="Textbezodsazen"/>
      </w:pPr>
    </w:p>
    <w:p w14:paraId="5A10E8DD" w14:textId="77777777" w:rsidR="008A4D1B" w:rsidRDefault="00222352" w:rsidP="009227F1">
      <w:pPr>
        <w:pStyle w:val="Nadpisbezsl1-2"/>
      </w:pPr>
      <w:r>
        <w:t>1</w:t>
      </w:r>
      <w:r w:rsidR="00760192">
        <w:t>.</w:t>
      </w:r>
      <w:r w:rsidR="00760192">
        <w:tab/>
      </w:r>
      <w:r w:rsidR="008A4D1B">
        <w:t>Cena za výkon autorského dozoru</w:t>
      </w:r>
    </w:p>
    <w:tbl>
      <w:tblPr>
        <w:tblStyle w:val="Tabulka11"/>
        <w:tblW w:w="8860" w:type="dxa"/>
        <w:tblLayout w:type="fixed"/>
        <w:tblLook w:val="04A0" w:firstRow="1" w:lastRow="0" w:firstColumn="1" w:lastColumn="0" w:noHBand="0" w:noVBand="1"/>
      </w:tblPr>
      <w:tblGrid>
        <w:gridCol w:w="930"/>
        <w:gridCol w:w="2047"/>
        <w:gridCol w:w="1134"/>
        <w:gridCol w:w="2205"/>
        <w:gridCol w:w="1276"/>
        <w:gridCol w:w="1268"/>
      </w:tblGrid>
      <w:tr w:rsidR="001B63F4" w:rsidRPr="00B06D17" w14:paraId="32C0E829" w14:textId="77777777" w:rsidTr="009846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40897F0" w14:textId="77777777" w:rsidR="001B63F4" w:rsidRPr="00B06D17" w:rsidRDefault="001B63F4" w:rsidP="00984623">
            <w:pPr>
              <w:pStyle w:val="Tabulka"/>
              <w:rPr>
                <w:rStyle w:val="Tun"/>
                <w:sz w:val="16"/>
                <w:szCs w:val="16"/>
              </w:rPr>
            </w:pPr>
            <w:r w:rsidRPr="00B06D17">
              <w:rPr>
                <w:rStyle w:val="Tun"/>
                <w:sz w:val="16"/>
                <w:szCs w:val="16"/>
              </w:rPr>
              <w:t>Položka</w:t>
            </w:r>
          </w:p>
        </w:tc>
        <w:tc>
          <w:tcPr>
            <w:tcW w:w="2047" w:type="dxa"/>
          </w:tcPr>
          <w:p w14:paraId="58B98EA7" w14:textId="77777777" w:rsidR="001B63F4" w:rsidRPr="00B06D17" w:rsidRDefault="001B63F4" w:rsidP="00984623">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61A28CE9" w14:textId="77777777" w:rsidR="001B63F4" w:rsidRPr="00B06D17" w:rsidRDefault="001B63F4" w:rsidP="00984623">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2205" w:type="dxa"/>
          </w:tcPr>
          <w:p w14:paraId="3404A43B" w14:textId="77777777" w:rsidR="001B63F4" w:rsidRPr="00B06D17" w:rsidRDefault="001B63F4" w:rsidP="00984623">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311D4041" w14:textId="77777777" w:rsidR="001B63F4" w:rsidRPr="00B06D17" w:rsidRDefault="001B63F4" w:rsidP="00984623">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4A36C8C4" w14:textId="77777777" w:rsidR="001B63F4" w:rsidRPr="00B06D17" w:rsidRDefault="001B63F4" w:rsidP="00984623">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B63F4" w:rsidRPr="00B06D17" w14:paraId="2C863401" w14:textId="77777777" w:rsidTr="00984623">
        <w:tc>
          <w:tcPr>
            <w:cnfStyle w:val="001000000000" w:firstRow="0" w:lastRow="0" w:firstColumn="1" w:lastColumn="0" w:oddVBand="0" w:evenVBand="0" w:oddHBand="0" w:evenHBand="0" w:firstRowFirstColumn="0" w:firstRowLastColumn="0" w:lastRowFirstColumn="0" w:lastRowLastColumn="0"/>
            <w:tcW w:w="930" w:type="dxa"/>
          </w:tcPr>
          <w:p w14:paraId="2D974862" w14:textId="77777777" w:rsidR="001B63F4" w:rsidRPr="00B06D17" w:rsidRDefault="001B63F4" w:rsidP="00984623">
            <w:pPr>
              <w:pStyle w:val="Tabulka"/>
            </w:pPr>
            <w:r w:rsidRPr="008464D3">
              <w:t>1</w:t>
            </w:r>
          </w:p>
        </w:tc>
        <w:tc>
          <w:tcPr>
            <w:tcW w:w="2047" w:type="dxa"/>
          </w:tcPr>
          <w:p w14:paraId="1FC0A920" w14:textId="77777777" w:rsidR="001B63F4" w:rsidRPr="00B06D17" w:rsidRDefault="001B63F4" w:rsidP="00984623">
            <w:pPr>
              <w:pStyle w:val="Tabulka"/>
              <w:jc w:val="center"/>
              <w:cnfStyle w:val="000000000000" w:firstRow="0" w:lastRow="0" w:firstColumn="0" w:lastColumn="0" w:oddVBand="0" w:evenVBand="0" w:oddHBand="0" w:evenHBand="0" w:firstRowFirstColumn="0" w:firstRowLastColumn="0" w:lastRowFirstColumn="0" w:lastRowLastColumn="0"/>
            </w:pPr>
            <w:r>
              <w:t>R</w:t>
            </w:r>
            <w:r w:rsidRPr="00B06D17">
              <w:t>ozsah činnosti při výkonu autorského dozoru projektanta v rámci realizace</w:t>
            </w:r>
            <w:r>
              <w:t xml:space="preserve"> I. etapy</w:t>
            </w:r>
            <w:r w:rsidRPr="00B06D17">
              <w:t xml:space="preserve"> Stavby dle čl. 4 Obchodních podmínek</w:t>
            </w:r>
          </w:p>
        </w:tc>
        <w:tc>
          <w:tcPr>
            <w:tcW w:w="1134" w:type="dxa"/>
          </w:tcPr>
          <w:p w14:paraId="3D24FC14" w14:textId="77777777" w:rsidR="001B63F4" w:rsidRPr="00B06D17" w:rsidRDefault="001B63F4" w:rsidP="00984623">
            <w:pPr>
              <w:pStyle w:val="Tabulka"/>
              <w:jc w:val="center"/>
              <w:cnfStyle w:val="000000000000" w:firstRow="0" w:lastRow="0" w:firstColumn="0" w:lastColumn="0" w:oddVBand="0" w:evenVBand="0" w:oddHBand="0" w:evenHBand="0" w:firstRowFirstColumn="0" w:firstRowLastColumn="0" w:lastRowFirstColumn="0" w:lastRowLastColumn="0"/>
            </w:pPr>
            <w:r w:rsidRPr="00B06D17">
              <w:t>hod</w:t>
            </w:r>
          </w:p>
        </w:tc>
        <w:tc>
          <w:tcPr>
            <w:tcW w:w="2205" w:type="dxa"/>
          </w:tcPr>
          <w:p w14:paraId="4EE761BB" w14:textId="77777777" w:rsidR="001B63F4" w:rsidRPr="00B06D17" w:rsidRDefault="001B63F4" w:rsidP="00984623">
            <w:pPr>
              <w:pStyle w:val="Tabulka"/>
              <w:jc w:val="center"/>
              <w:cnfStyle w:val="000000000000" w:firstRow="0" w:lastRow="0" w:firstColumn="0" w:lastColumn="0" w:oddVBand="0" w:evenVBand="0" w:oddHBand="0" w:evenHBand="0" w:firstRowFirstColumn="0" w:firstRowLastColumn="0" w:lastRowFirstColumn="0" w:lastRowLastColumn="0"/>
            </w:pPr>
            <w:r>
              <w:t>540</w:t>
            </w:r>
          </w:p>
        </w:tc>
        <w:tc>
          <w:tcPr>
            <w:tcW w:w="1276" w:type="dxa"/>
          </w:tcPr>
          <w:p w14:paraId="1D9D344D" w14:textId="77777777" w:rsidR="001B63F4" w:rsidRPr="00B06D17" w:rsidRDefault="001B63F4" w:rsidP="00984623">
            <w:pPr>
              <w:pStyle w:val="Tabulka"/>
              <w:jc w:val="center"/>
              <w:cnfStyle w:val="000000000000" w:firstRow="0" w:lastRow="0" w:firstColumn="0" w:lastColumn="0" w:oddVBand="0" w:evenVBand="0" w:oddHBand="0" w:evenHBand="0" w:firstRowFirstColumn="0" w:firstRowLastColumn="0" w:lastRowFirstColumn="0" w:lastRowLastColumn="0"/>
            </w:pPr>
          </w:p>
        </w:tc>
        <w:tc>
          <w:tcPr>
            <w:tcW w:w="1268" w:type="dxa"/>
          </w:tcPr>
          <w:p w14:paraId="32EC40FF" w14:textId="77777777" w:rsidR="001B63F4" w:rsidRPr="00B06D17" w:rsidRDefault="001B63F4" w:rsidP="00984623">
            <w:pPr>
              <w:pStyle w:val="Tabulka"/>
              <w:jc w:val="center"/>
              <w:cnfStyle w:val="000000000000" w:firstRow="0" w:lastRow="0" w:firstColumn="0" w:lastColumn="0" w:oddVBand="0" w:evenVBand="0" w:oddHBand="0" w:evenHBand="0" w:firstRowFirstColumn="0" w:firstRowLastColumn="0" w:lastRowFirstColumn="0" w:lastRowLastColumn="0"/>
            </w:pPr>
          </w:p>
        </w:tc>
      </w:tr>
      <w:tr w:rsidR="001B63F4" w:rsidRPr="00B06D17" w14:paraId="4F85BEB5" w14:textId="77777777" w:rsidTr="00984623">
        <w:tc>
          <w:tcPr>
            <w:cnfStyle w:val="001000000000" w:firstRow="0" w:lastRow="0" w:firstColumn="1" w:lastColumn="0" w:oddVBand="0" w:evenVBand="0" w:oddHBand="0" w:evenHBand="0" w:firstRowFirstColumn="0" w:firstRowLastColumn="0" w:lastRowFirstColumn="0" w:lastRowLastColumn="0"/>
            <w:tcW w:w="930" w:type="dxa"/>
          </w:tcPr>
          <w:p w14:paraId="3385DB23" w14:textId="77777777" w:rsidR="001B63F4" w:rsidRPr="008464D3" w:rsidRDefault="001B63F4" w:rsidP="00984623">
            <w:pPr>
              <w:pStyle w:val="Tabulka"/>
            </w:pPr>
            <w:r>
              <w:t>2</w:t>
            </w:r>
          </w:p>
        </w:tc>
        <w:tc>
          <w:tcPr>
            <w:tcW w:w="2047" w:type="dxa"/>
          </w:tcPr>
          <w:p w14:paraId="3134A036" w14:textId="77777777" w:rsidR="001B63F4" w:rsidRPr="00B06D17" w:rsidRDefault="001B63F4" w:rsidP="00984623">
            <w:pPr>
              <w:pStyle w:val="Tabulka"/>
              <w:jc w:val="center"/>
              <w:cnfStyle w:val="000000000000" w:firstRow="0" w:lastRow="0" w:firstColumn="0" w:lastColumn="0" w:oddVBand="0" w:evenVBand="0" w:oddHBand="0" w:evenHBand="0" w:firstRowFirstColumn="0" w:firstRowLastColumn="0" w:lastRowFirstColumn="0" w:lastRowLastColumn="0"/>
            </w:pPr>
            <w:r>
              <w:t>R</w:t>
            </w:r>
            <w:r w:rsidRPr="00B06D17">
              <w:t>ozsah činnosti při výkonu autorského dozoru projektanta v rámci realizace</w:t>
            </w:r>
            <w:r>
              <w:t xml:space="preserve"> II. etapy</w:t>
            </w:r>
            <w:r w:rsidRPr="00B06D17">
              <w:t xml:space="preserve"> Stavby dle čl. 4 Obchodních podmínek</w:t>
            </w:r>
          </w:p>
        </w:tc>
        <w:tc>
          <w:tcPr>
            <w:tcW w:w="1134" w:type="dxa"/>
          </w:tcPr>
          <w:p w14:paraId="4AF310EE" w14:textId="77777777" w:rsidR="001B63F4" w:rsidRPr="00B06D17" w:rsidRDefault="001B63F4" w:rsidP="00984623">
            <w:pPr>
              <w:pStyle w:val="Tabulka"/>
              <w:jc w:val="center"/>
              <w:cnfStyle w:val="000000000000" w:firstRow="0" w:lastRow="0" w:firstColumn="0" w:lastColumn="0" w:oddVBand="0" w:evenVBand="0" w:oddHBand="0" w:evenHBand="0" w:firstRowFirstColumn="0" w:firstRowLastColumn="0" w:lastRowFirstColumn="0" w:lastRowLastColumn="0"/>
            </w:pPr>
            <w:r>
              <w:t>hod</w:t>
            </w:r>
          </w:p>
        </w:tc>
        <w:tc>
          <w:tcPr>
            <w:tcW w:w="2205" w:type="dxa"/>
          </w:tcPr>
          <w:p w14:paraId="69DD6814" w14:textId="77777777" w:rsidR="001B63F4" w:rsidRPr="00B06D17" w:rsidRDefault="001B63F4" w:rsidP="00984623">
            <w:pPr>
              <w:pStyle w:val="Tabulka"/>
              <w:jc w:val="center"/>
              <w:cnfStyle w:val="000000000000" w:firstRow="0" w:lastRow="0" w:firstColumn="0" w:lastColumn="0" w:oddVBand="0" w:evenVBand="0" w:oddHBand="0" w:evenHBand="0" w:firstRowFirstColumn="0" w:firstRowLastColumn="0" w:lastRowFirstColumn="0" w:lastRowLastColumn="0"/>
            </w:pPr>
            <w:r>
              <w:t>940</w:t>
            </w:r>
          </w:p>
        </w:tc>
        <w:tc>
          <w:tcPr>
            <w:tcW w:w="1276" w:type="dxa"/>
          </w:tcPr>
          <w:p w14:paraId="6DEEBD80" w14:textId="77777777" w:rsidR="001B63F4" w:rsidRPr="00B06D17" w:rsidRDefault="001B63F4" w:rsidP="00984623">
            <w:pPr>
              <w:pStyle w:val="Tabulka"/>
              <w:jc w:val="center"/>
              <w:cnfStyle w:val="000000000000" w:firstRow="0" w:lastRow="0" w:firstColumn="0" w:lastColumn="0" w:oddVBand="0" w:evenVBand="0" w:oddHBand="0" w:evenHBand="0" w:firstRowFirstColumn="0" w:firstRowLastColumn="0" w:lastRowFirstColumn="0" w:lastRowLastColumn="0"/>
            </w:pPr>
          </w:p>
        </w:tc>
        <w:tc>
          <w:tcPr>
            <w:tcW w:w="1268" w:type="dxa"/>
          </w:tcPr>
          <w:p w14:paraId="7AE8C976" w14:textId="77777777" w:rsidR="001B63F4" w:rsidRPr="00B06D17" w:rsidRDefault="001B63F4" w:rsidP="00984623">
            <w:pPr>
              <w:pStyle w:val="Tabulka"/>
              <w:jc w:val="center"/>
              <w:cnfStyle w:val="000000000000" w:firstRow="0" w:lastRow="0" w:firstColumn="0" w:lastColumn="0" w:oddVBand="0" w:evenVBand="0" w:oddHBand="0" w:evenHBand="0" w:firstRowFirstColumn="0" w:firstRowLastColumn="0" w:lastRowFirstColumn="0" w:lastRowLastColumn="0"/>
            </w:pPr>
          </w:p>
        </w:tc>
      </w:tr>
    </w:tbl>
    <w:p w14:paraId="1F5B3693" w14:textId="77777777" w:rsidR="00760192" w:rsidRDefault="00760192" w:rsidP="00236DCC">
      <w:pPr>
        <w:pStyle w:val="Textbezodsazen"/>
      </w:pPr>
    </w:p>
    <w:p w14:paraId="09496E03" w14:textId="77777777" w:rsidR="008A4D1B" w:rsidRDefault="008A4D1B" w:rsidP="00236DCC">
      <w:pPr>
        <w:pStyle w:val="Textbezodsazen"/>
      </w:pPr>
      <w:r>
        <w:t xml:space="preserve">*) nevyplněné údaje </w:t>
      </w:r>
      <w:r w:rsidRPr="00236DCC">
        <w:rPr>
          <w:highlight w:val="yellow"/>
        </w:rPr>
        <w:t>VLOŽÍ ZHOTOVITEL</w:t>
      </w:r>
    </w:p>
    <w:p w14:paraId="610E1CF0" w14:textId="77777777" w:rsidR="008A4D1B" w:rsidRDefault="008A4D1B" w:rsidP="00236DCC">
      <w:pPr>
        <w:pStyle w:val="Textbezodsazen"/>
      </w:pPr>
      <w:r>
        <w:t>Všechny ceny jsou uvedené v Kč bez DPH.</w:t>
      </w:r>
    </w:p>
    <w:p w14:paraId="757917B3" w14:textId="77777777" w:rsidR="008A4D1B" w:rsidRDefault="008A4D1B" w:rsidP="00236DCC">
      <w:pPr>
        <w:pStyle w:val="Textbezodsazen"/>
      </w:pPr>
    </w:p>
    <w:p w14:paraId="418F192D" w14:textId="65B0D7DA" w:rsidR="008A4D1B" w:rsidRDefault="008A4D1B" w:rsidP="00236DCC">
      <w:pPr>
        <w:pStyle w:val="Textbezodsazen"/>
      </w:pPr>
      <w:r>
        <w:t xml:space="preserve">Uvedená cena za výkon autorského dozoru zahrnuje veškeré náklady na výkon autorského dozoru po celou předpokládanou dobu realizace Stavby </w:t>
      </w:r>
      <w:r w:rsidRPr="002F6261">
        <w:rPr>
          <w:b/>
        </w:rPr>
        <w:t xml:space="preserve">(předpoklad </w:t>
      </w:r>
      <w:r w:rsidR="009D083E" w:rsidRPr="002F6261">
        <w:rPr>
          <w:b/>
        </w:rPr>
        <w:t>do</w:t>
      </w:r>
      <w:r w:rsidR="009B2297">
        <w:rPr>
          <w:b/>
        </w:rPr>
        <w:t xml:space="preserve"> 12</w:t>
      </w:r>
      <w:r w:rsidR="001B63F4" w:rsidRPr="002F6261">
        <w:rPr>
          <w:b/>
        </w:rPr>
        <w:t>/2025</w:t>
      </w:r>
      <w:r w:rsidRPr="002F6261">
        <w:rPr>
          <w:b/>
        </w:rPr>
        <w:t>)</w:t>
      </w:r>
      <w:r>
        <w:t xml:space="preserve">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29C5A399" w14:textId="77777777" w:rsidR="00B06D17" w:rsidRDefault="00B06D17" w:rsidP="00236DCC">
      <w:pPr>
        <w:pStyle w:val="Textbezodsazen"/>
      </w:pPr>
    </w:p>
    <w:p w14:paraId="1E21ECAA" w14:textId="77777777" w:rsidR="00236DCC" w:rsidRDefault="00222352" w:rsidP="009227F1">
      <w:pPr>
        <w:pStyle w:val="Nadpisbezsl1-2"/>
      </w:pPr>
      <w:r>
        <w:t>2</w:t>
      </w:r>
      <w:r w:rsidR="00760192">
        <w:t>.</w:t>
      </w:r>
      <w:r w:rsidR="00760192">
        <w:tab/>
      </w:r>
      <w:r w:rsidR="00236DCC">
        <w:t>Cena Díla:</w:t>
      </w:r>
    </w:p>
    <w:tbl>
      <w:tblPr>
        <w:tblStyle w:val="Tabulka10"/>
        <w:tblW w:w="0" w:type="auto"/>
        <w:tblInd w:w="0" w:type="dxa"/>
        <w:tblLook w:val="04A0" w:firstRow="1" w:lastRow="0" w:firstColumn="1" w:lastColumn="0" w:noHBand="0" w:noVBand="1"/>
      </w:tblPr>
      <w:tblGrid>
        <w:gridCol w:w="2683"/>
        <w:gridCol w:w="2683"/>
        <w:gridCol w:w="2684"/>
      </w:tblGrid>
      <w:tr w:rsidR="001B63F4" w:rsidRPr="00236DCC" w14:paraId="23D7F230" w14:textId="77777777" w:rsidTr="009846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3" w:type="dxa"/>
          </w:tcPr>
          <w:p w14:paraId="05BD2AD1" w14:textId="77777777" w:rsidR="001B63F4" w:rsidRPr="00236DCC" w:rsidRDefault="001B63F4" w:rsidP="00984623">
            <w:pPr>
              <w:pStyle w:val="Tabulka"/>
              <w:rPr>
                <w:rStyle w:val="Tun"/>
              </w:rPr>
            </w:pPr>
            <w:r w:rsidRPr="00236DCC">
              <w:rPr>
                <w:rStyle w:val="Tun"/>
              </w:rPr>
              <w:t xml:space="preserve">Cena </w:t>
            </w:r>
            <w:r>
              <w:rPr>
                <w:rStyle w:val="Tun"/>
              </w:rPr>
              <w:t>za výkon autorského dozoru I. etapy</w:t>
            </w:r>
            <w:r w:rsidRPr="00236DCC">
              <w:rPr>
                <w:rStyle w:val="Tun"/>
              </w:rPr>
              <w:t xml:space="preserve"> (bez DPH)</w:t>
            </w:r>
          </w:p>
        </w:tc>
        <w:tc>
          <w:tcPr>
            <w:tcW w:w="2683" w:type="dxa"/>
          </w:tcPr>
          <w:p w14:paraId="452050B1" w14:textId="77777777" w:rsidR="001B63F4" w:rsidRPr="00236DCC" w:rsidRDefault="001B63F4" w:rsidP="00984623">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684" w:type="dxa"/>
          </w:tcPr>
          <w:p w14:paraId="03C47C0F" w14:textId="77777777" w:rsidR="001B63F4" w:rsidRPr="00236DCC" w:rsidRDefault="001B63F4" w:rsidP="00984623">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1B63F4" w:rsidRPr="00236DCC" w14:paraId="708DC474" w14:textId="77777777" w:rsidTr="00984623">
        <w:tc>
          <w:tcPr>
            <w:cnfStyle w:val="001000000000" w:firstRow="0" w:lastRow="0" w:firstColumn="1" w:lastColumn="0" w:oddVBand="0" w:evenVBand="0" w:oddHBand="0" w:evenHBand="0" w:firstRowFirstColumn="0" w:firstRowLastColumn="0" w:lastRowFirstColumn="0" w:lastRowLastColumn="0"/>
            <w:tcW w:w="2683" w:type="dxa"/>
          </w:tcPr>
          <w:p w14:paraId="2E72F1C2" w14:textId="77777777" w:rsidR="001B63F4" w:rsidRPr="00236DCC" w:rsidRDefault="001B63F4" w:rsidP="00984623">
            <w:pPr>
              <w:pStyle w:val="Tabulka"/>
            </w:pPr>
            <w:r w:rsidRPr="00236DCC">
              <w:t>"[</w:t>
            </w:r>
            <w:r w:rsidRPr="00236DCC">
              <w:rPr>
                <w:highlight w:val="yellow"/>
              </w:rPr>
              <w:t>VLOŽÍ ZHOTOVITEL</w:t>
            </w:r>
            <w:r w:rsidRPr="00236DCC">
              <w:t>]" Kč</w:t>
            </w:r>
          </w:p>
        </w:tc>
        <w:tc>
          <w:tcPr>
            <w:tcW w:w="2683" w:type="dxa"/>
          </w:tcPr>
          <w:p w14:paraId="0AB15C8C" w14:textId="77777777" w:rsidR="001B63F4" w:rsidRPr="00236DCC" w:rsidRDefault="001B63F4" w:rsidP="00984623">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684" w:type="dxa"/>
          </w:tcPr>
          <w:p w14:paraId="51381BC2" w14:textId="77777777" w:rsidR="001B63F4" w:rsidRPr="00236DCC" w:rsidRDefault="001B63F4" w:rsidP="00984623">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7555A5A4" w14:textId="144C8D22" w:rsidR="00236DCC" w:rsidRDefault="00236DCC" w:rsidP="00236DCC">
      <w:pPr>
        <w:pStyle w:val="Textbezodsazen"/>
      </w:pPr>
    </w:p>
    <w:tbl>
      <w:tblPr>
        <w:tblStyle w:val="Tabulka10"/>
        <w:tblW w:w="0" w:type="auto"/>
        <w:tblInd w:w="0" w:type="dxa"/>
        <w:tblLook w:val="04A0" w:firstRow="1" w:lastRow="0" w:firstColumn="1" w:lastColumn="0" w:noHBand="0" w:noVBand="1"/>
      </w:tblPr>
      <w:tblGrid>
        <w:gridCol w:w="2683"/>
        <w:gridCol w:w="2683"/>
        <w:gridCol w:w="2684"/>
      </w:tblGrid>
      <w:tr w:rsidR="001B63F4" w:rsidRPr="00236DCC" w14:paraId="74075049" w14:textId="77777777" w:rsidTr="009846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3" w:type="dxa"/>
          </w:tcPr>
          <w:p w14:paraId="07EA9169" w14:textId="77777777" w:rsidR="001B63F4" w:rsidRPr="00236DCC" w:rsidRDefault="001B63F4" w:rsidP="00984623">
            <w:pPr>
              <w:pStyle w:val="Tabulka"/>
              <w:rPr>
                <w:rStyle w:val="Tun"/>
              </w:rPr>
            </w:pPr>
            <w:r w:rsidRPr="00236DCC">
              <w:rPr>
                <w:rStyle w:val="Tun"/>
              </w:rPr>
              <w:t xml:space="preserve">Cena </w:t>
            </w:r>
            <w:r>
              <w:rPr>
                <w:rStyle w:val="Tun"/>
              </w:rPr>
              <w:t>za výkon autorského dozoru II. etapy</w:t>
            </w:r>
            <w:r w:rsidRPr="00236DCC">
              <w:rPr>
                <w:rStyle w:val="Tun"/>
              </w:rPr>
              <w:t xml:space="preserve"> (bez DPH)</w:t>
            </w:r>
          </w:p>
        </w:tc>
        <w:tc>
          <w:tcPr>
            <w:tcW w:w="2683" w:type="dxa"/>
          </w:tcPr>
          <w:p w14:paraId="4CD918CC" w14:textId="77777777" w:rsidR="001B63F4" w:rsidRPr="00236DCC" w:rsidRDefault="001B63F4" w:rsidP="00984623">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684" w:type="dxa"/>
          </w:tcPr>
          <w:p w14:paraId="3F993808" w14:textId="77777777" w:rsidR="001B63F4" w:rsidRPr="00236DCC" w:rsidRDefault="001B63F4" w:rsidP="00984623">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1B63F4" w:rsidRPr="00236DCC" w14:paraId="100725CA" w14:textId="77777777" w:rsidTr="00984623">
        <w:tc>
          <w:tcPr>
            <w:cnfStyle w:val="001000000000" w:firstRow="0" w:lastRow="0" w:firstColumn="1" w:lastColumn="0" w:oddVBand="0" w:evenVBand="0" w:oddHBand="0" w:evenHBand="0" w:firstRowFirstColumn="0" w:firstRowLastColumn="0" w:lastRowFirstColumn="0" w:lastRowLastColumn="0"/>
            <w:tcW w:w="2683" w:type="dxa"/>
          </w:tcPr>
          <w:p w14:paraId="57A0085D" w14:textId="77777777" w:rsidR="001B63F4" w:rsidRPr="00236DCC" w:rsidRDefault="001B63F4" w:rsidP="00984623">
            <w:pPr>
              <w:pStyle w:val="Tabulka"/>
            </w:pPr>
            <w:r w:rsidRPr="00236DCC">
              <w:t>"[</w:t>
            </w:r>
            <w:r w:rsidRPr="00236DCC">
              <w:rPr>
                <w:highlight w:val="yellow"/>
              </w:rPr>
              <w:t>VLOŽÍ ZHOTOVITEL</w:t>
            </w:r>
            <w:r w:rsidRPr="00236DCC">
              <w:t>]" Kč</w:t>
            </w:r>
          </w:p>
        </w:tc>
        <w:tc>
          <w:tcPr>
            <w:tcW w:w="2683" w:type="dxa"/>
          </w:tcPr>
          <w:p w14:paraId="316DBDC4" w14:textId="77777777" w:rsidR="001B63F4" w:rsidRPr="00236DCC" w:rsidRDefault="001B63F4" w:rsidP="00984623">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684" w:type="dxa"/>
          </w:tcPr>
          <w:p w14:paraId="5A15C3D8" w14:textId="77777777" w:rsidR="001B63F4" w:rsidRPr="00236DCC" w:rsidRDefault="001B63F4" w:rsidP="00984623">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00D37FF" w14:textId="77777777" w:rsidR="00236DCC" w:rsidRDefault="00236DCC" w:rsidP="00236DCC">
      <w:pPr>
        <w:pStyle w:val="Textbezodsazen"/>
      </w:pPr>
    </w:p>
    <w:p w14:paraId="762A13FA" w14:textId="77777777" w:rsidR="00236DCC" w:rsidRDefault="00236DCC" w:rsidP="00236DCC">
      <w:pPr>
        <w:pStyle w:val="Textbezodsazen"/>
      </w:pPr>
    </w:p>
    <w:p w14:paraId="474D5A5A" w14:textId="77777777" w:rsidR="00236DCC" w:rsidRDefault="00236DCC" w:rsidP="00236DCC">
      <w:pPr>
        <w:pStyle w:val="Textbezodsazen"/>
      </w:pPr>
    </w:p>
    <w:p w14:paraId="7D900456" w14:textId="77777777" w:rsidR="00236DCC" w:rsidRDefault="00236DCC" w:rsidP="00236DCC">
      <w:pPr>
        <w:pStyle w:val="Textbezodsazen"/>
        <w:sectPr w:rsidR="00236DCC" w:rsidSect="00417DF5">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190348B0" w14:textId="77777777" w:rsidR="00B72613" w:rsidRDefault="00B72613" w:rsidP="00B72613">
      <w:pPr>
        <w:pStyle w:val="Nadpisbezsl1-1"/>
      </w:pPr>
      <w:r>
        <w:lastRenderedPageBreak/>
        <w:t>Příloha č. 5</w:t>
      </w:r>
    </w:p>
    <w:p w14:paraId="2E083BB7" w14:textId="4ABC6363" w:rsidR="00B72613" w:rsidRPr="00480DA6" w:rsidRDefault="00B72613" w:rsidP="007D193E">
      <w:pPr>
        <w:pStyle w:val="Nadpisbezsl1-2"/>
        <w:spacing w:after="0"/>
      </w:pPr>
      <w:r>
        <w:t>Harmonogram plnění</w:t>
      </w:r>
      <w:r w:rsidR="00480DA6">
        <w:t xml:space="preserve"> </w:t>
      </w:r>
      <w:r w:rsidR="00480DA6" w:rsidRPr="00480DA6">
        <w:rPr>
          <w:b w:val="0"/>
        </w:rPr>
        <w:t>– „Rekonstrukce výpravní budovy v </w:t>
      </w:r>
      <w:proofErr w:type="spellStart"/>
      <w:r w:rsidR="00480DA6" w:rsidRPr="00480DA6">
        <w:rPr>
          <w:b w:val="0"/>
        </w:rPr>
        <w:t>žst</w:t>
      </w:r>
      <w:proofErr w:type="spellEnd"/>
      <w:r w:rsidR="00480DA6" w:rsidRPr="00480DA6">
        <w:rPr>
          <w:b w:val="0"/>
        </w:rPr>
        <w:t>. Praha hl. n.“ I. etapa – výkon autorského dozoru</w:t>
      </w:r>
    </w:p>
    <w:p w14:paraId="37C4BADF" w14:textId="77777777" w:rsidR="00B72613" w:rsidRDefault="00B72613" w:rsidP="00B72613">
      <w:pPr>
        <w:pStyle w:val="Textbezodsazen"/>
      </w:pPr>
    </w:p>
    <w:tbl>
      <w:tblPr>
        <w:tblStyle w:val="Tabulka10"/>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3330"/>
        <w:gridCol w:w="4554"/>
        <w:gridCol w:w="3359"/>
      </w:tblGrid>
      <w:tr w:rsidR="00480DA6" w:rsidRPr="00B72613" w14:paraId="73CDAD45" w14:textId="77777777" w:rsidTr="00480D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164CF1" w14:textId="77777777" w:rsidR="00480DA6" w:rsidRPr="0049257C" w:rsidRDefault="00480DA6" w:rsidP="00B30EEC">
            <w:pPr>
              <w:pStyle w:val="Tabulka"/>
              <w:rPr>
                <w:rStyle w:val="Tun"/>
                <w:szCs w:val="14"/>
              </w:rPr>
            </w:pPr>
            <w:r w:rsidRPr="0049257C">
              <w:rPr>
                <w:rStyle w:val="Tun"/>
                <w:szCs w:val="14"/>
              </w:rPr>
              <w:t>Část Díla</w:t>
            </w:r>
          </w:p>
        </w:tc>
        <w:tc>
          <w:tcPr>
            <w:tcW w:w="333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92B721" w14:textId="77777777" w:rsidR="00480DA6" w:rsidRPr="0049257C" w:rsidRDefault="00480DA6" w:rsidP="00B30EEC">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5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6885750" w14:textId="77777777" w:rsidR="00480DA6" w:rsidRPr="0049257C" w:rsidRDefault="00480DA6" w:rsidP="00B30EEC">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6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78A683C" w14:textId="77777777" w:rsidR="00480DA6" w:rsidRPr="0049257C" w:rsidRDefault="00480DA6" w:rsidP="00B30EEC">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480DA6" w:rsidRPr="00D62EA3" w14:paraId="707203E0" w14:textId="77777777" w:rsidTr="00480DA6">
        <w:tc>
          <w:tcPr>
            <w:cnfStyle w:val="001000000000" w:firstRow="0" w:lastRow="0" w:firstColumn="1" w:lastColumn="0" w:oddVBand="0" w:evenVBand="0" w:oddHBand="0" w:evenHBand="0" w:firstRowFirstColumn="0" w:firstRowLastColumn="0" w:lastRowFirstColumn="0" w:lastRowLastColumn="0"/>
            <w:tcW w:w="2268" w:type="dxa"/>
          </w:tcPr>
          <w:p w14:paraId="347D2A5A" w14:textId="77777777" w:rsidR="00480DA6" w:rsidRPr="00C57FCA" w:rsidRDefault="00480DA6" w:rsidP="00B30EEC">
            <w:pPr>
              <w:pStyle w:val="Tabulka"/>
              <w:rPr>
                <w:rStyle w:val="Tun"/>
                <w:sz w:val="16"/>
                <w:szCs w:val="16"/>
              </w:rPr>
            </w:pPr>
            <w:r w:rsidRPr="00C57FCA">
              <w:rPr>
                <w:rStyle w:val="Tun"/>
                <w:sz w:val="16"/>
                <w:szCs w:val="16"/>
              </w:rPr>
              <w:t>Termín zahájení prací</w:t>
            </w:r>
          </w:p>
        </w:tc>
        <w:tc>
          <w:tcPr>
            <w:tcW w:w="3333" w:type="dxa"/>
          </w:tcPr>
          <w:p w14:paraId="40CE82F5" w14:textId="1BAA6AE9" w:rsidR="00480DA6" w:rsidRPr="006534D8" w:rsidRDefault="00D151DF" w:rsidP="00D151DF">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Ihned p</w:t>
            </w:r>
            <w:r w:rsidR="00480DA6">
              <w:rPr>
                <w:sz w:val="16"/>
                <w:szCs w:val="16"/>
              </w:rPr>
              <w:t xml:space="preserve">o nabytí účinnosti </w:t>
            </w:r>
            <w:r w:rsidR="00480DA6" w:rsidRPr="00413FF2">
              <w:rPr>
                <w:sz w:val="16"/>
                <w:szCs w:val="16"/>
              </w:rPr>
              <w:t xml:space="preserve">SOD </w:t>
            </w:r>
          </w:p>
        </w:tc>
        <w:tc>
          <w:tcPr>
            <w:tcW w:w="4558" w:type="dxa"/>
          </w:tcPr>
          <w:p w14:paraId="4D82B6B0" w14:textId="77777777" w:rsidR="00480DA6" w:rsidRPr="00C57FCA" w:rsidRDefault="00480DA6" w:rsidP="00B30EE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61" w:type="dxa"/>
          </w:tcPr>
          <w:p w14:paraId="2AA754EE" w14:textId="77777777" w:rsidR="00480DA6" w:rsidRPr="00C57FCA" w:rsidRDefault="00480DA6" w:rsidP="00B30EEC">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480DA6" w:rsidRPr="00D62EA3" w14:paraId="228DF606" w14:textId="77777777" w:rsidTr="00480DA6">
        <w:tc>
          <w:tcPr>
            <w:cnfStyle w:val="001000000000" w:firstRow="0" w:lastRow="0" w:firstColumn="1" w:lastColumn="0" w:oddVBand="0" w:evenVBand="0" w:oddHBand="0" w:evenHBand="0" w:firstRowFirstColumn="0" w:firstRowLastColumn="0" w:lastRowFirstColumn="0" w:lastRowLastColumn="0"/>
            <w:tcW w:w="2268" w:type="dxa"/>
          </w:tcPr>
          <w:p w14:paraId="610BAB46" w14:textId="77777777" w:rsidR="00480DA6" w:rsidRPr="00C57FCA" w:rsidRDefault="00480DA6" w:rsidP="00B30EEC">
            <w:pPr>
              <w:pStyle w:val="Tabulka"/>
              <w:rPr>
                <w:rStyle w:val="Tun"/>
                <w:sz w:val="16"/>
                <w:szCs w:val="16"/>
              </w:rPr>
            </w:pPr>
          </w:p>
        </w:tc>
        <w:tc>
          <w:tcPr>
            <w:tcW w:w="3333" w:type="dxa"/>
          </w:tcPr>
          <w:p w14:paraId="4FC6F103" w14:textId="0A180371" w:rsidR="00480DA6" w:rsidRPr="00F468D5" w:rsidRDefault="00C00AE0" w:rsidP="00B30EE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Předpoklad do 06/</w:t>
            </w:r>
            <w:r w:rsidR="00950196">
              <w:rPr>
                <w:rFonts w:eastAsia="Times New Roman" w:cs="Times New Roman"/>
                <w:sz w:val="16"/>
                <w:szCs w:val="16"/>
              </w:rPr>
              <w:t>20</w:t>
            </w:r>
            <w:r>
              <w:rPr>
                <w:rFonts w:eastAsia="Times New Roman" w:cs="Times New Roman"/>
                <w:sz w:val="16"/>
                <w:szCs w:val="16"/>
              </w:rPr>
              <w:t>23</w:t>
            </w:r>
          </w:p>
        </w:tc>
        <w:tc>
          <w:tcPr>
            <w:tcW w:w="4558" w:type="dxa"/>
          </w:tcPr>
          <w:p w14:paraId="1E18D7AF" w14:textId="77777777" w:rsidR="00480DA6" w:rsidRPr="00F468D5" w:rsidRDefault="00480DA6" w:rsidP="00B30EE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68D5">
              <w:rPr>
                <w:rFonts w:eastAsia="Times New Roman" w:cs="Times New Roman"/>
                <w:sz w:val="16"/>
                <w:szCs w:val="16"/>
              </w:rPr>
              <w:t>Autorský dozor projektanta při realizaci Stavby</w:t>
            </w:r>
            <w:r>
              <w:rPr>
                <w:rFonts w:eastAsia="Times New Roman" w:cs="Times New Roman"/>
                <w:sz w:val="16"/>
                <w:szCs w:val="16"/>
              </w:rPr>
              <w:t xml:space="preserve"> – I. etapa</w:t>
            </w:r>
            <w:r w:rsidRPr="00F468D5">
              <w:rPr>
                <w:rFonts w:eastAsia="Times New Roman" w:cs="Times New Roman"/>
                <w:sz w:val="16"/>
                <w:szCs w:val="16"/>
              </w:rPr>
              <w:t xml:space="preserve">; </w:t>
            </w:r>
          </w:p>
        </w:tc>
        <w:tc>
          <w:tcPr>
            <w:tcW w:w="3361" w:type="dxa"/>
          </w:tcPr>
          <w:p w14:paraId="3A171503" w14:textId="77777777" w:rsidR="00480DA6" w:rsidRPr="00F468D5" w:rsidRDefault="00480DA6" w:rsidP="00B30EE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68D5">
              <w:rPr>
                <w:rFonts w:eastAsia="Times New Roman" w:cs="Times New Roman"/>
                <w:sz w:val="16"/>
                <w:szCs w:val="16"/>
              </w:rPr>
              <w:t>Výkaz poskytnutých služeb (1 x za čtvrtletí) - stručný popis výkonů a specifikace výkonu autorského dozoru projektanta</w:t>
            </w:r>
          </w:p>
        </w:tc>
      </w:tr>
      <w:tr w:rsidR="00480DA6" w:rsidRPr="00D62EA3" w14:paraId="0E67B52C" w14:textId="77777777" w:rsidTr="00480DA6">
        <w:tc>
          <w:tcPr>
            <w:cnfStyle w:val="001000000000" w:firstRow="0" w:lastRow="0" w:firstColumn="1" w:lastColumn="0" w:oddVBand="0" w:evenVBand="0" w:oddHBand="0" w:evenHBand="0" w:firstRowFirstColumn="0" w:firstRowLastColumn="0" w:lastRowFirstColumn="0" w:lastRowLastColumn="0"/>
            <w:tcW w:w="2268" w:type="dxa"/>
          </w:tcPr>
          <w:p w14:paraId="3B24072B" w14:textId="77777777" w:rsidR="00480DA6" w:rsidRPr="00C57FCA" w:rsidRDefault="00480DA6" w:rsidP="00B30EEC">
            <w:pPr>
              <w:pStyle w:val="Tabulka"/>
              <w:rPr>
                <w:rStyle w:val="Tun"/>
                <w:sz w:val="16"/>
                <w:szCs w:val="16"/>
              </w:rPr>
            </w:pPr>
            <w:r w:rsidRPr="00C57FCA">
              <w:rPr>
                <w:rStyle w:val="Tun"/>
                <w:sz w:val="16"/>
                <w:szCs w:val="16"/>
              </w:rPr>
              <w:t>Termín dokončení Díla</w:t>
            </w:r>
          </w:p>
        </w:tc>
        <w:tc>
          <w:tcPr>
            <w:tcW w:w="3333" w:type="dxa"/>
          </w:tcPr>
          <w:p w14:paraId="0C30A727" w14:textId="1242DF6F" w:rsidR="00480DA6" w:rsidRPr="00F468D5" w:rsidRDefault="00480DA6" w:rsidP="00C00AE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P</w:t>
            </w:r>
            <w:r w:rsidRPr="00F468D5">
              <w:rPr>
                <w:rFonts w:eastAsia="Times New Roman" w:cs="Times New Roman"/>
                <w:sz w:val="16"/>
                <w:szCs w:val="16"/>
              </w:rPr>
              <w:t xml:space="preserve">ředpoklad do </w:t>
            </w:r>
            <w:r>
              <w:rPr>
                <w:rFonts w:eastAsia="Times New Roman" w:cs="Times New Roman"/>
                <w:sz w:val="16"/>
                <w:szCs w:val="16"/>
              </w:rPr>
              <w:t>06/</w:t>
            </w:r>
            <w:r w:rsidR="00950196">
              <w:rPr>
                <w:rFonts w:eastAsia="Times New Roman" w:cs="Times New Roman"/>
                <w:sz w:val="16"/>
                <w:szCs w:val="16"/>
              </w:rPr>
              <w:t>20</w:t>
            </w:r>
            <w:r>
              <w:rPr>
                <w:rFonts w:eastAsia="Times New Roman" w:cs="Times New Roman"/>
                <w:sz w:val="16"/>
                <w:szCs w:val="16"/>
              </w:rPr>
              <w:t>23</w:t>
            </w:r>
          </w:p>
        </w:tc>
        <w:tc>
          <w:tcPr>
            <w:tcW w:w="4558" w:type="dxa"/>
          </w:tcPr>
          <w:p w14:paraId="41892BDB" w14:textId="77777777" w:rsidR="00480DA6" w:rsidRPr="00F468D5" w:rsidRDefault="00480DA6" w:rsidP="00B30EEC">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361" w:type="dxa"/>
          </w:tcPr>
          <w:p w14:paraId="46643C3C" w14:textId="77777777" w:rsidR="00480DA6" w:rsidRPr="00F468D5" w:rsidRDefault="00480DA6" w:rsidP="00B30EE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68D5">
              <w:rPr>
                <w:rFonts w:eastAsia="Times New Roman" w:cs="Times New Roman"/>
                <w:sz w:val="16"/>
                <w:szCs w:val="16"/>
              </w:rPr>
              <w:t>Po ukončení přejímacího řízení Stavby a předložení výkazu poskytnutých služeb (o výkonu autorského dozoru projektanta)</w:t>
            </w:r>
          </w:p>
        </w:tc>
      </w:tr>
    </w:tbl>
    <w:p w14:paraId="1141D20F" w14:textId="61C0AC71" w:rsidR="00B72613" w:rsidRDefault="00B72613" w:rsidP="00480DA6">
      <w:pPr>
        <w:pStyle w:val="Textbezodsazen"/>
      </w:pPr>
    </w:p>
    <w:p w14:paraId="37A44D35" w14:textId="77777777" w:rsidR="007D193E" w:rsidRDefault="007D193E" w:rsidP="00480DA6">
      <w:pPr>
        <w:pStyle w:val="Textbezodsazen"/>
      </w:pPr>
    </w:p>
    <w:p w14:paraId="05683EE4" w14:textId="2395DDB4" w:rsidR="00480DA6" w:rsidRDefault="00480DA6" w:rsidP="007D193E">
      <w:pPr>
        <w:pStyle w:val="Textbezodsazen"/>
        <w:spacing w:after="0"/>
      </w:pPr>
      <w:r w:rsidRPr="0057317C">
        <w:rPr>
          <w:b/>
        </w:rPr>
        <w:t>H</w:t>
      </w:r>
      <w:r w:rsidR="007D5526">
        <w:rPr>
          <w:b/>
        </w:rPr>
        <w:t>armonogram plnění</w:t>
      </w:r>
      <w:r>
        <w:t xml:space="preserve"> – „Rekonstrukce výpravní budovy v </w:t>
      </w:r>
      <w:proofErr w:type="spellStart"/>
      <w:r>
        <w:t>žst</w:t>
      </w:r>
      <w:proofErr w:type="spellEnd"/>
      <w:r>
        <w:t>. Praha hl. n.“ II. etapa – výkon autorského dozoru</w:t>
      </w:r>
    </w:p>
    <w:p w14:paraId="5ACC5CFA" w14:textId="77777777" w:rsidR="007D193E" w:rsidRDefault="007D193E" w:rsidP="00480DA6">
      <w:pPr>
        <w:pStyle w:val="Textbezodsazen"/>
      </w:pPr>
    </w:p>
    <w:tbl>
      <w:tblPr>
        <w:tblStyle w:val="Tabulka10"/>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402"/>
        <w:gridCol w:w="4536"/>
        <w:gridCol w:w="3255"/>
      </w:tblGrid>
      <w:tr w:rsidR="00480DA6" w:rsidRPr="0049257C" w14:paraId="2BDFBFF7" w14:textId="77777777" w:rsidTr="007D19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E47E9E8" w14:textId="77777777" w:rsidR="00480DA6" w:rsidRPr="0049257C" w:rsidRDefault="00480DA6" w:rsidP="00B30EEC">
            <w:pPr>
              <w:pStyle w:val="Tabulka"/>
              <w:rPr>
                <w:rStyle w:val="Tun"/>
                <w:szCs w:val="14"/>
              </w:rPr>
            </w:pPr>
            <w:r w:rsidRPr="0049257C">
              <w:rPr>
                <w:rStyle w:val="Tun"/>
                <w:szCs w:val="14"/>
              </w:rPr>
              <w:t>Část Díla</w:t>
            </w:r>
          </w:p>
        </w:tc>
        <w:tc>
          <w:tcPr>
            <w:tcW w:w="340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7E541ED" w14:textId="77777777" w:rsidR="00480DA6" w:rsidRPr="0049257C" w:rsidRDefault="00480DA6" w:rsidP="00B30EEC">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3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11ED002" w14:textId="77777777" w:rsidR="00480DA6" w:rsidRPr="0049257C" w:rsidRDefault="00480DA6" w:rsidP="00B30EEC">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25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61E84F7" w14:textId="77777777" w:rsidR="00480DA6" w:rsidRPr="0049257C" w:rsidRDefault="00480DA6" w:rsidP="00B30EEC">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480DA6" w:rsidRPr="00C57FCA" w14:paraId="2922CB5B" w14:textId="77777777" w:rsidTr="007D193E">
        <w:tc>
          <w:tcPr>
            <w:cnfStyle w:val="001000000000" w:firstRow="0" w:lastRow="0" w:firstColumn="1" w:lastColumn="0" w:oddVBand="0" w:evenVBand="0" w:oddHBand="0" w:evenHBand="0" w:firstRowFirstColumn="0" w:firstRowLastColumn="0" w:lastRowFirstColumn="0" w:lastRowLastColumn="0"/>
            <w:tcW w:w="2268" w:type="dxa"/>
          </w:tcPr>
          <w:p w14:paraId="41D4299B" w14:textId="77777777" w:rsidR="00480DA6" w:rsidRPr="00C57FCA" w:rsidRDefault="00480DA6" w:rsidP="00B30EEC">
            <w:pPr>
              <w:pStyle w:val="Tabulka"/>
              <w:rPr>
                <w:rStyle w:val="Tun"/>
                <w:sz w:val="16"/>
                <w:szCs w:val="16"/>
              </w:rPr>
            </w:pPr>
            <w:r>
              <w:rPr>
                <w:rStyle w:val="Tun"/>
                <w:sz w:val="16"/>
                <w:szCs w:val="16"/>
              </w:rPr>
              <w:t>Termín zahájení prací</w:t>
            </w:r>
          </w:p>
        </w:tc>
        <w:tc>
          <w:tcPr>
            <w:tcW w:w="3402" w:type="dxa"/>
          </w:tcPr>
          <w:p w14:paraId="034CEA5A" w14:textId="77777777" w:rsidR="00480DA6" w:rsidRDefault="00480DA6" w:rsidP="00B30EE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 xml:space="preserve">Na základě pokynu Objednatele po předání staveniště zhotoviteli stavby </w:t>
            </w:r>
          </w:p>
        </w:tc>
        <w:tc>
          <w:tcPr>
            <w:tcW w:w="4536" w:type="dxa"/>
          </w:tcPr>
          <w:p w14:paraId="38C741FB" w14:textId="77777777" w:rsidR="00480DA6" w:rsidRPr="00F468D5" w:rsidRDefault="00480DA6" w:rsidP="00B30EE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w:t>
            </w:r>
          </w:p>
        </w:tc>
        <w:tc>
          <w:tcPr>
            <w:tcW w:w="3255" w:type="dxa"/>
          </w:tcPr>
          <w:p w14:paraId="4F3B185F" w14:textId="77777777" w:rsidR="00480DA6" w:rsidRPr="00F468D5" w:rsidRDefault="00480DA6" w:rsidP="00B30EE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w:t>
            </w:r>
          </w:p>
        </w:tc>
      </w:tr>
      <w:tr w:rsidR="00480DA6" w:rsidRPr="00F468D5" w14:paraId="296648DC" w14:textId="77777777" w:rsidTr="007D193E">
        <w:tc>
          <w:tcPr>
            <w:cnfStyle w:val="001000000000" w:firstRow="0" w:lastRow="0" w:firstColumn="1" w:lastColumn="0" w:oddVBand="0" w:evenVBand="0" w:oddHBand="0" w:evenHBand="0" w:firstRowFirstColumn="0" w:firstRowLastColumn="0" w:lastRowFirstColumn="0" w:lastRowLastColumn="0"/>
            <w:tcW w:w="2268" w:type="dxa"/>
          </w:tcPr>
          <w:p w14:paraId="36E0298B" w14:textId="77777777" w:rsidR="00480DA6" w:rsidRPr="00C57FCA" w:rsidRDefault="00480DA6" w:rsidP="00B30EEC">
            <w:pPr>
              <w:pStyle w:val="Tabulka"/>
              <w:rPr>
                <w:rStyle w:val="Tun"/>
                <w:sz w:val="16"/>
                <w:szCs w:val="16"/>
              </w:rPr>
            </w:pPr>
          </w:p>
        </w:tc>
        <w:tc>
          <w:tcPr>
            <w:tcW w:w="3402" w:type="dxa"/>
          </w:tcPr>
          <w:p w14:paraId="1D530B40" w14:textId="426B6DDE" w:rsidR="00480DA6" w:rsidRDefault="00D23A6D" w:rsidP="00B30EE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Předpoklad 12</w:t>
            </w:r>
            <w:r w:rsidR="00480DA6">
              <w:rPr>
                <w:rFonts w:eastAsia="Times New Roman" w:cs="Times New Roman"/>
                <w:sz w:val="16"/>
                <w:szCs w:val="16"/>
              </w:rPr>
              <w:t>/</w:t>
            </w:r>
            <w:r w:rsidR="00950196">
              <w:rPr>
                <w:rFonts w:eastAsia="Times New Roman" w:cs="Times New Roman"/>
                <w:sz w:val="16"/>
                <w:szCs w:val="16"/>
              </w:rPr>
              <w:t>20</w:t>
            </w:r>
            <w:r w:rsidR="00480DA6">
              <w:rPr>
                <w:rFonts w:eastAsia="Times New Roman" w:cs="Times New Roman"/>
                <w:sz w:val="16"/>
                <w:szCs w:val="16"/>
              </w:rPr>
              <w:t>25</w:t>
            </w:r>
          </w:p>
        </w:tc>
        <w:tc>
          <w:tcPr>
            <w:tcW w:w="4536" w:type="dxa"/>
          </w:tcPr>
          <w:p w14:paraId="15E3556B" w14:textId="77777777" w:rsidR="00480DA6" w:rsidRPr="00F468D5" w:rsidRDefault="00480DA6" w:rsidP="00B30EE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68D5">
              <w:rPr>
                <w:rFonts w:eastAsia="Times New Roman" w:cs="Times New Roman"/>
                <w:sz w:val="16"/>
                <w:szCs w:val="16"/>
              </w:rPr>
              <w:t>Autorský dozor projektanta při realizaci Stavby</w:t>
            </w:r>
            <w:r>
              <w:rPr>
                <w:rFonts w:eastAsia="Times New Roman" w:cs="Times New Roman"/>
                <w:sz w:val="16"/>
                <w:szCs w:val="16"/>
              </w:rPr>
              <w:t xml:space="preserve"> – II. etapa</w:t>
            </w:r>
            <w:r w:rsidRPr="00F468D5">
              <w:rPr>
                <w:rFonts w:eastAsia="Times New Roman" w:cs="Times New Roman"/>
                <w:sz w:val="16"/>
                <w:szCs w:val="16"/>
              </w:rPr>
              <w:t>;</w:t>
            </w:r>
          </w:p>
        </w:tc>
        <w:tc>
          <w:tcPr>
            <w:tcW w:w="3255" w:type="dxa"/>
          </w:tcPr>
          <w:p w14:paraId="4D50A211" w14:textId="77777777" w:rsidR="00480DA6" w:rsidRPr="00F468D5" w:rsidRDefault="00480DA6" w:rsidP="00B30EE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68D5">
              <w:rPr>
                <w:rFonts w:eastAsia="Times New Roman" w:cs="Times New Roman"/>
                <w:sz w:val="16"/>
                <w:szCs w:val="16"/>
              </w:rPr>
              <w:t>Výkaz poskytnutých služeb (1 x za čtvrtletí) - stručný popis výkonů a specifikace výkonu autorského dozoru projektanta</w:t>
            </w:r>
          </w:p>
        </w:tc>
      </w:tr>
      <w:tr w:rsidR="00480DA6" w:rsidRPr="00F468D5" w14:paraId="5506CE84" w14:textId="77777777" w:rsidTr="007D193E">
        <w:tc>
          <w:tcPr>
            <w:cnfStyle w:val="001000000000" w:firstRow="0" w:lastRow="0" w:firstColumn="1" w:lastColumn="0" w:oddVBand="0" w:evenVBand="0" w:oddHBand="0" w:evenHBand="0" w:firstRowFirstColumn="0" w:firstRowLastColumn="0" w:lastRowFirstColumn="0" w:lastRowLastColumn="0"/>
            <w:tcW w:w="2268" w:type="dxa"/>
          </w:tcPr>
          <w:p w14:paraId="5405DBDD" w14:textId="77777777" w:rsidR="00480DA6" w:rsidRPr="00C57FCA" w:rsidRDefault="00480DA6" w:rsidP="00B30EEC">
            <w:pPr>
              <w:pStyle w:val="Tabulka"/>
              <w:rPr>
                <w:rStyle w:val="Tun"/>
                <w:sz w:val="16"/>
                <w:szCs w:val="16"/>
              </w:rPr>
            </w:pPr>
            <w:r w:rsidRPr="00C57FCA">
              <w:rPr>
                <w:rStyle w:val="Tun"/>
                <w:sz w:val="16"/>
                <w:szCs w:val="16"/>
              </w:rPr>
              <w:t>Termín dokončení Díla</w:t>
            </w:r>
          </w:p>
        </w:tc>
        <w:tc>
          <w:tcPr>
            <w:tcW w:w="3402" w:type="dxa"/>
          </w:tcPr>
          <w:p w14:paraId="7FA8939A" w14:textId="581D4E29" w:rsidR="00480DA6" w:rsidRPr="00F468D5" w:rsidRDefault="00480DA6" w:rsidP="00CE153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P</w:t>
            </w:r>
            <w:r w:rsidRPr="00F468D5">
              <w:rPr>
                <w:rFonts w:eastAsia="Times New Roman" w:cs="Times New Roman"/>
                <w:sz w:val="16"/>
                <w:szCs w:val="16"/>
              </w:rPr>
              <w:t xml:space="preserve">ředpoklad do </w:t>
            </w:r>
            <w:r w:rsidR="00897318">
              <w:rPr>
                <w:rFonts w:eastAsia="Times New Roman" w:cs="Times New Roman"/>
                <w:sz w:val="16"/>
                <w:szCs w:val="16"/>
              </w:rPr>
              <w:t>12</w:t>
            </w:r>
            <w:r>
              <w:rPr>
                <w:rFonts w:eastAsia="Times New Roman" w:cs="Times New Roman"/>
                <w:sz w:val="16"/>
                <w:szCs w:val="16"/>
              </w:rPr>
              <w:t>/</w:t>
            </w:r>
            <w:r w:rsidR="00950196">
              <w:rPr>
                <w:rFonts w:eastAsia="Times New Roman" w:cs="Times New Roman"/>
                <w:sz w:val="16"/>
                <w:szCs w:val="16"/>
              </w:rPr>
              <w:t>20</w:t>
            </w:r>
            <w:r>
              <w:rPr>
                <w:rFonts w:eastAsia="Times New Roman" w:cs="Times New Roman"/>
                <w:sz w:val="16"/>
                <w:szCs w:val="16"/>
              </w:rPr>
              <w:t>25</w:t>
            </w:r>
          </w:p>
        </w:tc>
        <w:tc>
          <w:tcPr>
            <w:tcW w:w="4536" w:type="dxa"/>
          </w:tcPr>
          <w:p w14:paraId="013373A9" w14:textId="77777777" w:rsidR="00480DA6" w:rsidRPr="00F468D5" w:rsidRDefault="00480DA6" w:rsidP="00B30EEC">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255" w:type="dxa"/>
          </w:tcPr>
          <w:p w14:paraId="2DE8BF7C" w14:textId="77777777" w:rsidR="00480DA6" w:rsidRPr="00F468D5" w:rsidRDefault="00480DA6" w:rsidP="00B30EE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68D5">
              <w:rPr>
                <w:rFonts w:eastAsia="Times New Roman" w:cs="Times New Roman"/>
                <w:sz w:val="16"/>
                <w:szCs w:val="16"/>
              </w:rPr>
              <w:t>Po ukončení přejímacího řízení Stavby a předložení výkazu poskytnutých služeb (o výkonu autorského dozoru projektanta)</w:t>
            </w:r>
          </w:p>
        </w:tc>
      </w:tr>
    </w:tbl>
    <w:p w14:paraId="091E91AE" w14:textId="77777777" w:rsidR="00480DA6" w:rsidRPr="00480DA6" w:rsidRDefault="00480DA6" w:rsidP="00480DA6">
      <w:pPr>
        <w:pStyle w:val="Nadpis2-2"/>
        <w:sectPr w:rsidR="00480DA6" w:rsidRPr="00480DA6" w:rsidSect="00417DF5">
          <w:headerReference w:type="default" r:id="rId32"/>
          <w:footerReference w:type="even" r:id="rId33"/>
          <w:footerReference w:type="default" r:id="rId34"/>
          <w:pgSz w:w="16838" w:h="11906" w:orient="landscape" w:code="9"/>
          <w:pgMar w:top="1077" w:right="1588" w:bottom="1474" w:left="1588" w:header="595" w:footer="624" w:gutter="0"/>
          <w:pgNumType w:start="1"/>
          <w:cols w:space="708"/>
          <w:docGrid w:linePitch="360"/>
        </w:sectPr>
      </w:pPr>
    </w:p>
    <w:p w14:paraId="25244325" w14:textId="77777777" w:rsidR="00502690" w:rsidRPr="00B26902" w:rsidRDefault="00EC707C" w:rsidP="00B63F52">
      <w:pPr>
        <w:pStyle w:val="Nadpisbezsl1-1"/>
        <w:tabs>
          <w:tab w:val="left" w:pos="2679"/>
        </w:tabs>
      </w:pPr>
      <w:r>
        <w:lastRenderedPageBreak/>
        <w:t>Příloha č. 6</w:t>
      </w:r>
      <w:r w:rsidR="00B63F52">
        <w:tab/>
      </w:r>
    </w:p>
    <w:p w14:paraId="7B30B708" w14:textId="77777777" w:rsidR="00502690" w:rsidRPr="00B26902" w:rsidRDefault="00502690" w:rsidP="00F762A8">
      <w:pPr>
        <w:pStyle w:val="Nadpisbezsl1-2"/>
      </w:pPr>
      <w:r>
        <w:t>Oprávněné osoby</w:t>
      </w:r>
    </w:p>
    <w:p w14:paraId="16EAB0E2" w14:textId="77777777" w:rsidR="00EC707C" w:rsidRDefault="00EC707C" w:rsidP="00EC707C">
      <w:pPr>
        <w:pStyle w:val="Nadpisbezsl1-2"/>
      </w:pPr>
      <w:r>
        <w:t>Za objednatele</w:t>
      </w:r>
    </w:p>
    <w:p w14:paraId="4490950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7301D2">
        <w:rPr>
          <w:rFonts w:asciiTheme="minorHAnsi" w:hAnsiTheme="minorHAnsi"/>
          <w:sz w:val="18"/>
          <w:szCs w:val="18"/>
        </w:rPr>
        <w:t xml:space="preserve"> </w:t>
      </w:r>
      <w:r w:rsidR="007301D2" w:rsidRPr="00F667D8">
        <w:rPr>
          <w:rFonts w:asciiTheme="minorHAnsi" w:hAnsiTheme="minorHAnsi"/>
          <w:b w:val="0"/>
          <w:i/>
          <w:sz w:val="18"/>
          <w:szCs w:val="18"/>
        </w:rPr>
        <w:t>(vyjma podpisu této Smlouvy a jejích dodatků)</w:t>
      </w:r>
    </w:p>
    <w:tbl>
      <w:tblPr>
        <w:tblStyle w:val="TabulkaS-zhlav"/>
        <w:tblW w:w="8789" w:type="dxa"/>
        <w:tblLook w:val="04A0" w:firstRow="1" w:lastRow="0" w:firstColumn="1" w:lastColumn="0" w:noHBand="0" w:noVBand="1"/>
      </w:tblPr>
      <w:tblGrid>
        <w:gridCol w:w="3025"/>
        <w:gridCol w:w="5764"/>
      </w:tblGrid>
      <w:tr w:rsidR="00502690" w:rsidRPr="0017282C" w14:paraId="28B8D849"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79B33ACF"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6BE419A6" w14:textId="6C80B603" w:rsidR="00502690" w:rsidRPr="0017282C" w:rsidRDefault="00716E42" w:rsidP="002038D5">
            <w:pPr>
              <w:pStyle w:val="Tabulka"/>
              <w:rPr>
                <w:highlight w:val="green"/>
              </w:rPr>
            </w:pPr>
            <w:r w:rsidRPr="00716E42">
              <w:t>Mgr. Martin Šlapák</w:t>
            </w:r>
          </w:p>
        </w:tc>
      </w:tr>
      <w:tr w:rsidR="00502690" w:rsidRPr="00F95FBD" w14:paraId="7BC1D1F3" w14:textId="77777777" w:rsidTr="005923F7">
        <w:trPr>
          <w:trHeight w:val="170"/>
        </w:trPr>
        <w:tc>
          <w:tcPr>
            <w:tcW w:w="3056" w:type="dxa"/>
          </w:tcPr>
          <w:p w14:paraId="564E4069" w14:textId="77777777" w:rsidR="00502690" w:rsidRPr="00F95FBD" w:rsidRDefault="002038D5" w:rsidP="002038D5">
            <w:pPr>
              <w:pStyle w:val="Tabulka"/>
            </w:pPr>
            <w:r w:rsidRPr="00F95FBD">
              <w:t>Adresa</w:t>
            </w:r>
          </w:p>
        </w:tc>
        <w:tc>
          <w:tcPr>
            <w:tcW w:w="5812" w:type="dxa"/>
          </w:tcPr>
          <w:p w14:paraId="1309D876" w14:textId="56C9C440" w:rsidR="00502690" w:rsidRPr="007D193E" w:rsidRDefault="00716E42" w:rsidP="00E00BFB">
            <w:pPr>
              <w:pStyle w:val="Tabulka"/>
              <w:rPr>
                <w:highlight w:val="cyan"/>
              </w:rPr>
            </w:pPr>
            <w:r w:rsidRPr="00716E42">
              <w:t>Sušická 1106/25, 326 00 Plzeň 26</w:t>
            </w:r>
          </w:p>
        </w:tc>
      </w:tr>
      <w:tr w:rsidR="002038D5" w:rsidRPr="00F95FBD" w14:paraId="58B5E859" w14:textId="77777777" w:rsidTr="005923F7">
        <w:trPr>
          <w:trHeight w:val="170"/>
        </w:trPr>
        <w:tc>
          <w:tcPr>
            <w:tcW w:w="3056" w:type="dxa"/>
          </w:tcPr>
          <w:p w14:paraId="55A04220" w14:textId="77777777" w:rsidR="002038D5" w:rsidRPr="00F95FBD" w:rsidRDefault="002038D5" w:rsidP="002038D5">
            <w:pPr>
              <w:pStyle w:val="Tabulka"/>
            </w:pPr>
            <w:r w:rsidRPr="00F95FBD">
              <w:t>E-mail</w:t>
            </w:r>
          </w:p>
        </w:tc>
        <w:tc>
          <w:tcPr>
            <w:tcW w:w="5812" w:type="dxa"/>
          </w:tcPr>
          <w:p w14:paraId="0015A05E" w14:textId="0EBB6641" w:rsidR="002038D5" w:rsidRPr="00716E42" w:rsidRDefault="00716E42" w:rsidP="002038D5">
            <w:pPr>
              <w:pStyle w:val="Tabulka"/>
            </w:pPr>
            <w:r w:rsidRPr="00716E42">
              <w:t>SlapakM</w:t>
            </w:r>
            <w:r w:rsidR="006A6E21" w:rsidRPr="00716E42">
              <w:t>@spravazeleznic.cz</w:t>
            </w:r>
          </w:p>
        </w:tc>
      </w:tr>
      <w:tr w:rsidR="002038D5" w:rsidRPr="00F95FBD" w14:paraId="0919A0BF" w14:textId="77777777" w:rsidTr="005923F7">
        <w:trPr>
          <w:trHeight w:val="170"/>
        </w:trPr>
        <w:tc>
          <w:tcPr>
            <w:tcW w:w="3056" w:type="dxa"/>
          </w:tcPr>
          <w:p w14:paraId="559F92FF" w14:textId="77777777" w:rsidR="002038D5" w:rsidRPr="00F95FBD" w:rsidRDefault="002038D5" w:rsidP="002038D5">
            <w:pPr>
              <w:pStyle w:val="Tabulka"/>
            </w:pPr>
            <w:r w:rsidRPr="00F95FBD">
              <w:t>Telefon</w:t>
            </w:r>
          </w:p>
        </w:tc>
        <w:tc>
          <w:tcPr>
            <w:tcW w:w="5812" w:type="dxa"/>
          </w:tcPr>
          <w:p w14:paraId="65D720FE" w14:textId="684A6DDB" w:rsidR="002038D5" w:rsidRPr="00716E42" w:rsidRDefault="00716E42" w:rsidP="002038D5">
            <w:pPr>
              <w:pStyle w:val="Tabulka"/>
            </w:pPr>
            <w:r w:rsidRPr="00716E42">
              <w:t>+420 607 015 089</w:t>
            </w:r>
          </w:p>
        </w:tc>
      </w:tr>
    </w:tbl>
    <w:p w14:paraId="37386527" w14:textId="77777777" w:rsidR="002038D5" w:rsidRDefault="002038D5" w:rsidP="00502690">
      <w:pPr>
        <w:pStyle w:val="Textbezodsazen"/>
      </w:pPr>
    </w:p>
    <w:p w14:paraId="098D51A1" w14:textId="77777777" w:rsidR="007D6A79" w:rsidRPr="00F95FBD" w:rsidRDefault="007D6A79" w:rsidP="007D6A7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Pr>
          <w:sz w:val="18"/>
          <w:szCs w:val="18"/>
        </w:rPr>
        <w:t>obchodních</w:t>
      </w:r>
    </w:p>
    <w:tbl>
      <w:tblPr>
        <w:tblStyle w:val="TabulkaS-zhlav"/>
        <w:tblW w:w="8789" w:type="dxa"/>
        <w:tblLook w:val="04A0" w:firstRow="1" w:lastRow="0" w:firstColumn="1" w:lastColumn="0" w:noHBand="0" w:noVBand="1"/>
      </w:tblPr>
      <w:tblGrid>
        <w:gridCol w:w="3025"/>
        <w:gridCol w:w="5764"/>
      </w:tblGrid>
      <w:tr w:rsidR="007D6A79" w:rsidRPr="0017282C" w14:paraId="30C70B99" w14:textId="77777777" w:rsidTr="008852F9">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0D813368" w14:textId="77777777" w:rsidR="007D6A79" w:rsidRPr="0017282C" w:rsidRDefault="007D6A79" w:rsidP="008852F9">
            <w:pPr>
              <w:pStyle w:val="Tabulka"/>
              <w:rPr>
                <w:rStyle w:val="Nadpisvtabulce"/>
                <w:b/>
              </w:rPr>
            </w:pPr>
            <w:r w:rsidRPr="0017282C">
              <w:rPr>
                <w:rStyle w:val="Nadpisvtabulce"/>
                <w:b/>
              </w:rPr>
              <w:t>Jméno a příjmení</w:t>
            </w:r>
          </w:p>
        </w:tc>
        <w:tc>
          <w:tcPr>
            <w:tcW w:w="5812" w:type="dxa"/>
          </w:tcPr>
          <w:p w14:paraId="309DCCD0" w14:textId="4DDDB3B5" w:rsidR="007D6A79" w:rsidRPr="0017282C" w:rsidRDefault="001F766E" w:rsidP="008852F9">
            <w:pPr>
              <w:pStyle w:val="Tabulka"/>
              <w:rPr>
                <w:highlight w:val="green"/>
              </w:rPr>
            </w:pPr>
            <w:r w:rsidRPr="001F766E">
              <w:t>Ing. Ondřej Göpfert</w:t>
            </w:r>
          </w:p>
        </w:tc>
      </w:tr>
      <w:tr w:rsidR="007D6A79" w:rsidRPr="00F95FBD" w14:paraId="784F2F9B" w14:textId="77777777" w:rsidTr="008852F9">
        <w:trPr>
          <w:trHeight w:val="170"/>
        </w:trPr>
        <w:tc>
          <w:tcPr>
            <w:tcW w:w="3056" w:type="dxa"/>
          </w:tcPr>
          <w:p w14:paraId="5F14C3B9" w14:textId="77777777" w:rsidR="007D6A79" w:rsidRPr="00F95FBD" w:rsidRDefault="007D6A79" w:rsidP="008852F9">
            <w:pPr>
              <w:pStyle w:val="Tabulka"/>
            </w:pPr>
            <w:r w:rsidRPr="00F95FBD">
              <w:t>Adresa</w:t>
            </w:r>
          </w:p>
        </w:tc>
        <w:tc>
          <w:tcPr>
            <w:tcW w:w="5812" w:type="dxa"/>
          </w:tcPr>
          <w:p w14:paraId="3AA57390" w14:textId="5CC510DE" w:rsidR="007D6A79" w:rsidRPr="00FB4272" w:rsidRDefault="001F766E" w:rsidP="008852F9">
            <w:pPr>
              <w:pStyle w:val="Tabulka"/>
              <w:rPr>
                <w:highlight w:val="green"/>
              </w:rPr>
            </w:pPr>
            <w:r w:rsidRPr="000B497A">
              <w:t>Ke Štvanici 656/3, 186 00 Praha 8 - Karlín</w:t>
            </w:r>
          </w:p>
        </w:tc>
      </w:tr>
      <w:tr w:rsidR="007D6A79" w:rsidRPr="00F95FBD" w14:paraId="40558E5C" w14:textId="77777777" w:rsidTr="008852F9">
        <w:trPr>
          <w:trHeight w:val="170"/>
        </w:trPr>
        <w:tc>
          <w:tcPr>
            <w:tcW w:w="3056" w:type="dxa"/>
          </w:tcPr>
          <w:p w14:paraId="10E2346A" w14:textId="77777777" w:rsidR="007D6A79" w:rsidRPr="00F95FBD" w:rsidRDefault="007D6A79" w:rsidP="008852F9">
            <w:pPr>
              <w:pStyle w:val="Tabulka"/>
            </w:pPr>
            <w:r w:rsidRPr="00F95FBD">
              <w:t>E-mail</w:t>
            </w:r>
          </w:p>
        </w:tc>
        <w:tc>
          <w:tcPr>
            <w:tcW w:w="5812" w:type="dxa"/>
          </w:tcPr>
          <w:p w14:paraId="51017796" w14:textId="7A745137" w:rsidR="007D6A79" w:rsidRPr="00FB4272" w:rsidRDefault="00C94544" w:rsidP="008852F9">
            <w:pPr>
              <w:pStyle w:val="Tabulka"/>
              <w:rPr>
                <w:highlight w:val="green"/>
              </w:rPr>
            </w:pPr>
            <w:hyperlink r:id="rId35" w:history="1">
              <w:r w:rsidR="001F766E" w:rsidRPr="001F766E">
                <w:t>Gopfert@spravazeleznic.cz</w:t>
              </w:r>
            </w:hyperlink>
          </w:p>
        </w:tc>
      </w:tr>
      <w:tr w:rsidR="007D6A79" w:rsidRPr="00F95FBD" w14:paraId="64025D9F" w14:textId="77777777" w:rsidTr="008852F9">
        <w:trPr>
          <w:trHeight w:val="170"/>
        </w:trPr>
        <w:tc>
          <w:tcPr>
            <w:tcW w:w="3056" w:type="dxa"/>
          </w:tcPr>
          <w:p w14:paraId="2D43233C" w14:textId="77777777" w:rsidR="007D6A79" w:rsidRPr="00F95FBD" w:rsidRDefault="007D6A79" w:rsidP="008852F9">
            <w:pPr>
              <w:pStyle w:val="Tabulka"/>
            </w:pPr>
            <w:r w:rsidRPr="00F95FBD">
              <w:t>Telefon</w:t>
            </w:r>
          </w:p>
        </w:tc>
        <w:tc>
          <w:tcPr>
            <w:tcW w:w="5812" w:type="dxa"/>
          </w:tcPr>
          <w:p w14:paraId="03AB770A" w14:textId="73321341" w:rsidR="007D6A79" w:rsidRPr="00FB4272" w:rsidRDefault="008B7515" w:rsidP="008852F9">
            <w:pPr>
              <w:pStyle w:val="Tabulka"/>
              <w:rPr>
                <w:highlight w:val="green"/>
              </w:rPr>
            </w:pPr>
            <w:r w:rsidRPr="008B7515">
              <w:t xml:space="preserve">+420 </w:t>
            </w:r>
            <w:r w:rsidR="001F766E" w:rsidRPr="00984623">
              <w:t>724 343 005</w:t>
            </w:r>
          </w:p>
        </w:tc>
      </w:tr>
    </w:tbl>
    <w:p w14:paraId="49CE964C" w14:textId="77777777" w:rsidR="007D6A79" w:rsidRPr="00F95FBD" w:rsidRDefault="007D6A79" w:rsidP="00502690">
      <w:pPr>
        <w:pStyle w:val="Textbezodsazen"/>
      </w:pPr>
    </w:p>
    <w:p w14:paraId="1568ACE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5"/>
        <w:gridCol w:w="5764"/>
      </w:tblGrid>
      <w:tr w:rsidR="002038D5" w:rsidRPr="0017282C" w14:paraId="779EF59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BBE5589"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7FE46260" w14:textId="4449DD99" w:rsidR="002038D5" w:rsidRPr="0017282C" w:rsidRDefault="00AA3346" w:rsidP="002038D5">
            <w:pPr>
              <w:pStyle w:val="Tabulka"/>
              <w:rPr>
                <w:highlight w:val="green"/>
              </w:rPr>
            </w:pPr>
            <w:r w:rsidRPr="00AA3346">
              <w:t>Ing. Jakub Veselý</w:t>
            </w:r>
          </w:p>
        </w:tc>
      </w:tr>
      <w:tr w:rsidR="002038D5" w:rsidRPr="00F95FBD" w14:paraId="0DF5C27B" w14:textId="77777777" w:rsidTr="005923F7">
        <w:tc>
          <w:tcPr>
            <w:tcW w:w="3056" w:type="dxa"/>
          </w:tcPr>
          <w:p w14:paraId="284046F2" w14:textId="77777777" w:rsidR="002038D5" w:rsidRPr="00F95FBD" w:rsidRDefault="002038D5" w:rsidP="002038D5">
            <w:pPr>
              <w:pStyle w:val="Tabulka"/>
            </w:pPr>
            <w:r w:rsidRPr="00F95FBD">
              <w:t>Adresa</w:t>
            </w:r>
          </w:p>
        </w:tc>
        <w:tc>
          <w:tcPr>
            <w:tcW w:w="5812" w:type="dxa"/>
          </w:tcPr>
          <w:p w14:paraId="44EE8875" w14:textId="68589916" w:rsidR="002038D5" w:rsidRPr="00FB4272" w:rsidRDefault="00AA3346" w:rsidP="002038D5">
            <w:pPr>
              <w:pStyle w:val="Tabulka"/>
              <w:rPr>
                <w:highlight w:val="green"/>
              </w:rPr>
            </w:pPr>
            <w:r w:rsidRPr="000B497A">
              <w:t>Ke Štvanici 656/3, 186 00 Praha 8 - Karlín</w:t>
            </w:r>
          </w:p>
        </w:tc>
      </w:tr>
      <w:tr w:rsidR="002038D5" w:rsidRPr="00F95FBD" w14:paraId="2E4A0A08" w14:textId="77777777" w:rsidTr="005923F7">
        <w:tc>
          <w:tcPr>
            <w:tcW w:w="3056" w:type="dxa"/>
          </w:tcPr>
          <w:p w14:paraId="28329139" w14:textId="77777777" w:rsidR="002038D5" w:rsidRPr="00F95FBD" w:rsidRDefault="002038D5" w:rsidP="002038D5">
            <w:pPr>
              <w:pStyle w:val="Tabulka"/>
            </w:pPr>
            <w:r w:rsidRPr="00F95FBD">
              <w:t>E-mail</w:t>
            </w:r>
          </w:p>
        </w:tc>
        <w:tc>
          <w:tcPr>
            <w:tcW w:w="5812" w:type="dxa"/>
          </w:tcPr>
          <w:p w14:paraId="36F9F573" w14:textId="657FC935" w:rsidR="002038D5" w:rsidRPr="00657A46" w:rsidRDefault="00C94544" w:rsidP="002038D5">
            <w:pPr>
              <w:pStyle w:val="Tabulka"/>
            </w:pPr>
            <w:hyperlink r:id="rId36" w:history="1">
              <w:r w:rsidR="00AA3346" w:rsidRPr="00984623">
                <w:t>VeselyJ@spravazeleznic.cz</w:t>
              </w:r>
            </w:hyperlink>
          </w:p>
        </w:tc>
      </w:tr>
      <w:tr w:rsidR="002038D5" w:rsidRPr="00F95FBD" w14:paraId="01707AA0" w14:textId="77777777" w:rsidTr="005923F7">
        <w:tc>
          <w:tcPr>
            <w:tcW w:w="3056" w:type="dxa"/>
          </w:tcPr>
          <w:p w14:paraId="696F92CB" w14:textId="77777777" w:rsidR="002038D5" w:rsidRPr="00F95FBD" w:rsidRDefault="002038D5" w:rsidP="002038D5">
            <w:pPr>
              <w:pStyle w:val="Tabulka"/>
            </w:pPr>
            <w:r w:rsidRPr="00F95FBD">
              <w:t>Telefon</w:t>
            </w:r>
          </w:p>
        </w:tc>
        <w:tc>
          <w:tcPr>
            <w:tcW w:w="5812" w:type="dxa"/>
          </w:tcPr>
          <w:p w14:paraId="785F774B" w14:textId="43B2EE3D" w:rsidR="002038D5" w:rsidRPr="00FB4272" w:rsidRDefault="00AA3346" w:rsidP="002038D5">
            <w:pPr>
              <w:pStyle w:val="Tabulka"/>
              <w:rPr>
                <w:highlight w:val="green"/>
              </w:rPr>
            </w:pPr>
            <w:r w:rsidRPr="001800F0">
              <w:t>+420 </w:t>
            </w:r>
            <w:r>
              <w:t>720 987 639</w:t>
            </w:r>
          </w:p>
        </w:tc>
      </w:tr>
    </w:tbl>
    <w:p w14:paraId="531D01B3" w14:textId="77777777" w:rsidR="002038D5" w:rsidRPr="00F95FBD" w:rsidRDefault="002038D5" w:rsidP="002038D5">
      <w:pPr>
        <w:pStyle w:val="Textbezodsazen"/>
      </w:pPr>
    </w:p>
    <w:p w14:paraId="70F20F27" w14:textId="77777777" w:rsidR="002038D5" w:rsidRDefault="002038D5" w:rsidP="002038D5">
      <w:pPr>
        <w:pStyle w:val="Textbezodsazen"/>
      </w:pPr>
    </w:p>
    <w:p w14:paraId="113C4754" w14:textId="77777777" w:rsidR="00EC707C" w:rsidRDefault="00EC707C" w:rsidP="00EC707C">
      <w:pPr>
        <w:pStyle w:val="Nadpisbezsl1-2"/>
        <w:tabs>
          <w:tab w:val="left" w:pos="2292"/>
        </w:tabs>
      </w:pPr>
      <w:r>
        <w:t>Za Zhotovitele</w:t>
      </w:r>
      <w:r>
        <w:tab/>
      </w:r>
    </w:p>
    <w:p w14:paraId="5089143E"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35DA673D" w14:textId="77777777" w:rsidR="00A747C5" w:rsidRDefault="00A747C5" w:rsidP="00EC707C">
      <w:pPr>
        <w:pStyle w:val="Textbezodsazen"/>
      </w:pPr>
    </w:p>
    <w:p w14:paraId="16B76B66" w14:textId="77777777" w:rsidR="00A747C5" w:rsidRPr="00F95FBD" w:rsidRDefault="00A747C5" w:rsidP="00EC707C">
      <w:pPr>
        <w:pStyle w:val="Textbezodsazen"/>
      </w:pPr>
    </w:p>
    <w:p w14:paraId="159FF289"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B6AF38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4283A6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6544F1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25E27B0" w14:textId="77777777" w:rsidTr="005923F7">
        <w:tc>
          <w:tcPr>
            <w:tcW w:w="3056" w:type="dxa"/>
          </w:tcPr>
          <w:p w14:paraId="010C8704" w14:textId="77777777" w:rsidR="002038D5" w:rsidRPr="00F95FBD" w:rsidRDefault="002038D5" w:rsidP="002038D5">
            <w:pPr>
              <w:pStyle w:val="Tabulka"/>
            </w:pPr>
            <w:r w:rsidRPr="00F95FBD">
              <w:t>Adresa</w:t>
            </w:r>
          </w:p>
        </w:tc>
        <w:tc>
          <w:tcPr>
            <w:tcW w:w="5812" w:type="dxa"/>
          </w:tcPr>
          <w:p w14:paraId="58A44E56" w14:textId="77777777" w:rsidR="002038D5" w:rsidRPr="00F95FBD" w:rsidRDefault="002038D5" w:rsidP="002038D5">
            <w:pPr>
              <w:pStyle w:val="Tabulka"/>
            </w:pPr>
            <w:r w:rsidRPr="00F95FBD">
              <w:rPr>
                <w:highlight w:val="yellow"/>
              </w:rPr>
              <w:t>[VLOŽÍ ZHOTOVITEL]</w:t>
            </w:r>
          </w:p>
        </w:tc>
      </w:tr>
      <w:tr w:rsidR="002038D5" w:rsidRPr="00F95FBD" w14:paraId="7A4A740A" w14:textId="77777777" w:rsidTr="005923F7">
        <w:tc>
          <w:tcPr>
            <w:tcW w:w="3056" w:type="dxa"/>
          </w:tcPr>
          <w:p w14:paraId="61256633" w14:textId="77777777" w:rsidR="002038D5" w:rsidRPr="00F95FBD" w:rsidRDefault="002038D5" w:rsidP="002038D5">
            <w:pPr>
              <w:pStyle w:val="Tabulka"/>
            </w:pPr>
            <w:r w:rsidRPr="00F95FBD">
              <w:t>E-mail</w:t>
            </w:r>
          </w:p>
        </w:tc>
        <w:tc>
          <w:tcPr>
            <w:tcW w:w="5812" w:type="dxa"/>
          </w:tcPr>
          <w:p w14:paraId="72CE9581" w14:textId="77777777" w:rsidR="002038D5" w:rsidRPr="00F95FBD" w:rsidRDefault="002038D5" w:rsidP="002038D5">
            <w:pPr>
              <w:pStyle w:val="Tabulka"/>
            </w:pPr>
            <w:r w:rsidRPr="00F95FBD">
              <w:rPr>
                <w:highlight w:val="yellow"/>
              </w:rPr>
              <w:t>[VLOŽÍ ZHOTOVITEL]</w:t>
            </w:r>
          </w:p>
        </w:tc>
      </w:tr>
      <w:tr w:rsidR="002038D5" w:rsidRPr="00F95FBD" w14:paraId="28D83C54" w14:textId="77777777" w:rsidTr="005923F7">
        <w:tc>
          <w:tcPr>
            <w:tcW w:w="3056" w:type="dxa"/>
          </w:tcPr>
          <w:p w14:paraId="15529F58" w14:textId="77777777" w:rsidR="002038D5" w:rsidRPr="00F95FBD" w:rsidRDefault="002038D5" w:rsidP="002038D5">
            <w:pPr>
              <w:pStyle w:val="Tabulka"/>
            </w:pPr>
            <w:r w:rsidRPr="00F95FBD">
              <w:t>Telefon</w:t>
            </w:r>
          </w:p>
        </w:tc>
        <w:tc>
          <w:tcPr>
            <w:tcW w:w="5812" w:type="dxa"/>
          </w:tcPr>
          <w:p w14:paraId="1DB7A240" w14:textId="77777777" w:rsidR="002038D5" w:rsidRPr="00F95FBD" w:rsidRDefault="002038D5" w:rsidP="002038D5">
            <w:pPr>
              <w:pStyle w:val="Tabulka"/>
            </w:pPr>
            <w:r w:rsidRPr="00F95FBD">
              <w:rPr>
                <w:highlight w:val="yellow"/>
              </w:rPr>
              <w:t>[VLOŽÍ ZHOTOVITEL]</w:t>
            </w:r>
          </w:p>
        </w:tc>
      </w:tr>
    </w:tbl>
    <w:p w14:paraId="0A8F3C82" w14:textId="77777777" w:rsidR="002038D5" w:rsidRPr="00F95FBD" w:rsidRDefault="002038D5" w:rsidP="002038D5">
      <w:pPr>
        <w:pStyle w:val="Textbezodsazen"/>
      </w:pPr>
    </w:p>
    <w:p w14:paraId="34110079" w14:textId="77777777" w:rsidR="002038D5" w:rsidRPr="00F95FBD" w:rsidRDefault="00EC707C" w:rsidP="00F762A8">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EAEE0B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B4BF31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7BBA21C8"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035F99C" w14:textId="77777777" w:rsidTr="005923F7">
        <w:tc>
          <w:tcPr>
            <w:tcW w:w="3056" w:type="dxa"/>
          </w:tcPr>
          <w:p w14:paraId="05F02F24" w14:textId="77777777" w:rsidR="002038D5" w:rsidRPr="00F95FBD" w:rsidRDefault="002038D5" w:rsidP="00F762A8">
            <w:pPr>
              <w:pStyle w:val="Tabulka"/>
              <w:keepNext/>
            </w:pPr>
            <w:r w:rsidRPr="00F95FBD">
              <w:t>Adresa</w:t>
            </w:r>
          </w:p>
        </w:tc>
        <w:tc>
          <w:tcPr>
            <w:tcW w:w="5812" w:type="dxa"/>
          </w:tcPr>
          <w:p w14:paraId="6A4D3D4F" w14:textId="77777777" w:rsidR="002038D5" w:rsidRPr="00F95FBD" w:rsidRDefault="002038D5" w:rsidP="00F762A8">
            <w:pPr>
              <w:pStyle w:val="Tabulka"/>
              <w:keepNext/>
            </w:pPr>
            <w:r w:rsidRPr="00F95FBD">
              <w:rPr>
                <w:highlight w:val="yellow"/>
              </w:rPr>
              <w:t>[VLOŽÍ ZHOTOVITEL]</w:t>
            </w:r>
          </w:p>
        </w:tc>
      </w:tr>
      <w:tr w:rsidR="002038D5" w:rsidRPr="00F95FBD" w14:paraId="21826215" w14:textId="77777777" w:rsidTr="005923F7">
        <w:tc>
          <w:tcPr>
            <w:tcW w:w="3056" w:type="dxa"/>
          </w:tcPr>
          <w:p w14:paraId="21B59D75" w14:textId="77777777" w:rsidR="002038D5" w:rsidRPr="00F95FBD" w:rsidRDefault="002038D5" w:rsidP="00F762A8">
            <w:pPr>
              <w:pStyle w:val="Tabulka"/>
              <w:keepNext/>
            </w:pPr>
            <w:r w:rsidRPr="00F95FBD">
              <w:t>E-mail</w:t>
            </w:r>
          </w:p>
        </w:tc>
        <w:tc>
          <w:tcPr>
            <w:tcW w:w="5812" w:type="dxa"/>
          </w:tcPr>
          <w:p w14:paraId="4F66456E" w14:textId="77777777" w:rsidR="002038D5" w:rsidRPr="00F95FBD" w:rsidRDefault="002038D5" w:rsidP="00F762A8">
            <w:pPr>
              <w:pStyle w:val="Tabulka"/>
              <w:keepNext/>
            </w:pPr>
            <w:r w:rsidRPr="00F95FBD">
              <w:rPr>
                <w:highlight w:val="yellow"/>
              </w:rPr>
              <w:t>[VLOŽÍ ZHOTOVITEL]</w:t>
            </w:r>
          </w:p>
        </w:tc>
      </w:tr>
      <w:tr w:rsidR="002038D5" w:rsidRPr="00F95FBD" w14:paraId="6538A8D4" w14:textId="77777777" w:rsidTr="005923F7">
        <w:tc>
          <w:tcPr>
            <w:tcW w:w="3056" w:type="dxa"/>
          </w:tcPr>
          <w:p w14:paraId="21F9804B" w14:textId="77777777" w:rsidR="002038D5" w:rsidRPr="00F95FBD" w:rsidRDefault="002038D5" w:rsidP="00165977">
            <w:pPr>
              <w:pStyle w:val="Tabulka"/>
            </w:pPr>
            <w:r w:rsidRPr="00F95FBD">
              <w:t>Telefon</w:t>
            </w:r>
          </w:p>
        </w:tc>
        <w:tc>
          <w:tcPr>
            <w:tcW w:w="5812" w:type="dxa"/>
          </w:tcPr>
          <w:p w14:paraId="7BBB8DB7" w14:textId="77777777" w:rsidR="002038D5" w:rsidRPr="00F95FBD" w:rsidRDefault="002038D5" w:rsidP="00165977">
            <w:pPr>
              <w:pStyle w:val="Tabulka"/>
            </w:pPr>
            <w:r w:rsidRPr="00F95FBD">
              <w:rPr>
                <w:highlight w:val="yellow"/>
              </w:rPr>
              <w:t>[VLOŽÍ ZHOTOVITEL]</w:t>
            </w:r>
          </w:p>
        </w:tc>
      </w:tr>
    </w:tbl>
    <w:p w14:paraId="49B1B6E4" w14:textId="77777777" w:rsidR="002038D5" w:rsidRPr="00F95FBD" w:rsidRDefault="002038D5" w:rsidP="00165977">
      <w:pPr>
        <w:pStyle w:val="Tabulka"/>
      </w:pPr>
    </w:p>
    <w:p w14:paraId="41C2158E" w14:textId="77777777" w:rsidR="002038D5" w:rsidRPr="0018771B" w:rsidRDefault="008E14BE" w:rsidP="00165977">
      <w:pPr>
        <w:pStyle w:val="Nadpistabulky"/>
        <w:rPr>
          <w:sz w:val="18"/>
          <w:szCs w:val="18"/>
        </w:rPr>
      </w:pPr>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FD3AD7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DC1C26D"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1D4CA1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79AFFE9" w14:textId="77777777" w:rsidTr="005923F7">
        <w:tc>
          <w:tcPr>
            <w:tcW w:w="3056" w:type="dxa"/>
          </w:tcPr>
          <w:p w14:paraId="16B22FBB" w14:textId="77777777" w:rsidR="002038D5" w:rsidRPr="00F95FBD" w:rsidRDefault="002038D5" w:rsidP="00165977">
            <w:pPr>
              <w:pStyle w:val="Tabulka"/>
            </w:pPr>
            <w:r w:rsidRPr="00F95FBD">
              <w:t>Adresa</w:t>
            </w:r>
          </w:p>
        </w:tc>
        <w:tc>
          <w:tcPr>
            <w:tcW w:w="5812" w:type="dxa"/>
          </w:tcPr>
          <w:p w14:paraId="4CDDE4B0" w14:textId="77777777" w:rsidR="002038D5" w:rsidRPr="00F95FBD" w:rsidRDefault="002038D5" w:rsidP="00165977">
            <w:pPr>
              <w:pStyle w:val="Tabulka"/>
            </w:pPr>
            <w:r w:rsidRPr="00F95FBD">
              <w:rPr>
                <w:highlight w:val="yellow"/>
              </w:rPr>
              <w:t>[VLOŽÍ ZHOTOVITEL]</w:t>
            </w:r>
          </w:p>
        </w:tc>
      </w:tr>
      <w:tr w:rsidR="002038D5" w:rsidRPr="00F95FBD" w14:paraId="1BD9E2D9" w14:textId="77777777" w:rsidTr="005923F7">
        <w:tc>
          <w:tcPr>
            <w:tcW w:w="3056" w:type="dxa"/>
          </w:tcPr>
          <w:p w14:paraId="105894E5" w14:textId="77777777" w:rsidR="002038D5" w:rsidRPr="00F95FBD" w:rsidRDefault="002038D5" w:rsidP="00165977">
            <w:pPr>
              <w:pStyle w:val="Tabulka"/>
            </w:pPr>
            <w:r w:rsidRPr="00F95FBD">
              <w:t>E-mail</w:t>
            </w:r>
          </w:p>
        </w:tc>
        <w:tc>
          <w:tcPr>
            <w:tcW w:w="5812" w:type="dxa"/>
          </w:tcPr>
          <w:p w14:paraId="3154C36C" w14:textId="77777777" w:rsidR="002038D5" w:rsidRPr="00F95FBD" w:rsidRDefault="002038D5" w:rsidP="00165977">
            <w:pPr>
              <w:pStyle w:val="Tabulka"/>
            </w:pPr>
            <w:r w:rsidRPr="00F95FBD">
              <w:rPr>
                <w:highlight w:val="yellow"/>
              </w:rPr>
              <w:t>[VLOŽÍ ZHOTOVITEL]</w:t>
            </w:r>
          </w:p>
        </w:tc>
      </w:tr>
      <w:tr w:rsidR="002038D5" w:rsidRPr="00F95FBD" w14:paraId="262E0B7A" w14:textId="77777777" w:rsidTr="005923F7">
        <w:tc>
          <w:tcPr>
            <w:tcW w:w="3056" w:type="dxa"/>
          </w:tcPr>
          <w:p w14:paraId="10E065CB" w14:textId="77777777" w:rsidR="002038D5" w:rsidRPr="00F95FBD" w:rsidRDefault="002038D5" w:rsidP="00165977">
            <w:pPr>
              <w:pStyle w:val="Tabulka"/>
            </w:pPr>
            <w:r w:rsidRPr="00F95FBD">
              <w:t>Telefon</w:t>
            </w:r>
          </w:p>
        </w:tc>
        <w:tc>
          <w:tcPr>
            <w:tcW w:w="5812" w:type="dxa"/>
          </w:tcPr>
          <w:p w14:paraId="0BADD0C0" w14:textId="77777777" w:rsidR="002038D5" w:rsidRPr="00F95FBD" w:rsidRDefault="002038D5" w:rsidP="00165977">
            <w:pPr>
              <w:pStyle w:val="Tabulka"/>
            </w:pPr>
            <w:r w:rsidRPr="00F95FBD">
              <w:rPr>
                <w:highlight w:val="yellow"/>
              </w:rPr>
              <w:t>[VLOŽÍ ZHOTOVITEL]</w:t>
            </w:r>
          </w:p>
        </w:tc>
      </w:tr>
    </w:tbl>
    <w:p w14:paraId="4CE44BE7" w14:textId="6F3C4FB0" w:rsidR="002038D5" w:rsidRDefault="002038D5" w:rsidP="00165977">
      <w:pPr>
        <w:pStyle w:val="Tabulka"/>
      </w:pPr>
    </w:p>
    <w:p w14:paraId="6D40B5C8" w14:textId="77777777" w:rsidR="001425B9" w:rsidRPr="00F95FBD" w:rsidRDefault="001425B9" w:rsidP="001425B9">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425B9" w:rsidRPr="0017282C" w14:paraId="16412AA0" w14:textId="77777777" w:rsidTr="00796F61">
        <w:trPr>
          <w:cnfStyle w:val="100000000000" w:firstRow="1" w:lastRow="0" w:firstColumn="0" w:lastColumn="0" w:oddVBand="0" w:evenVBand="0" w:oddHBand="0" w:evenHBand="0" w:firstRowFirstColumn="0" w:firstRowLastColumn="0" w:lastRowFirstColumn="0" w:lastRowLastColumn="0"/>
        </w:trPr>
        <w:tc>
          <w:tcPr>
            <w:tcW w:w="3056" w:type="dxa"/>
          </w:tcPr>
          <w:p w14:paraId="668AA3D4" w14:textId="77777777" w:rsidR="001425B9" w:rsidRPr="0017282C" w:rsidRDefault="001425B9" w:rsidP="00796F61">
            <w:pPr>
              <w:pStyle w:val="Tabulka"/>
              <w:keepNext/>
              <w:rPr>
                <w:rStyle w:val="Nadpisvtabulce"/>
                <w:b/>
              </w:rPr>
            </w:pPr>
            <w:r w:rsidRPr="0017282C">
              <w:rPr>
                <w:rStyle w:val="Nadpisvtabulce"/>
                <w:b/>
              </w:rPr>
              <w:t>Jméno a příjmení</w:t>
            </w:r>
          </w:p>
        </w:tc>
        <w:tc>
          <w:tcPr>
            <w:tcW w:w="5812" w:type="dxa"/>
          </w:tcPr>
          <w:p w14:paraId="6FBBE4B0" w14:textId="77777777" w:rsidR="001425B9" w:rsidRPr="0017282C" w:rsidRDefault="001425B9" w:rsidP="00796F61">
            <w:pPr>
              <w:pStyle w:val="Tabulka"/>
              <w:keepNext/>
            </w:pPr>
            <w:r w:rsidRPr="0017282C">
              <w:rPr>
                <w:highlight w:val="yellow"/>
              </w:rPr>
              <w:t>[VLOŽÍ ZHOTOVITEL]</w:t>
            </w:r>
          </w:p>
        </w:tc>
      </w:tr>
      <w:tr w:rsidR="001425B9" w:rsidRPr="00F95FBD" w14:paraId="3CFF968D" w14:textId="77777777" w:rsidTr="00796F61">
        <w:tc>
          <w:tcPr>
            <w:tcW w:w="3056" w:type="dxa"/>
          </w:tcPr>
          <w:p w14:paraId="5D0D0B2C" w14:textId="77777777" w:rsidR="001425B9" w:rsidRPr="00F95FBD" w:rsidRDefault="001425B9" w:rsidP="00796F61">
            <w:pPr>
              <w:pStyle w:val="Tabulka"/>
              <w:keepNext/>
            </w:pPr>
            <w:r w:rsidRPr="00F95FBD">
              <w:t>Adresa</w:t>
            </w:r>
          </w:p>
        </w:tc>
        <w:tc>
          <w:tcPr>
            <w:tcW w:w="5812" w:type="dxa"/>
          </w:tcPr>
          <w:p w14:paraId="58728906" w14:textId="77777777" w:rsidR="001425B9" w:rsidRPr="00F95FBD" w:rsidRDefault="001425B9" w:rsidP="00796F61">
            <w:pPr>
              <w:pStyle w:val="Tabulka"/>
              <w:keepNext/>
            </w:pPr>
            <w:r w:rsidRPr="00F95FBD">
              <w:rPr>
                <w:highlight w:val="yellow"/>
              </w:rPr>
              <w:t>[VLOŽÍ ZHOTOVITEL]</w:t>
            </w:r>
          </w:p>
        </w:tc>
      </w:tr>
      <w:tr w:rsidR="001425B9" w:rsidRPr="00F95FBD" w14:paraId="09F70C26" w14:textId="77777777" w:rsidTr="00796F61">
        <w:tc>
          <w:tcPr>
            <w:tcW w:w="3056" w:type="dxa"/>
          </w:tcPr>
          <w:p w14:paraId="343F843A" w14:textId="77777777" w:rsidR="001425B9" w:rsidRPr="00F95FBD" w:rsidRDefault="001425B9" w:rsidP="00796F61">
            <w:pPr>
              <w:pStyle w:val="Tabulka"/>
              <w:keepNext/>
            </w:pPr>
            <w:r w:rsidRPr="00F95FBD">
              <w:t>E-mail</w:t>
            </w:r>
          </w:p>
        </w:tc>
        <w:tc>
          <w:tcPr>
            <w:tcW w:w="5812" w:type="dxa"/>
          </w:tcPr>
          <w:p w14:paraId="03C07938" w14:textId="77777777" w:rsidR="001425B9" w:rsidRPr="00F95FBD" w:rsidRDefault="001425B9" w:rsidP="00796F61">
            <w:pPr>
              <w:pStyle w:val="Tabulka"/>
              <w:keepNext/>
            </w:pPr>
            <w:r w:rsidRPr="00F95FBD">
              <w:rPr>
                <w:highlight w:val="yellow"/>
              </w:rPr>
              <w:t>[VLOŽÍ ZHOTOVITEL]</w:t>
            </w:r>
          </w:p>
        </w:tc>
      </w:tr>
      <w:tr w:rsidR="001425B9" w:rsidRPr="00F95FBD" w14:paraId="556BB9E0" w14:textId="77777777" w:rsidTr="00796F61">
        <w:tc>
          <w:tcPr>
            <w:tcW w:w="3056" w:type="dxa"/>
          </w:tcPr>
          <w:p w14:paraId="6599C71F" w14:textId="77777777" w:rsidR="001425B9" w:rsidRPr="00F95FBD" w:rsidRDefault="001425B9" w:rsidP="00796F61">
            <w:pPr>
              <w:pStyle w:val="Tabulka"/>
            </w:pPr>
            <w:r w:rsidRPr="00F95FBD">
              <w:t>Telefon</w:t>
            </w:r>
          </w:p>
        </w:tc>
        <w:tc>
          <w:tcPr>
            <w:tcW w:w="5812" w:type="dxa"/>
          </w:tcPr>
          <w:p w14:paraId="5778EEBD" w14:textId="77777777" w:rsidR="001425B9" w:rsidRPr="00F95FBD" w:rsidRDefault="001425B9" w:rsidP="00796F61">
            <w:pPr>
              <w:pStyle w:val="Tabulka"/>
            </w:pPr>
            <w:r w:rsidRPr="00F95FBD">
              <w:rPr>
                <w:highlight w:val="yellow"/>
              </w:rPr>
              <w:t>[VLOŽÍ ZHOTOVITEL]</w:t>
            </w:r>
          </w:p>
        </w:tc>
      </w:tr>
    </w:tbl>
    <w:p w14:paraId="20C6B1D3" w14:textId="77777777" w:rsidR="001425B9" w:rsidRPr="00F95FBD" w:rsidRDefault="001425B9" w:rsidP="001425B9">
      <w:pPr>
        <w:pStyle w:val="Tabulka"/>
      </w:pPr>
    </w:p>
    <w:p w14:paraId="01A0B144" w14:textId="77777777" w:rsidR="001425B9" w:rsidRDefault="001425B9" w:rsidP="00165977">
      <w:pPr>
        <w:pStyle w:val="Tabulka"/>
      </w:pPr>
    </w:p>
    <w:p w14:paraId="1EA84DB0" w14:textId="77777777" w:rsidR="00165977" w:rsidRPr="00F95FBD" w:rsidRDefault="00165977" w:rsidP="00165977">
      <w:pPr>
        <w:pStyle w:val="Tabulka"/>
      </w:pPr>
    </w:p>
    <w:p w14:paraId="3C43DC8A" w14:textId="77777777" w:rsidR="00B06D17" w:rsidRDefault="00B06D17" w:rsidP="004436EE">
      <w:pPr>
        <w:pStyle w:val="Textbezodsazen"/>
      </w:pPr>
    </w:p>
    <w:p w14:paraId="1270697C"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7D8B7B3B" w14:textId="77777777" w:rsidR="004436EE" w:rsidRDefault="004436EE" w:rsidP="004436EE">
      <w:pPr>
        <w:pStyle w:val="Textbezodsazen"/>
      </w:pPr>
    </w:p>
    <w:p w14:paraId="6B0387AF"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01792B28" w14:textId="77777777" w:rsidR="00EC707C" w:rsidRDefault="00EC707C" w:rsidP="004436EE">
      <w:pPr>
        <w:pStyle w:val="Textbezodsazen"/>
      </w:pPr>
    </w:p>
    <w:p w14:paraId="20794445" w14:textId="77777777" w:rsidR="00F95FBD" w:rsidRDefault="00F95FBD" w:rsidP="00165977">
      <w:pPr>
        <w:pStyle w:val="Tabulka"/>
        <w:sectPr w:rsidR="00F95FBD"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73CE162" w14:textId="77777777" w:rsidR="004436EE" w:rsidRDefault="004436EE" w:rsidP="004436EE">
      <w:pPr>
        <w:pStyle w:val="Nadpisbezsl1-1"/>
      </w:pPr>
      <w:r w:rsidRPr="004436EE">
        <w:lastRenderedPageBreak/>
        <w:t>Příloha</w:t>
      </w:r>
      <w:r>
        <w:t xml:space="preserve"> č. 7</w:t>
      </w:r>
    </w:p>
    <w:p w14:paraId="259F5B89" w14:textId="77777777" w:rsidR="004436EE" w:rsidRDefault="004436EE" w:rsidP="004436EE">
      <w:pPr>
        <w:pStyle w:val="Nadpisbezsl1-2"/>
      </w:pPr>
      <w:r>
        <w:t>Seznam požadovaných pojištění</w:t>
      </w:r>
    </w:p>
    <w:p w14:paraId="6D875A5A"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CA228C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9656F4D"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740249E7"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16DA2260"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8F05A85" w14:textId="77777777" w:rsidTr="005923F7">
        <w:tc>
          <w:tcPr>
            <w:tcW w:w="4615" w:type="dxa"/>
          </w:tcPr>
          <w:p w14:paraId="536BC02D"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7B86B11" w14:textId="77777777" w:rsidR="004436EE" w:rsidRPr="004436EE" w:rsidRDefault="00B91D50" w:rsidP="00964369">
            <w:pPr>
              <w:pStyle w:val="Textbezodsazen"/>
            </w:pPr>
            <w:r>
              <w:t>50 000 000,- Kč</w:t>
            </w:r>
          </w:p>
        </w:tc>
      </w:tr>
    </w:tbl>
    <w:p w14:paraId="27CD7703" w14:textId="77777777" w:rsidR="00B63F52" w:rsidRDefault="00B63F52" w:rsidP="00B63F52">
      <w:pPr>
        <w:pStyle w:val="Textbezodsazen"/>
        <w:rPr>
          <w:rStyle w:val="Tun"/>
          <w:b w:val="0"/>
        </w:rPr>
      </w:pPr>
    </w:p>
    <w:p w14:paraId="105B67A3" w14:textId="77777777" w:rsidR="004436EE" w:rsidRDefault="004436EE" w:rsidP="00B63F52">
      <w:pPr>
        <w:pStyle w:val="Textbezodsazen"/>
      </w:pPr>
    </w:p>
    <w:p w14:paraId="1DA39EE0" w14:textId="77777777" w:rsidR="00B63F52" w:rsidRPr="00B63F52" w:rsidRDefault="00B63F52" w:rsidP="00B63F52">
      <w:pPr>
        <w:pStyle w:val="Textbezodsazen"/>
        <w:sectPr w:rsidR="00B63F52" w:rsidRPr="00B63F52"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912B5DE" w14:textId="77777777" w:rsidR="00F95FBD" w:rsidRDefault="004436EE" w:rsidP="00F762A8">
      <w:pPr>
        <w:pStyle w:val="Nadpisbezsl1-1"/>
      </w:pPr>
      <w:r>
        <w:lastRenderedPageBreak/>
        <w:t>Příloha č. 8</w:t>
      </w:r>
    </w:p>
    <w:p w14:paraId="4DD7CBDB" w14:textId="77777777" w:rsidR="00F95FBD" w:rsidRDefault="00F95FBD" w:rsidP="00F762A8">
      <w:pPr>
        <w:pStyle w:val="Nadpisbezsl1-2"/>
      </w:pPr>
      <w:r>
        <w:t>Seznam poddodavatelů</w:t>
      </w:r>
    </w:p>
    <w:p w14:paraId="6AB471F7"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C121BC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2784EFAB" w14:textId="77777777" w:rsidR="00F95FBD" w:rsidRPr="0017282C" w:rsidRDefault="00F95FBD" w:rsidP="00F762A8">
            <w:pPr>
              <w:pStyle w:val="Tabulka"/>
              <w:rPr>
                <w:rStyle w:val="Nadpisvtabulce"/>
                <w:b/>
              </w:rPr>
            </w:pPr>
            <w:r w:rsidRPr="0017282C">
              <w:rPr>
                <w:rStyle w:val="Nadpisvtabulce"/>
                <w:b/>
              </w:rPr>
              <w:t>Identifikace poddodavatele</w:t>
            </w:r>
          </w:p>
          <w:p w14:paraId="31EB2BEB"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2600A413" w14:textId="77777777" w:rsidR="00F762A8" w:rsidRPr="0017282C" w:rsidRDefault="00F762A8" w:rsidP="00F762A8">
            <w:pPr>
              <w:pStyle w:val="Tabulka"/>
              <w:jc w:val="center"/>
            </w:pPr>
            <w:r w:rsidRPr="0017282C">
              <w:t>Věcný rozsah poddodávky</w:t>
            </w:r>
          </w:p>
          <w:p w14:paraId="01A32E3E" w14:textId="77777777" w:rsidR="00F95FBD" w:rsidRPr="0017282C" w:rsidRDefault="00F762A8" w:rsidP="00F762A8">
            <w:pPr>
              <w:pStyle w:val="Tabulka"/>
              <w:jc w:val="center"/>
            </w:pPr>
            <w:r w:rsidRPr="0017282C">
              <w:t>(označení dle čísel a názvů jednotlivých PS a SO)</w:t>
            </w:r>
          </w:p>
        </w:tc>
        <w:tc>
          <w:tcPr>
            <w:tcW w:w="2957" w:type="dxa"/>
          </w:tcPr>
          <w:p w14:paraId="6C31C2FC"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6B61DD42" w14:textId="77777777" w:rsidTr="005923F7">
        <w:tc>
          <w:tcPr>
            <w:tcW w:w="2774" w:type="dxa"/>
          </w:tcPr>
          <w:p w14:paraId="6DC1A68B" w14:textId="77777777" w:rsidR="00F95FBD" w:rsidRPr="00F95FBD" w:rsidRDefault="00F95FBD" w:rsidP="003F5723">
            <w:pPr>
              <w:pStyle w:val="Tabulka"/>
            </w:pPr>
            <w:r w:rsidRPr="00F95FBD">
              <w:rPr>
                <w:highlight w:val="yellow"/>
              </w:rPr>
              <w:t>[VLOŽÍ ZHOTOVITEL]</w:t>
            </w:r>
          </w:p>
        </w:tc>
        <w:tc>
          <w:tcPr>
            <w:tcW w:w="3129" w:type="dxa"/>
          </w:tcPr>
          <w:p w14:paraId="391F143D" w14:textId="77777777" w:rsidR="00F95FBD" w:rsidRPr="00F95FBD" w:rsidRDefault="00F95FBD" w:rsidP="00F762A8">
            <w:pPr>
              <w:pStyle w:val="Tabulka"/>
              <w:jc w:val="center"/>
            </w:pPr>
            <w:r w:rsidRPr="00F95FBD">
              <w:rPr>
                <w:highlight w:val="yellow"/>
              </w:rPr>
              <w:t>[VLOŽÍ ZHOTOVITEL]</w:t>
            </w:r>
          </w:p>
        </w:tc>
        <w:tc>
          <w:tcPr>
            <w:tcW w:w="2957" w:type="dxa"/>
          </w:tcPr>
          <w:p w14:paraId="785837CE" w14:textId="77777777" w:rsidR="00F95FBD" w:rsidRPr="00F95FBD" w:rsidRDefault="00F95FBD" w:rsidP="00F762A8">
            <w:pPr>
              <w:pStyle w:val="Tabulka"/>
              <w:jc w:val="center"/>
            </w:pPr>
            <w:r w:rsidRPr="00F95FBD">
              <w:rPr>
                <w:highlight w:val="yellow"/>
              </w:rPr>
              <w:t>[VLOŽÍ ZHOTOVITEL]</w:t>
            </w:r>
          </w:p>
        </w:tc>
      </w:tr>
      <w:tr w:rsidR="00F95FBD" w:rsidRPr="00F95FBD" w14:paraId="72148E06" w14:textId="77777777" w:rsidTr="005923F7">
        <w:tc>
          <w:tcPr>
            <w:tcW w:w="2774" w:type="dxa"/>
          </w:tcPr>
          <w:p w14:paraId="24721DE5" w14:textId="77777777" w:rsidR="00F95FBD" w:rsidRPr="00F95FBD" w:rsidRDefault="00F95FBD" w:rsidP="003F5723">
            <w:pPr>
              <w:pStyle w:val="Tabulka"/>
            </w:pPr>
            <w:r w:rsidRPr="00F95FBD">
              <w:rPr>
                <w:highlight w:val="yellow"/>
              </w:rPr>
              <w:t>[VLOŽÍ ZHOTOVITEL]</w:t>
            </w:r>
          </w:p>
        </w:tc>
        <w:tc>
          <w:tcPr>
            <w:tcW w:w="3129" w:type="dxa"/>
          </w:tcPr>
          <w:p w14:paraId="48F1A9D7" w14:textId="77777777" w:rsidR="00F95FBD" w:rsidRPr="00F95FBD" w:rsidRDefault="00F95FBD" w:rsidP="00F762A8">
            <w:pPr>
              <w:pStyle w:val="Tabulka"/>
              <w:jc w:val="center"/>
            </w:pPr>
            <w:r w:rsidRPr="00F95FBD">
              <w:rPr>
                <w:highlight w:val="yellow"/>
              </w:rPr>
              <w:t>[VLOŽÍ ZHOTOVITEL]</w:t>
            </w:r>
          </w:p>
        </w:tc>
        <w:tc>
          <w:tcPr>
            <w:tcW w:w="2957" w:type="dxa"/>
          </w:tcPr>
          <w:p w14:paraId="7A0D7A2A" w14:textId="77777777" w:rsidR="00F95FBD" w:rsidRPr="00F95FBD" w:rsidRDefault="00F95FBD" w:rsidP="00F762A8">
            <w:pPr>
              <w:pStyle w:val="Tabulka"/>
              <w:jc w:val="center"/>
            </w:pPr>
            <w:r w:rsidRPr="00F95FBD">
              <w:rPr>
                <w:highlight w:val="yellow"/>
              </w:rPr>
              <w:t>[VLOŽÍ ZHOTOVITEL]</w:t>
            </w:r>
          </w:p>
        </w:tc>
      </w:tr>
      <w:tr w:rsidR="004436EE" w:rsidRPr="00F95FBD" w14:paraId="2468C21E" w14:textId="77777777" w:rsidTr="005923F7">
        <w:tc>
          <w:tcPr>
            <w:tcW w:w="2774" w:type="dxa"/>
          </w:tcPr>
          <w:p w14:paraId="19996442" w14:textId="77777777" w:rsidR="004436EE" w:rsidRPr="00F95FBD" w:rsidRDefault="004436EE" w:rsidP="00964369">
            <w:pPr>
              <w:pStyle w:val="Tabulka"/>
            </w:pPr>
            <w:r w:rsidRPr="00F95FBD">
              <w:rPr>
                <w:highlight w:val="yellow"/>
              </w:rPr>
              <w:t>[VLOŽÍ ZHOTOVITEL]</w:t>
            </w:r>
          </w:p>
        </w:tc>
        <w:tc>
          <w:tcPr>
            <w:tcW w:w="3129" w:type="dxa"/>
          </w:tcPr>
          <w:p w14:paraId="2CA7F6FE" w14:textId="77777777" w:rsidR="004436EE" w:rsidRPr="00F95FBD" w:rsidRDefault="004436EE" w:rsidP="00964369">
            <w:pPr>
              <w:pStyle w:val="Tabulka"/>
              <w:jc w:val="center"/>
            </w:pPr>
            <w:r w:rsidRPr="00F95FBD">
              <w:rPr>
                <w:highlight w:val="yellow"/>
              </w:rPr>
              <w:t>[VLOŽÍ ZHOTOVITEL]</w:t>
            </w:r>
          </w:p>
        </w:tc>
        <w:tc>
          <w:tcPr>
            <w:tcW w:w="2957" w:type="dxa"/>
          </w:tcPr>
          <w:p w14:paraId="42BB3EE5" w14:textId="77777777" w:rsidR="004436EE" w:rsidRPr="00F95FBD" w:rsidRDefault="004436EE" w:rsidP="00964369">
            <w:pPr>
              <w:pStyle w:val="Tabulka"/>
              <w:jc w:val="center"/>
            </w:pPr>
            <w:r w:rsidRPr="00F95FBD">
              <w:rPr>
                <w:highlight w:val="yellow"/>
              </w:rPr>
              <w:t>[VLOŽÍ ZHOTOVITEL]</w:t>
            </w:r>
          </w:p>
        </w:tc>
      </w:tr>
      <w:tr w:rsidR="004436EE" w:rsidRPr="00F95FBD" w14:paraId="4546DE5C" w14:textId="77777777" w:rsidTr="005923F7">
        <w:tc>
          <w:tcPr>
            <w:tcW w:w="2774" w:type="dxa"/>
          </w:tcPr>
          <w:p w14:paraId="61EBB417" w14:textId="77777777" w:rsidR="004436EE" w:rsidRPr="00F95FBD" w:rsidRDefault="004436EE" w:rsidP="00964369">
            <w:pPr>
              <w:pStyle w:val="Tabulka"/>
            </w:pPr>
            <w:r w:rsidRPr="00F95FBD">
              <w:rPr>
                <w:highlight w:val="yellow"/>
              </w:rPr>
              <w:t>[VLOŽÍ ZHOTOVITEL]</w:t>
            </w:r>
          </w:p>
        </w:tc>
        <w:tc>
          <w:tcPr>
            <w:tcW w:w="3129" w:type="dxa"/>
          </w:tcPr>
          <w:p w14:paraId="2A68C33A" w14:textId="77777777" w:rsidR="004436EE" w:rsidRPr="00F95FBD" w:rsidRDefault="004436EE" w:rsidP="00964369">
            <w:pPr>
              <w:pStyle w:val="Tabulka"/>
              <w:jc w:val="center"/>
            </w:pPr>
            <w:r w:rsidRPr="00F95FBD">
              <w:rPr>
                <w:highlight w:val="yellow"/>
              </w:rPr>
              <w:t>[VLOŽÍ ZHOTOVITEL]</w:t>
            </w:r>
          </w:p>
        </w:tc>
        <w:tc>
          <w:tcPr>
            <w:tcW w:w="2957" w:type="dxa"/>
          </w:tcPr>
          <w:p w14:paraId="10165EFE" w14:textId="77777777" w:rsidR="004436EE" w:rsidRPr="00F95FBD" w:rsidRDefault="004436EE" w:rsidP="00964369">
            <w:pPr>
              <w:pStyle w:val="Tabulka"/>
              <w:jc w:val="center"/>
            </w:pPr>
            <w:r w:rsidRPr="00F95FBD">
              <w:rPr>
                <w:highlight w:val="yellow"/>
              </w:rPr>
              <w:t>[VLOŽÍ ZHOTOVITEL]</w:t>
            </w:r>
          </w:p>
        </w:tc>
      </w:tr>
      <w:tr w:rsidR="004436EE" w:rsidRPr="00F95FBD" w14:paraId="5FC5845C" w14:textId="77777777" w:rsidTr="005923F7">
        <w:tc>
          <w:tcPr>
            <w:tcW w:w="2774" w:type="dxa"/>
          </w:tcPr>
          <w:p w14:paraId="4ACD5014" w14:textId="77777777" w:rsidR="004436EE" w:rsidRPr="00F95FBD" w:rsidRDefault="004436EE" w:rsidP="00964369">
            <w:pPr>
              <w:pStyle w:val="Tabulka"/>
            </w:pPr>
            <w:r w:rsidRPr="00F95FBD">
              <w:rPr>
                <w:highlight w:val="yellow"/>
              </w:rPr>
              <w:t>[VLOŽÍ ZHOTOVITEL]</w:t>
            </w:r>
          </w:p>
        </w:tc>
        <w:tc>
          <w:tcPr>
            <w:tcW w:w="3129" w:type="dxa"/>
          </w:tcPr>
          <w:p w14:paraId="4185F53E" w14:textId="77777777" w:rsidR="004436EE" w:rsidRPr="00F95FBD" w:rsidRDefault="004436EE" w:rsidP="00964369">
            <w:pPr>
              <w:pStyle w:val="Tabulka"/>
              <w:jc w:val="center"/>
            </w:pPr>
            <w:r w:rsidRPr="00F95FBD">
              <w:rPr>
                <w:highlight w:val="yellow"/>
              </w:rPr>
              <w:t>[VLOŽÍ ZHOTOVITEL]</w:t>
            </w:r>
          </w:p>
        </w:tc>
        <w:tc>
          <w:tcPr>
            <w:tcW w:w="2957" w:type="dxa"/>
          </w:tcPr>
          <w:p w14:paraId="4B1E2D87" w14:textId="77777777" w:rsidR="004436EE" w:rsidRPr="00F95FBD" w:rsidRDefault="004436EE" w:rsidP="00964369">
            <w:pPr>
              <w:pStyle w:val="Tabulka"/>
              <w:jc w:val="center"/>
            </w:pPr>
            <w:r w:rsidRPr="00F95FBD">
              <w:rPr>
                <w:highlight w:val="yellow"/>
              </w:rPr>
              <w:t>[VLOŽÍ ZHOTOVITEL]</w:t>
            </w:r>
          </w:p>
        </w:tc>
      </w:tr>
      <w:tr w:rsidR="004436EE" w:rsidRPr="00F95FBD" w14:paraId="617554E7" w14:textId="77777777" w:rsidTr="005923F7">
        <w:tc>
          <w:tcPr>
            <w:tcW w:w="2774" w:type="dxa"/>
          </w:tcPr>
          <w:p w14:paraId="3773A1FA" w14:textId="77777777" w:rsidR="004436EE" w:rsidRPr="00F95FBD" w:rsidRDefault="004436EE" w:rsidP="00964369">
            <w:pPr>
              <w:pStyle w:val="Tabulka"/>
            </w:pPr>
            <w:r w:rsidRPr="00F95FBD">
              <w:rPr>
                <w:highlight w:val="yellow"/>
              </w:rPr>
              <w:t>[VLOŽÍ ZHOTOVITEL]</w:t>
            </w:r>
          </w:p>
        </w:tc>
        <w:tc>
          <w:tcPr>
            <w:tcW w:w="3129" w:type="dxa"/>
          </w:tcPr>
          <w:p w14:paraId="6A19C484" w14:textId="77777777" w:rsidR="004436EE" w:rsidRPr="00F95FBD" w:rsidRDefault="004436EE" w:rsidP="00964369">
            <w:pPr>
              <w:pStyle w:val="Tabulka"/>
              <w:jc w:val="center"/>
            </w:pPr>
            <w:r w:rsidRPr="00F95FBD">
              <w:rPr>
                <w:highlight w:val="yellow"/>
              </w:rPr>
              <w:t>[VLOŽÍ ZHOTOVITEL]</w:t>
            </w:r>
          </w:p>
        </w:tc>
        <w:tc>
          <w:tcPr>
            <w:tcW w:w="2957" w:type="dxa"/>
          </w:tcPr>
          <w:p w14:paraId="7994EDD7" w14:textId="77777777" w:rsidR="004436EE" w:rsidRPr="00F95FBD" w:rsidRDefault="004436EE" w:rsidP="00964369">
            <w:pPr>
              <w:pStyle w:val="Tabulka"/>
              <w:jc w:val="center"/>
            </w:pPr>
            <w:r w:rsidRPr="00F95FBD">
              <w:rPr>
                <w:highlight w:val="yellow"/>
              </w:rPr>
              <w:t>[VLOŽÍ ZHOTOVITEL]</w:t>
            </w:r>
          </w:p>
        </w:tc>
      </w:tr>
      <w:tr w:rsidR="004436EE" w:rsidRPr="00F95FBD" w14:paraId="5FACEAD9" w14:textId="77777777" w:rsidTr="005923F7">
        <w:tc>
          <w:tcPr>
            <w:tcW w:w="2774" w:type="dxa"/>
          </w:tcPr>
          <w:p w14:paraId="6D470F3C" w14:textId="77777777" w:rsidR="004436EE" w:rsidRPr="00F95FBD" w:rsidRDefault="004436EE" w:rsidP="00964369">
            <w:pPr>
              <w:pStyle w:val="Tabulka"/>
            </w:pPr>
            <w:r w:rsidRPr="00F95FBD">
              <w:rPr>
                <w:highlight w:val="yellow"/>
              </w:rPr>
              <w:t>[VLOŽÍ ZHOTOVITEL]</w:t>
            </w:r>
          </w:p>
        </w:tc>
        <w:tc>
          <w:tcPr>
            <w:tcW w:w="3129" w:type="dxa"/>
          </w:tcPr>
          <w:p w14:paraId="5A207186" w14:textId="77777777" w:rsidR="004436EE" w:rsidRPr="00F95FBD" w:rsidRDefault="004436EE" w:rsidP="00964369">
            <w:pPr>
              <w:pStyle w:val="Tabulka"/>
              <w:jc w:val="center"/>
            </w:pPr>
            <w:r w:rsidRPr="00F95FBD">
              <w:rPr>
                <w:highlight w:val="yellow"/>
              </w:rPr>
              <w:t>[VLOŽÍ ZHOTOVITEL]</w:t>
            </w:r>
          </w:p>
        </w:tc>
        <w:tc>
          <w:tcPr>
            <w:tcW w:w="2957" w:type="dxa"/>
          </w:tcPr>
          <w:p w14:paraId="29AFFDEB" w14:textId="77777777" w:rsidR="004436EE" w:rsidRPr="00F95FBD" w:rsidRDefault="004436EE" w:rsidP="00964369">
            <w:pPr>
              <w:pStyle w:val="Tabulka"/>
              <w:jc w:val="center"/>
            </w:pPr>
            <w:r w:rsidRPr="00F95FBD">
              <w:rPr>
                <w:highlight w:val="yellow"/>
              </w:rPr>
              <w:t>[VLOŽÍ ZHOTOVITEL]</w:t>
            </w:r>
          </w:p>
        </w:tc>
      </w:tr>
      <w:tr w:rsidR="004436EE" w:rsidRPr="00F95FBD" w14:paraId="782BD823" w14:textId="77777777" w:rsidTr="005923F7">
        <w:tc>
          <w:tcPr>
            <w:tcW w:w="2774" w:type="dxa"/>
          </w:tcPr>
          <w:p w14:paraId="07BA75CE" w14:textId="77777777" w:rsidR="004436EE" w:rsidRPr="00F95FBD" w:rsidRDefault="004436EE" w:rsidP="00964369">
            <w:pPr>
              <w:pStyle w:val="Tabulka"/>
            </w:pPr>
            <w:r w:rsidRPr="00F95FBD">
              <w:rPr>
                <w:highlight w:val="yellow"/>
              </w:rPr>
              <w:t>[VLOŽÍ ZHOTOVITEL]</w:t>
            </w:r>
          </w:p>
        </w:tc>
        <w:tc>
          <w:tcPr>
            <w:tcW w:w="3129" w:type="dxa"/>
          </w:tcPr>
          <w:p w14:paraId="174613B0" w14:textId="77777777" w:rsidR="004436EE" w:rsidRPr="00F95FBD" w:rsidRDefault="004436EE" w:rsidP="00964369">
            <w:pPr>
              <w:pStyle w:val="Tabulka"/>
              <w:jc w:val="center"/>
            </w:pPr>
            <w:r w:rsidRPr="00F95FBD">
              <w:rPr>
                <w:highlight w:val="yellow"/>
              </w:rPr>
              <w:t>[VLOŽÍ ZHOTOVITEL]</w:t>
            </w:r>
          </w:p>
        </w:tc>
        <w:tc>
          <w:tcPr>
            <w:tcW w:w="2957" w:type="dxa"/>
          </w:tcPr>
          <w:p w14:paraId="766E1516" w14:textId="77777777" w:rsidR="004436EE" w:rsidRPr="00F95FBD" w:rsidRDefault="004436EE" w:rsidP="00964369">
            <w:pPr>
              <w:pStyle w:val="Tabulka"/>
              <w:jc w:val="center"/>
            </w:pPr>
            <w:r w:rsidRPr="00F95FBD">
              <w:rPr>
                <w:highlight w:val="yellow"/>
              </w:rPr>
              <w:t>[VLOŽÍ ZHOTOVITEL]</w:t>
            </w:r>
          </w:p>
        </w:tc>
      </w:tr>
      <w:tr w:rsidR="004436EE" w:rsidRPr="004436EE" w14:paraId="16599841" w14:textId="77777777" w:rsidTr="005923F7">
        <w:tc>
          <w:tcPr>
            <w:tcW w:w="5903" w:type="dxa"/>
            <w:gridSpan w:val="2"/>
          </w:tcPr>
          <w:p w14:paraId="450FAD54" w14:textId="77777777" w:rsidR="004436EE" w:rsidRPr="004436EE" w:rsidRDefault="004436EE" w:rsidP="004436EE">
            <w:pPr>
              <w:pStyle w:val="Tabulka"/>
              <w:jc w:val="right"/>
              <w:rPr>
                <w:rStyle w:val="Tun"/>
              </w:rPr>
            </w:pPr>
            <w:r w:rsidRPr="004436EE">
              <w:rPr>
                <w:rStyle w:val="Tun"/>
              </w:rPr>
              <w:t>CELKEM %</w:t>
            </w:r>
          </w:p>
        </w:tc>
        <w:tc>
          <w:tcPr>
            <w:tcW w:w="2957" w:type="dxa"/>
          </w:tcPr>
          <w:p w14:paraId="057937AD" w14:textId="77777777" w:rsidR="004436EE" w:rsidRPr="004436EE" w:rsidRDefault="004436EE" w:rsidP="00F762A8">
            <w:pPr>
              <w:pStyle w:val="Tabulka"/>
              <w:jc w:val="center"/>
            </w:pPr>
            <w:r w:rsidRPr="004436EE">
              <w:rPr>
                <w:highlight w:val="yellow"/>
              </w:rPr>
              <w:t>[VLOŽÍ ZHOTOVITEL]</w:t>
            </w:r>
          </w:p>
        </w:tc>
      </w:tr>
    </w:tbl>
    <w:p w14:paraId="0632B621" w14:textId="77777777" w:rsidR="00F95FBD" w:rsidRPr="00F95FBD" w:rsidRDefault="00F95FBD" w:rsidP="006C5357">
      <w:pPr>
        <w:pStyle w:val="Textbezodsazen"/>
      </w:pPr>
    </w:p>
    <w:p w14:paraId="6281D286" w14:textId="77777777" w:rsidR="00F95FBD" w:rsidRPr="00F95FBD" w:rsidRDefault="00F95FBD" w:rsidP="006C5357">
      <w:pPr>
        <w:pStyle w:val="Textbezodsazen"/>
      </w:pPr>
    </w:p>
    <w:p w14:paraId="297643E9" w14:textId="77777777" w:rsidR="00F95FBD" w:rsidRDefault="00F95FBD" w:rsidP="006C5357">
      <w:pPr>
        <w:pStyle w:val="Textbezodsazen"/>
      </w:pPr>
    </w:p>
    <w:p w14:paraId="39180455" w14:textId="77777777" w:rsidR="006C5357" w:rsidRDefault="006C5357" w:rsidP="006C5357">
      <w:pPr>
        <w:pStyle w:val="Textbezodsazen"/>
      </w:pPr>
    </w:p>
    <w:p w14:paraId="696AFDAE" w14:textId="77777777" w:rsidR="006C5357" w:rsidRDefault="006C5357" w:rsidP="006C5357">
      <w:pPr>
        <w:pStyle w:val="Textbezodsazen"/>
      </w:pPr>
    </w:p>
    <w:p w14:paraId="4892DD05" w14:textId="77777777" w:rsidR="006C5357" w:rsidRDefault="006C5357" w:rsidP="006C5357">
      <w:pPr>
        <w:pStyle w:val="Textbezodsazen"/>
      </w:pPr>
    </w:p>
    <w:p w14:paraId="4535D65E" w14:textId="77777777" w:rsidR="006C5357" w:rsidRDefault="006C5357" w:rsidP="006C5357">
      <w:pPr>
        <w:pStyle w:val="Textbezodsazen"/>
      </w:pPr>
    </w:p>
    <w:p w14:paraId="3D6DADEA" w14:textId="77777777" w:rsidR="006C5357" w:rsidRDefault="006C5357" w:rsidP="006C5357">
      <w:pPr>
        <w:pStyle w:val="Textbezodsazen"/>
      </w:pPr>
    </w:p>
    <w:p w14:paraId="33B5B4B6" w14:textId="77777777" w:rsidR="006C5357" w:rsidRDefault="006C5357" w:rsidP="006C5357">
      <w:pPr>
        <w:pStyle w:val="Textbezodsazen"/>
      </w:pPr>
    </w:p>
    <w:p w14:paraId="5CE287A0" w14:textId="77777777" w:rsidR="00F95FBD" w:rsidRDefault="00F95FBD" w:rsidP="006C5357">
      <w:pPr>
        <w:pStyle w:val="Textbezodsazen"/>
      </w:pPr>
    </w:p>
    <w:p w14:paraId="7979F956" w14:textId="77777777" w:rsidR="00F762A8" w:rsidRDefault="00F762A8" w:rsidP="00165977">
      <w:pPr>
        <w:pStyle w:val="Tabulka"/>
        <w:sectPr w:rsidR="00F762A8"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575F4DE1" w14:textId="77777777" w:rsidR="00F762A8" w:rsidRDefault="00F762A8" w:rsidP="00F762A8">
      <w:pPr>
        <w:pStyle w:val="Nadpisbezsl1-1"/>
      </w:pPr>
      <w:r>
        <w:lastRenderedPageBreak/>
        <w:t xml:space="preserve">Příloha č. </w:t>
      </w:r>
      <w:r w:rsidR="004436EE">
        <w:t>9</w:t>
      </w:r>
    </w:p>
    <w:p w14:paraId="7E3B9178" w14:textId="77777777" w:rsidR="004436EE" w:rsidRDefault="004436EE" w:rsidP="004436EE">
      <w:pPr>
        <w:pStyle w:val="Nadpisbezsl1-2"/>
      </w:pPr>
      <w:r>
        <w:t>Související dokumenty</w:t>
      </w:r>
    </w:p>
    <w:p w14:paraId="4E48958A"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44309BD2"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519DAD2B"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290922E3" w14:textId="77777777" w:rsidR="00D0544F" w:rsidRPr="0017282C" w:rsidRDefault="00D0544F" w:rsidP="00D0544F">
            <w:pPr>
              <w:pStyle w:val="Tabulka"/>
              <w:jc w:val="center"/>
            </w:pPr>
            <w:r w:rsidRPr="0017282C">
              <w:t xml:space="preserve">Č. j.: </w:t>
            </w:r>
          </w:p>
        </w:tc>
        <w:tc>
          <w:tcPr>
            <w:tcW w:w="2957" w:type="dxa"/>
          </w:tcPr>
          <w:p w14:paraId="5E8C3741" w14:textId="77777777" w:rsidR="00D0544F" w:rsidRPr="0017282C" w:rsidRDefault="00D0544F" w:rsidP="00964369">
            <w:pPr>
              <w:pStyle w:val="Tabulka"/>
              <w:jc w:val="center"/>
              <w:rPr>
                <w:highlight w:val="yellow"/>
              </w:rPr>
            </w:pPr>
            <w:r w:rsidRPr="0017282C">
              <w:t>Datum vydání</w:t>
            </w:r>
          </w:p>
        </w:tc>
      </w:tr>
      <w:tr w:rsidR="00D0544F" w:rsidRPr="00F95FBD" w14:paraId="7BF1B486" w14:textId="77777777" w:rsidTr="005923F7">
        <w:tc>
          <w:tcPr>
            <w:tcW w:w="2774" w:type="dxa"/>
          </w:tcPr>
          <w:p w14:paraId="17D68DA6" w14:textId="4B4B7DA4" w:rsidR="00D0544F" w:rsidRPr="00D0544F" w:rsidRDefault="007D193E" w:rsidP="007D193E">
            <w:pPr>
              <w:pStyle w:val="Tabulka"/>
              <w:spacing w:before="0" w:after="0"/>
              <w:rPr>
                <w:highlight w:val="green"/>
              </w:rPr>
            </w:pPr>
            <w:r w:rsidRPr="006F0824">
              <w:t xml:space="preserve">Dokumentace pro stavební povolení </w:t>
            </w:r>
            <w:r>
              <w:t>–</w:t>
            </w:r>
            <w:r w:rsidRPr="006F0824">
              <w:t xml:space="preserve"> </w:t>
            </w:r>
            <w:r>
              <w:t>(</w:t>
            </w:r>
            <w:proofErr w:type="spellStart"/>
            <w:r w:rsidRPr="006F0824">
              <w:t>DSP_II_etapa</w:t>
            </w:r>
            <w:proofErr w:type="spellEnd"/>
            <w:r>
              <w:t>)</w:t>
            </w:r>
          </w:p>
        </w:tc>
        <w:tc>
          <w:tcPr>
            <w:tcW w:w="3129" w:type="dxa"/>
          </w:tcPr>
          <w:p w14:paraId="1D04E24A" w14:textId="77777777" w:rsidR="00D0544F" w:rsidRPr="00F95FBD" w:rsidRDefault="00D0544F" w:rsidP="00964369">
            <w:pPr>
              <w:pStyle w:val="Tabulka"/>
              <w:jc w:val="center"/>
            </w:pPr>
          </w:p>
        </w:tc>
        <w:tc>
          <w:tcPr>
            <w:tcW w:w="2957" w:type="dxa"/>
          </w:tcPr>
          <w:p w14:paraId="5F69E136" w14:textId="77777777" w:rsidR="00D0544F" w:rsidRPr="00F95FBD" w:rsidRDefault="00D0544F" w:rsidP="00964369">
            <w:pPr>
              <w:pStyle w:val="Tabulka"/>
              <w:jc w:val="center"/>
            </w:pPr>
          </w:p>
        </w:tc>
      </w:tr>
      <w:tr w:rsidR="001C61BC" w:rsidRPr="00F95FBD" w14:paraId="161F7514" w14:textId="77777777" w:rsidTr="005923F7">
        <w:tc>
          <w:tcPr>
            <w:tcW w:w="2774" w:type="dxa"/>
          </w:tcPr>
          <w:p w14:paraId="02A765B4" w14:textId="0A999D86" w:rsidR="001C61BC" w:rsidRPr="00AE0EB4" w:rsidRDefault="007D47BE" w:rsidP="007D193E">
            <w:pPr>
              <w:spacing w:before="0" w:after="0"/>
              <w:rPr>
                <w:sz w:val="18"/>
                <w:szCs w:val="18"/>
              </w:rPr>
            </w:pPr>
            <w:r>
              <w:t>Projektová d</w:t>
            </w:r>
            <w:r w:rsidR="007D193E" w:rsidRPr="006F0824">
              <w:t>okume</w:t>
            </w:r>
            <w:r w:rsidR="007D193E">
              <w:t>nt</w:t>
            </w:r>
            <w:r w:rsidR="007D193E" w:rsidRPr="006F0824">
              <w:t xml:space="preserve">ace pro provádění stavby </w:t>
            </w:r>
            <w:r w:rsidR="007D193E">
              <w:t>–</w:t>
            </w:r>
            <w:r w:rsidR="007D193E" w:rsidRPr="006F0824">
              <w:t xml:space="preserve"> </w:t>
            </w:r>
            <w:r w:rsidR="007D193E">
              <w:t>(</w:t>
            </w:r>
            <w:proofErr w:type="spellStart"/>
            <w:r w:rsidR="007D193E" w:rsidRPr="006F0824">
              <w:t>PDPS_I_etapa</w:t>
            </w:r>
            <w:proofErr w:type="spellEnd"/>
            <w:r w:rsidR="007D193E">
              <w:t>)</w:t>
            </w:r>
          </w:p>
        </w:tc>
        <w:tc>
          <w:tcPr>
            <w:tcW w:w="3129" w:type="dxa"/>
          </w:tcPr>
          <w:p w14:paraId="6AF568F4" w14:textId="77777777" w:rsidR="001C61BC" w:rsidRPr="00F95FBD" w:rsidRDefault="001C61BC" w:rsidP="00964369">
            <w:pPr>
              <w:pStyle w:val="Tabulka"/>
              <w:jc w:val="center"/>
            </w:pPr>
          </w:p>
        </w:tc>
        <w:tc>
          <w:tcPr>
            <w:tcW w:w="2957" w:type="dxa"/>
          </w:tcPr>
          <w:p w14:paraId="63C84C2E" w14:textId="77777777" w:rsidR="001C61BC" w:rsidRPr="00F95FBD" w:rsidRDefault="001C61BC" w:rsidP="00964369">
            <w:pPr>
              <w:pStyle w:val="Tabulka"/>
              <w:jc w:val="center"/>
            </w:pPr>
          </w:p>
        </w:tc>
      </w:tr>
      <w:tr w:rsidR="001C61BC" w:rsidRPr="00F95FBD" w14:paraId="47E5C76F" w14:textId="77777777" w:rsidTr="005923F7">
        <w:tc>
          <w:tcPr>
            <w:tcW w:w="2774" w:type="dxa"/>
          </w:tcPr>
          <w:p w14:paraId="4FDB371D" w14:textId="77777777" w:rsidR="001C61BC" w:rsidRPr="00AE0EB4" w:rsidRDefault="001C61BC">
            <w:pPr>
              <w:rPr>
                <w:sz w:val="18"/>
                <w:szCs w:val="18"/>
              </w:rPr>
            </w:pPr>
          </w:p>
        </w:tc>
        <w:tc>
          <w:tcPr>
            <w:tcW w:w="3129" w:type="dxa"/>
          </w:tcPr>
          <w:p w14:paraId="27DE2BE1" w14:textId="77777777" w:rsidR="001C61BC" w:rsidRPr="00F95FBD" w:rsidRDefault="001C61BC" w:rsidP="00964369">
            <w:pPr>
              <w:pStyle w:val="Tabulka"/>
              <w:jc w:val="center"/>
            </w:pPr>
          </w:p>
        </w:tc>
        <w:tc>
          <w:tcPr>
            <w:tcW w:w="2957" w:type="dxa"/>
          </w:tcPr>
          <w:p w14:paraId="11461023" w14:textId="77777777" w:rsidR="001C61BC" w:rsidRPr="00F95FBD" w:rsidRDefault="001C61BC" w:rsidP="00964369">
            <w:pPr>
              <w:pStyle w:val="Tabulka"/>
              <w:jc w:val="center"/>
            </w:pPr>
          </w:p>
        </w:tc>
      </w:tr>
      <w:tr w:rsidR="001C61BC" w:rsidRPr="00F95FBD" w14:paraId="0AA47389" w14:textId="77777777" w:rsidTr="005923F7">
        <w:tc>
          <w:tcPr>
            <w:tcW w:w="2774" w:type="dxa"/>
          </w:tcPr>
          <w:p w14:paraId="5520DA6B" w14:textId="77777777" w:rsidR="001C61BC" w:rsidRPr="00AE0EB4" w:rsidRDefault="001C61BC">
            <w:pPr>
              <w:rPr>
                <w:sz w:val="18"/>
                <w:szCs w:val="18"/>
              </w:rPr>
            </w:pPr>
          </w:p>
        </w:tc>
        <w:tc>
          <w:tcPr>
            <w:tcW w:w="3129" w:type="dxa"/>
          </w:tcPr>
          <w:p w14:paraId="686826B1" w14:textId="77777777" w:rsidR="001C61BC" w:rsidRPr="00F95FBD" w:rsidRDefault="001C61BC" w:rsidP="00964369">
            <w:pPr>
              <w:pStyle w:val="Tabulka"/>
              <w:jc w:val="center"/>
            </w:pPr>
          </w:p>
        </w:tc>
        <w:tc>
          <w:tcPr>
            <w:tcW w:w="2957" w:type="dxa"/>
          </w:tcPr>
          <w:p w14:paraId="7EA13CBF" w14:textId="77777777" w:rsidR="001C61BC" w:rsidRPr="00F95FBD" w:rsidRDefault="001C61BC" w:rsidP="00964369">
            <w:pPr>
              <w:pStyle w:val="Tabulka"/>
              <w:jc w:val="center"/>
            </w:pPr>
          </w:p>
        </w:tc>
      </w:tr>
    </w:tbl>
    <w:p w14:paraId="61F103E4" w14:textId="77777777" w:rsidR="00D0544F" w:rsidRDefault="00D0544F" w:rsidP="00D0544F">
      <w:pPr>
        <w:pStyle w:val="Textbezodsazen"/>
      </w:pPr>
    </w:p>
    <w:p w14:paraId="762F39B6" w14:textId="77777777" w:rsidR="00D0544F" w:rsidRDefault="00D0544F" w:rsidP="00D0544F">
      <w:pPr>
        <w:pStyle w:val="Textbezodsazen"/>
      </w:pPr>
    </w:p>
    <w:p w14:paraId="0CC5ECF0" w14:textId="77777777" w:rsidR="00F762A8" w:rsidRDefault="00F762A8" w:rsidP="00F762A8">
      <w:pPr>
        <w:pStyle w:val="Textbezodsazen"/>
      </w:pPr>
    </w:p>
    <w:p w14:paraId="201F635E" w14:textId="77777777" w:rsidR="00F762A8" w:rsidRDefault="00F762A8" w:rsidP="00F762A8">
      <w:pPr>
        <w:pStyle w:val="Textbezodsazen"/>
      </w:pPr>
    </w:p>
    <w:p w14:paraId="6F33DF1E" w14:textId="77777777" w:rsidR="006C5357" w:rsidRDefault="006C5357" w:rsidP="00F762A8">
      <w:pPr>
        <w:pStyle w:val="Textbezodsazen"/>
      </w:pPr>
    </w:p>
    <w:p w14:paraId="3403772A" w14:textId="77777777" w:rsidR="00F762A8" w:rsidRDefault="00F762A8" w:rsidP="00F762A8">
      <w:pPr>
        <w:pStyle w:val="Textbezodsazen"/>
      </w:pPr>
    </w:p>
    <w:p w14:paraId="03FF4414" w14:textId="77777777" w:rsidR="00F762A8" w:rsidRDefault="00F762A8" w:rsidP="00F762A8">
      <w:pPr>
        <w:pStyle w:val="Textbezodsazen"/>
        <w:sectPr w:rsidR="00F762A8" w:rsidSect="00417DF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14:paraId="72E3611E" w14:textId="77777777" w:rsidR="00D0544F" w:rsidRDefault="00D0544F" w:rsidP="00D0544F">
      <w:pPr>
        <w:pStyle w:val="Nadpisbezsl1-1"/>
      </w:pPr>
      <w:r>
        <w:lastRenderedPageBreak/>
        <w:t>Příloha č. 10</w:t>
      </w:r>
    </w:p>
    <w:p w14:paraId="1811C266" w14:textId="77777777" w:rsidR="00D0544F" w:rsidRDefault="00D0544F" w:rsidP="00D0544F">
      <w:pPr>
        <w:pStyle w:val="Nadpisbezsl1-2"/>
      </w:pPr>
      <w:r>
        <w:t>Zmocnění Vedoucího Zhotovitele</w:t>
      </w:r>
    </w:p>
    <w:p w14:paraId="7C5B7853" w14:textId="77777777" w:rsidR="006A67D6" w:rsidRDefault="006A67D6" w:rsidP="006A67D6">
      <w:pPr>
        <w:pStyle w:val="Textbezodsazen"/>
      </w:pPr>
    </w:p>
    <w:p w14:paraId="5C240DF9" w14:textId="77777777" w:rsidR="006A67D6" w:rsidRDefault="006A67D6" w:rsidP="006A67D6">
      <w:pPr>
        <w:pStyle w:val="Textbezodsazen"/>
      </w:pPr>
    </w:p>
    <w:p w14:paraId="6E38F32E" w14:textId="77777777" w:rsidR="006C5357" w:rsidRDefault="006C5357" w:rsidP="006A67D6">
      <w:pPr>
        <w:pStyle w:val="Textbezodsazen"/>
      </w:pPr>
    </w:p>
    <w:p w14:paraId="19D610DE" w14:textId="77777777" w:rsidR="006C5357" w:rsidRDefault="006C5357" w:rsidP="006A67D6">
      <w:pPr>
        <w:pStyle w:val="Textbezodsazen"/>
      </w:pPr>
    </w:p>
    <w:p w14:paraId="4451D084" w14:textId="77777777" w:rsidR="006C5357" w:rsidRDefault="006C5357" w:rsidP="006A67D6">
      <w:pPr>
        <w:pStyle w:val="Textbezodsazen"/>
      </w:pPr>
    </w:p>
    <w:p w14:paraId="11B936D1" w14:textId="77777777" w:rsidR="006C5357" w:rsidRDefault="006C5357" w:rsidP="006A67D6">
      <w:pPr>
        <w:pStyle w:val="Textbezodsazen"/>
      </w:pPr>
    </w:p>
    <w:p w14:paraId="0978A1C2" w14:textId="77777777" w:rsidR="006A67D6" w:rsidRDefault="006A67D6" w:rsidP="006A67D6">
      <w:pPr>
        <w:pStyle w:val="Textbezodsazen"/>
      </w:pPr>
    </w:p>
    <w:sectPr w:rsidR="006A67D6" w:rsidSect="00417DF5">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41CD7" w14:textId="77777777" w:rsidR="00C94544" w:rsidRDefault="00C94544" w:rsidP="00962258">
      <w:pPr>
        <w:spacing w:after="0" w:line="240" w:lineRule="auto"/>
      </w:pPr>
      <w:r>
        <w:separator/>
      </w:r>
    </w:p>
  </w:endnote>
  <w:endnote w:type="continuationSeparator" w:id="0">
    <w:p w14:paraId="0EAE8D47" w14:textId="77777777" w:rsidR="00C94544" w:rsidRDefault="00C9454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DFB" w:rsidRPr="003462EB" w14:paraId="212AD2E2" w14:textId="77777777" w:rsidTr="009626C4">
      <w:tc>
        <w:tcPr>
          <w:tcW w:w="907" w:type="dxa"/>
          <w:tcMar>
            <w:left w:w="0" w:type="dxa"/>
            <w:right w:w="0" w:type="dxa"/>
          </w:tcMar>
          <w:vAlign w:val="bottom"/>
        </w:tcPr>
        <w:p w14:paraId="0CFE67A3" w14:textId="206AACE3" w:rsidR="000A4DFB" w:rsidRPr="00B8518B" w:rsidRDefault="000A4D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4416">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4416">
            <w:rPr>
              <w:rStyle w:val="slostrnky"/>
              <w:noProof/>
            </w:rPr>
            <w:t>8</w:t>
          </w:r>
          <w:r>
            <w:rPr>
              <w:rStyle w:val="slostrnky"/>
            </w:rPr>
            <w:fldChar w:fldCharType="end"/>
          </w:r>
        </w:p>
      </w:tc>
      <w:tc>
        <w:tcPr>
          <w:tcW w:w="0" w:type="auto"/>
          <w:vAlign w:val="bottom"/>
        </w:tcPr>
        <w:p w14:paraId="16DA91D6" w14:textId="584DB449" w:rsidR="000A4DFB" w:rsidRPr="00254F5F" w:rsidRDefault="00077770" w:rsidP="009626C4">
          <w:pPr>
            <w:pStyle w:val="Zpatvlevo"/>
            <w:rPr>
              <w:b/>
            </w:rPr>
          </w:pPr>
          <w:r>
            <w:t>„</w:t>
          </w:r>
          <w:r w:rsidR="00050925" w:rsidRPr="00C14382">
            <w:t xml:space="preserve">Rekonstrukce výpravní budovy v </w:t>
          </w:r>
          <w:proofErr w:type="spellStart"/>
          <w:r w:rsidR="00050925" w:rsidRPr="00C14382">
            <w:t>žst</w:t>
          </w:r>
          <w:proofErr w:type="spellEnd"/>
          <w:r w:rsidR="00050925" w:rsidRPr="00C14382">
            <w:t xml:space="preserve">. Praha </w:t>
          </w:r>
          <w:proofErr w:type="spellStart"/>
          <w:proofErr w:type="gramStart"/>
          <w:r w:rsidR="00050925" w:rsidRPr="00C14382">
            <w:t>hl.n</w:t>
          </w:r>
          <w:proofErr w:type="spellEnd"/>
          <w:r w:rsidR="00050925" w:rsidRPr="00C14382">
            <w:t>.</w:t>
          </w:r>
          <w:proofErr w:type="gramEnd"/>
          <w:r>
            <w:t>“</w:t>
          </w:r>
        </w:p>
        <w:p w14:paraId="5A198C5E" w14:textId="77777777" w:rsidR="000A4DFB" w:rsidRPr="003462EB" w:rsidRDefault="000A4DFB" w:rsidP="000043E4">
          <w:pPr>
            <w:pStyle w:val="Zpatvlevo"/>
          </w:pPr>
          <w:r>
            <w:t>Smlouva o výkonu AD</w:t>
          </w:r>
        </w:p>
      </w:tc>
    </w:tr>
  </w:tbl>
  <w:p w14:paraId="02E8EEB0" w14:textId="77777777" w:rsidR="000A4DFB" w:rsidRPr="00402B45" w:rsidRDefault="000A4DF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DFB" w:rsidRPr="003462EB" w14:paraId="68EE03E2" w14:textId="77777777" w:rsidTr="009626C4">
      <w:tc>
        <w:tcPr>
          <w:tcW w:w="907" w:type="dxa"/>
          <w:tcMar>
            <w:left w:w="0" w:type="dxa"/>
            <w:right w:w="0" w:type="dxa"/>
          </w:tcMar>
          <w:vAlign w:val="bottom"/>
        </w:tcPr>
        <w:p w14:paraId="2FCF38E9" w14:textId="26670BFC" w:rsidR="000A4DFB" w:rsidRPr="00B8518B" w:rsidRDefault="000A4D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63F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63F4">
            <w:rPr>
              <w:rStyle w:val="slostrnky"/>
              <w:noProof/>
            </w:rPr>
            <w:t>2</w:t>
          </w:r>
          <w:r>
            <w:rPr>
              <w:rStyle w:val="slostrnky"/>
            </w:rPr>
            <w:fldChar w:fldCharType="end"/>
          </w:r>
        </w:p>
      </w:tc>
      <w:tc>
        <w:tcPr>
          <w:tcW w:w="0" w:type="auto"/>
          <w:vAlign w:val="bottom"/>
        </w:tcPr>
        <w:p w14:paraId="3BC7087A" w14:textId="77777777" w:rsidR="000A4DFB" w:rsidRPr="005328CA" w:rsidRDefault="000A4DFB" w:rsidP="009626C4">
          <w:pPr>
            <w:pStyle w:val="Zpatvlevo"/>
            <w:rPr>
              <w:b/>
            </w:rPr>
          </w:pPr>
          <w:r w:rsidRPr="005328CA">
            <w:rPr>
              <w:b/>
            </w:rPr>
            <w:t xml:space="preserve">Příloha č. </w:t>
          </w:r>
          <w:r>
            <w:rPr>
              <w:b/>
            </w:rPr>
            <w:t>4</w:t>
          </w:r>
        </w:p>
        <w:p w14:paraId="5D9D153F" w14:textId="5BC2B496" w:rsidR="000A4DFB" w:rsidRPr="003462EB" w:rsidRDefault="00965A16" w:rsidP="009626C4">
          <w:pPr>
            <w:pStyle w:val="Zpatvlevo"/>
          </w:pPr>
          <w:r>
            <w:fldChar w:fldCharType="begin"/>
          </w:r>
          <w:r>
            <w:instrText xml:space="preserve"> STYLEREF  _Název_akce  \* MERGEFORMAT </w:instrText>
          </w:r>
          <w:r>
            <w:fldChar w:fldCharType="separate"/>
          </w:r>
          <w:r w:rsidR="001B63F4">
            <w:rPr>
              <w:b/>
              <w:bCs/>
              <w:noProof/>
            </w:rPr>
            <w:t>Chyba! V dokumentu není žádný text v zadaném stylu.</w:t>
          </w:r>
          <w:r>
            <w:rPr>
              <w:noProof/>
            </w:rPr>
            <w:fldChar w:fldCharType="end"/>
          </w:r>
        </w:p>
        <w:p w14:paraId="6E45056C" w14:textId="77777777" w:rsidR="000A4DFB" w:rsidRPr="003462EB" w:rsidRDefault="000A4DFB" w:rsidP="00402B45">
          <w:pPr>
            <w:pStyle w:val="Zpatvlevo"/>
          </w:pPr>
          <w:r>
            <w:t>Smlouva o dílo na zhotovení DSP+PDPS+AD</w:t>
          </w:r>
        </w:p>
      </w:tc>
    </w:tr>
  </w:tbl>
  <w:p w14:paraId="0E17D47D" w14:textId="77777777" w:rsidR="000A4DFB" w:rsidRPr="00402B45" w:rsidRDefault="000A4DF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DFB" w:rsidRPr="009E09BE" w14:paraId="640B6CFD" w14:textId="77777777" w:rsidTr="009626C4">
      <w:tc>
        <w:tcPr>
          <w:tcW w:w="0" w:type="auto"/>
          <w:tcMar>
            <w:left w:w="0" w:type="dxa"/>
            <w:right w:w="0" w:type="dxa"/>
          </w:tcMar>
          <w:vAlign w:val="bottom"/>
        </w:tcPr>
        <w:p w14:paraId="75779101" w14:textId="77777777" w:rsidR="000A4DFB" w:rsidRPr="005328CA" w:rsidRDefault="000A4DFB" w:rsidP="009626C4">
          <w:pPr>
            <w:pStyle w:val="Zpatvpravo"/>
            <w:rPr>
              <w:b/>
            </w:rPr>
          </w:pPr>
          <w:r w:rsidRPr="005328CA">
            <w:rPr>
              <w:b/>
            </w:rPr>
            <w:t xml:space="preserve">Příloha č. </w:t>
          </w:r>
          <w:r>
            <w:rPr>
              <w:b/>
            </w:rPr>
            <w:t>4</w:t>
          </w:r>
          <w:r w:rsidRPr="005328CA">
            <w:rPr>
              <w:b/>
            </w:rPr>
            <w:t xml:space="preserve">   </w:t>
          </w:r>
        </w:p>
        <w:p w14:paraId="0702BD51" w14:textId="3EAB72BA" w:rsidR="000A4DFB" w:rsidRDefault="0029301D" w:rsidP="009626C4">
          <w:pPr>
            <w:pStyle w:val="Zpatvpravo"/>
          </w:pPr>
          <w:r>
            <w:t>„</w:t>
          </w:r>
          <w:r w:rsidRPr="00C14382">
            <w:t xml:space="preserve">Rekonstrukce výpravní budovy v </w:t>
          </w:r>
          <w:proofErr w:type="spellStart"/>
          <w:r w:rsidRPr="00C14382">
            <w:t>žst</w:t>
          </w:r>
          <w:proofErr w:type="spellEnd"/>
          <w:r w:rsidRPr="00C14382">
            <w:t xml:space="preserve">. Praha </w:t>
          </w:r>
          <w:proofErr w:type="spellStart"/>
          <w:proofErr w:type="gramStart"/>
          <w:r w:rsidRPr="00C14382">
            <w:t>hl.n</w:t>
          </w:r>
          <w:proofErr w:type="spellEnd"/>
          <w:r w:rsidRPr="00C14382">
            <w:t>.</w:t>
          </w:r>
          <w:proofErr w:type="gramEnd"/>
          <w:r>
            <w:t>“</w:t>
          </w:r>
        </w:p>
        <w:p w14:paraId="0F2579E9" w14:textId="77777777" w:rsidR="000A4DFB" w:rsidRPr="003462EB" w:rsidRDefault="000A4DFB" w:rsidP="00DE1E44">
          <w:pPr>
            <w:pStyle w:val="Zpatvpravo"/>
            <w:rPr>
              <w:rStyle w:val="slostrnky"/>
              <w:b w:val="0"/>
              <w:color w:val="auto"/>
              <w:sz w:val="12"/>
            </w:rPr>
          </w:pPr>
          <w:r>
            <w:t>Smlouva o výkonu AD</w:t>
          </w:r>
        </w:p>
      </w:tc>
      <w:tc>
        <w:tcPr>
          <w:tcW w:w="907" w:type="dxa"/>
          <w:vAlign w:val="bottom"/>
        </w:tcPr>
        <w:p w14:paraId="2BC29CF0" w14:textId="6D6EDD26" w:rsidR="000A4DFB" w:rsidRPr="009E09BE" w:rsidRDefault="000A4D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44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4416">
            <w:rPr>
              <w:rStyle w:val="slostrnky"/>
              <w:noProof/>
            </w:rPr>
            <w:t>1</w:t>
          </w:r>
          <w:r>
            <w:rPr>
              <w:rStyle w:val="slostrnky"/>
            </w:rPr>
            <w:fldChar w:fldCharType="end"/>
          </w:r>
        </w:p>
      </w:tc>
    </w:tr>
  </w:tbl>
  <w:p w14:paraId="256122E4" w14:textId="77777777" w:rsidR="000A4DFB" w:rsidRPr="00B8518B" w:rsidRDefault="000A4DF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DFB" w:rsidRPr="003462EB" w14:paraId="13CC5B2D" w14:textId="77777777" w:rsidTr="009626C4">
      <w:tc>
        <w:tcPr>
          <w:tcW w:w="907" w:type="dxa"/>
          <w:tcMar>
            <w:left w:w="0" w:type="dxa"/>
            <w:right w:w="0" w:type="dxa"/>
          </w:tcMar>
          <w:vAlign w:val="bottom"/>
        </w:tcPr>
        <w:p w14:paraId="2815EA82" w14:textId="5E43AE01" w:rsidR="000A4DFB" w:rsidRPr="00B8518B" w:rsidRDefault="000A4D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0DA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0DA6">
            <w:rPr>
              <w:rStyle w:val="slostrnky"/>
              <w:noProof/>
            </w:rPr>
            <w:t>2</w:t>
          </w:r>
          <w:r>
            <w:rPr>
              <w:rStyle w:val="slostrnky"/>
            </w:rPr>
            <w:fldChar w:fldCharType="end"/>
          </w:r>
        </w:p>
      </w:tc>
      <w:tc>
        <w:tcPr>
          <w:tcW w:w="0" w:type="auto"/>
          <w:vAlign w:val="bottom"/>
        </w:tcPr>
        <w:p w14:paraId="6BD24CDF" w14:textId="77777777" w:rsidR="000A4DFB" w:rsidRPr="005328CA" w:rsidRDefault="000A4DFB" w:rsidP="009626C4">
          <w:pPr>
            <w:pStyle w:val="Zpatvlevo"/>
            <w:rPr>
              <w:b/>
            </w:rPr>
          </w:pPr>
          <w:r w:rsidRPr="005328CA">
            <w:rPr>
              <w:b/>
            </w:rPr>
            <w:t xml:space="preserve">Příloha č. </w:t>
          </w:r>
          <w:r>
            <w:rPr>
              <w:b/>
            </w:rPr>
            <w:t>5</w:t>
          </w:r>
        </w:p>
        <w:p w14:paraId="7DDC0A6F" w14:textId="5CA51DF3" w:rsidR="000A4DFB" w:rsidRPr="003462EB" w:rsidRDefault="000A4DFB" w:rsidP="009626C4">
          <w:pPr>
            <w:pStyle w:val="Zpatvlevo"/>
          </w:pPr>
          <w:r>
            <w:fldChar w:fldCharType="begin"/>
          </w:r>
          <w:r>
            <w:instrText xml:space="preserve"> STYLEREF  _Název_akce  \* MERGEFORMAT </w:instrText>
          </w:r>
          <w:r>
            <w:fldChar w:fldCharType="separate"/>
          </w:r>
          <w:r w:rsidR="00480DA6">
            <w:rPr>
              <w:b/>
              <w:bCs/>
              <w:noProof/>
            </w:rPr>
            <w:t>Chyba! V dokumentu není žádný text v zadaném stylu.</w:t>
          </w:r>
          <w:r>
            <w:rPr>
              <w:noProof/>
            </w:rPr>
            <w:fldChar w:fldCharType="end"/>
          </w:r>
        </w:p>
        <w:p w14:paraId="7D89353D" w14:textId="77777777" w:rsidR="000A4DFB" w:rsidRPr="003462EB" w:rsidRDefault="000A4DFB" w:rsidP="00402B45">
          <w:pPr>
            <w:pStyle w:val="Zpatvlevo"/>
          </w:pPr>
          <w:r>
            <w:t>Smlouva o dílo na zhotovení DSP+PDPS+AD</w:t>
          </w:r>
        </w:p>
      </w:tc>
    </w:tr>
  </w:tbl>
  <w:p w14:paraId="21D2841F" w14:textId="77777777" w:rsidR="000A4DFB" w:rsidRPr="00402B45" w:rsidRDefault="000A4DF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DFB" w:rsidRPr="009E09BE" w14:paraId="3B3D13A6" w14:textId="77777777" w:rsidTr="00286AD1">
      <w:trPr>
        <w:jc w:val="right"/>
      </w:trPr>
      <w:tc>
        <w:tcPr>
          <w:tcW w:w="0" w:type="auto"/>
          <w:tcMar>
            <w:left w:w="0" w:type="dxa"/>
            <w:right w:w="0" w:type="dxa"/>
          </w:tcMar>
          <w:vAlign w:val="bottom"/>
        </w:tcPr>
        <w:p w14:paraId="7DBEACBA" w14:textId="77777777" w:rsidR="000A4DFB" w:rsidRPr="005328CA" w:rsidRDefault="000A4DFB" w:rsidP="009626C4">
          <w:pPr>
            <w:pStyle w:val="Zpatvpravo"/>
            <w:rPr>
              <w:b/>
            </w:rPr>
          </w:pPr>
          <w:r w:rsidRPr="005328CA">
            <w:rPr>
              <w:b/>
            </w:rPr>
            <w:t xml:space="preserve">Příloha č. </w:t>
          </w:r>
          <w:r>
            <w:rPr>
              <w:b/>
            </w:rPr>
            <w:t>5</w:t>
          </w:r>
          <w:r w:rsidRPr="005328CA">
            <w:rPr>
              <w:b/>
            </w:rPr>
            <w:t xml:space="preserve">   </w:t>
          </w:r>
        </w:p>
        <w:p w14:paraId="16F560A5" w14:textId="6E686280" w:rsidR="000A4DFB" w:rsidRDefault="0029301D" w:rsidP="009626C4">
          <w:pPr>
            <w:pStyle w:val="Zpatvpravo"/>
          </w:pPr>
          <w:r>
            <w:t>„</w:t>
          </w:r>
          <w:r w:rsidRPr="00C14382">
            <w:t xml:space="preserve">Rekonstrukce výpravní budovy v </w:t>
          </w:r>
          <w:proofErr w:type="spellStart"/>
          <w:r w:rsidRPr="00C14382">
            <w:t>žst</w:t>
          </w:r>
          <w:proofErr w:type="spellEnd"/>
          <w:r w:rsidRPr="00C14382">
            <w:t xml:space="preserve">. Praha </w:t>
          </w:r>
          <w:proofErr w:type="spellStart"/>
          <w:proofErr w:type="gramStart"/>
          <w:r w:rsidRPr="00C14382">
            <w:t>hl.n</w:t>
          </w:r>
          <w:proofErr w:type="spellEnd"/>
          <w:r w:rsidRPr="00C14382">
            <w:t>.</w:t>
          </w:r>
          <w:proofErr w:type="gramEnd"/>
          <w:r>
            <w:t>“</w:t>
          </w:r>
        </w:p>
        <w:p w14:paraId="5E896432" w14:textId="77777777" w:rsidR="000A4DFB" w:rsidRPr="003462EB" w:rsidRDefault="000A4DFB" w:rsidP="00FA733E">
          <w:pPr>
            <w:pStyle w:val="Zpatvpravo"/>
            <w:rPr>
              <w:rStyle w:val="slostrnky"/>
              <w:b w:val="0"/>
              <w:color w:val="auto"/>
              <w:sz w:val="12"/>
            </w:rPr>
          </w:pPr>
          <w:r>
            <w:t>Smlouva o výkonu AD</w:t>
          </w:r>
        </w:p>
      </w:tc>
      <w:tc>
        <w:tcPr>
          <w:tcW w:w="907" w:type="dxa"/>
          <w:vAlign w:val="bottom"/>
        </w:tcPr>
        <w:p w14:paraId="57D5AC3A" w14:textId="4F8EBCEF" w:rsidR="000A4DFB" w:rsidRPr="009E09BE" w:rsidRDefault="000A4D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44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4416">
            <w:rPr>
              <w:rStyle w:val="slostrnky"/>
              <w:noProof/>
            </w:rPr>
            <w:t>1</w:t>
          </w:r>
          <w:r>
            <w:rPr>
              <w:rStyle w:val="slostrnky"/>
            </w:rPr>
            <w:fldChar w:fldCharType="end"/>
          </w:r>
        </w:p>
      </w:tc>
    </w:tr>
  </w:tbl>
  <w:p w14:paraId="31279455" w14:textId="77777777" w:rsidR="000A4DFB" w:rsidRPr="00B8518B" w:rsidRDefault="000A4DF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DFB" w:rsidRPr="003462EB" w14:paraId="095EACA3" w14:textId="77777777" w:rsidTr="009626C4">
      <w:tc>
        <w:tcPr>
          <w:tcW w:w="907" w:type="dxa"/>
          <w:tcMar>
            <w:left w:w="0" w:type="dxa"/>
            <w:right w:w="0" w:type="dxa"/>
          </w:tcMar>
          <w:vAlign w:val="bottom"/>
        </w:tcPr>
        <w:p w14:paraId="7534E4E1" w14:textId="7D430BB2" w:rsidR="000A4DFB" w:rsidRPr="00B8518B" w:rsidRDefault="000A4D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441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4416">
            <w:rPr>
              <w:rStyle w:val="slostrnky"/>
              <w:noProof/>
            </w:rPr>
            <w:t>2</w:t>
          </w:r>
          <w:r>
            <w:rPr>
              <w:rStyle w:val="slostrnky"/>
            </w:rPr>
            <w:fldChar w:fldCharType="end"/>
          </w:r>
        </w:p>
      </w:tc>
      <w:tc>
        <w:tcPr>
          <w:tcW w:w="0" w:type="auto"/>
          <w:vAlign w:val="bottom"/>
        </w:tcPr>
        <w:p w14:paraId="093D7F22" w14:textId="77777777" w:rsidR="000A4DFB" w:rsidRPr="005328CA" w:rsidRDefault="000A4DFB" w:rsidP="009626C4">
          <w:pPr>
            <w:pStyle w:val="Zpatvlevo"/>
            <w:rPr>
              <w:b/>
            </w:rPr>
          </w:pPr>
          <w:r w:rsidRPr="005328CA">
            <w:rPr>
              <w:b/>
            </w:rPr>
            <w:t xml:space="preserve">Příloha č. </w:t>
          </w:r>
          <w:r>
            <w:rPr>
              <w:b/>
            </w:rPr>
            <w:t>6</w:t>
          </w:r>
        </w:p>
        <w:p w14:paraId="1742E457" w14:textId="2355BA58" w:rsidR="000A4DFB" w:rsidRPr="003462EB" w:rsidRDefault="000D33EB" w:rsidP="009626C4">
          <w:pPr>
            <w:pStyle w:val="Zpatvlevo"/>
          </w:pPr>
          <w:r>
            <w:t>„</w:t>
          </w:r>
          <w:r w:rsidRPr="00C14382">
            <w:t xml:space="preserve">Rekonstrukce výpravní budovy v </w:t>
          </w:r>
          <w:proofErr w:type="spellStart"/>
          <w:r w:rsidRPr="00C14382">
            <w:t>žst</w:t>
          </w:r>
          <w:proofErr w:type="spellEnd"/>
          <w:r w:rsidRPr="00C14382">
            <w:t xml:space="preserve">. Praha </w:t>
          </w:r>
          <w:proofErr w:type="spellStart"/>
          <w:proofErr w:type="gramStart"/>
          <w:r w:rsidRPr="00C14382">
            <w:t>hl.n</w:t>
          </w:r>
          <w:proofErr w:type="spellEnd"/>
          <w:r w:rsidRPr="00C14382">
            <w:t>.</w:t>
          </w:r>
          <w:proofErr w:type="gramEnd"/>
          <w:r>
            <w:t>“</w:t>
          </w:r>
        </w:p>
        <w:p w14:paraId="7C3E9ECA" w14:textId="77777777" w:rsidR="000A4DFB" w:rsidRPr="003462EB" w:rsidRDefault="000A4DFB" w:rsidP="00090313">
          <w:pPr>
            <w:pStyle w:val="Zpatvlevo"/>
          </w:pPr>
          <w:r>
            <w:t>Smlouva o výkonu AD</w:t>
          </w:r>
        </w:p>
      </w:tc>
    </w:tr>
  </w:tbl>
  <w:p w14:paraId="1011A96F" w14:textId="77777777" w:rsidR="000A4DFB" w:rsidRPr="00402B45" w:rsidRDefault="000A4DF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DFB" w:rsidRPr="009E09BE" w14:paraId="3C97BFCA" w14:textId="77777777" w:rsidTr="00286AD1">
      <w:trPr>
        <w:jc w:val="right"/>
      </w:trPr>
      <w:tc>
        <w:tcPr>
          <w:tcW w:w="0" w:type="auto"/>
          <w:tcMar>
            <w:left w:w="0" w:type="dxa"/>
            <w:right w:w="0" w:type="dxa"/>
          </w:tcMar>
          <w:vAlign w:val="bottom"/>
        </w:tcPr>
        <w:p w14:paraId="0C289243" w14:textId="77777777" w:rsidR="000A4DFB" w:rsidRPr="005328CA" w:rsidRDefault="000A4DFB" w:rsidP="009626C4">
          <w:pPr>
            <w:pStyle w:val="Zpatvpravo"/>
            <w:rPr>
              <w:b/>
            </w:rPr>
          </w:pPr>
          <w:r w:rsidRPr="005328CA">
            <w:rPr>
              <w:b/>
            </w:rPr>
            <w:t xml:space="preserve">Příloha č. </w:t>
          </w:r>
          <w:r>
            <w:rPr>
              <w:b/>
            </w:rPr>
            <w:t>6</w:t>
          </w:r>
          <w:r w:rsidRPr="005328CA">
            <w:rPr>
              <w:b/>
            </w:rPr>
            <w:t xml:space="preserve">   </w:t>
          </w:r>
        </w:p>
        <w:p w14:paraId="0B7FD588" w14:textId="0001E577" w:rsidR="000A4DFB" w:rsidRDefault="00DD1DDD" w:rsidP="009626C4">
          <w:pPr>
            <w:pStyle w:val="Zpatvpravo"/>
          </w:pPr>
          <w:r>
            <w:t>„</w:t>
          </w:r>
          <w:r w:rsidRPr="00C14382">
            <w:t xml:space="preserve">Rekonstrukce výpravní budovy v </w:t>
          </w:r>
          <w:proofErr w:type="spellStart"/>
          <w:r w:rsidRPr="00C14382">
            <w:t>žst</w:t>
          </w:r>
          <w:proofErr w:type="spellEnd"/>
          <w:r w:rsidRPr="00C14382">
            <w:t xml:space="preserve">. Praha </w:t>
          </w:r>
          <w:proofErr w:type="spellStart"/>
          <w:proofErr w:type="gramStart"/>
          <w:r w:rsidRPr="00C14382">
            <w:t>hl.n</w:t>
          </w:r>
          <w:proofErr w:type="spellEnd"/>
          <w:r w:rsidRPr="00C14382">
            <w:t>.</w:t>
          </w:r>
          <w:proofErr w:type="gramEnd"/>
          <w:r>
            <w:t>“</w:t>
          </w:r>
        </w:p>
        <w:p w14:paraId="422F76EE" w14:textId="77777777" w:rsidR="000A4DFB" w:rsidRPr="003462EB" w:rsidRDefault="000A4DFB" w:rsidP="00710ACA">
          <w:pPr>
            <w:pStyle w:val="Zpatvpravo"/>
            <w:rPr>
              <w:rStyle w:val="slostrnky"/>
              <w:b w:val="0"/>
              <w:color w:val="auto"/>
              <w:sz w:val="12"/>
            </w:rPr>
          </w:pPr>
          <w:r>
            <w:t>Smlouva o výkonu AD</w:t>
          </w:r>
        </w:p>
      </w:tc>
      <w:tc>
        <w:tcPr>
          <w:tcW w:w="907" w:type="dxa"/>
          <w:vAlign w:val="bottom"/>
        </w:tcPr>
        <w:p w14:paraId="31F26EF7" w14:textId="2C3D7901" w:rsidR="000A4DFB" w:rsidRPr="009E09BE" w:rsidRDefault="000A4D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44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4416">
            <w:rPr>
              <w:rStyle w:val="slostrnky"/>
              <w:noProof/>
            </w:rPr>
            <w:t>2</w:t>
          </w:r>
          <w:r>
            <w:rPr>
              <w:rStyle w:val="slostrnky"/>
            </w:rPr>
            <w:fldChar w:fldCharType="end"/>
          </w:r>
        </w:p>
      </w:tc>
    </w:tr>
  </w:tbl>
  <w:p w14:paraId="24A57BDB" w14:textId="77777777" w:rsidR="000A4DFB" w:rsidRPr="00B8518B" w:rsidRDefault="000A4DF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DFB" w:rsidRPr="003462EB" w14:paraId="3C9B4CD3" w14:textId="77777777" w:rsidTr="009626C4">
      <w:tc>
        <w:tcPr>
          <w:tcW w:w="907" w:type="dxa"/>
          <w:tcMar>
            <w:left w:w="0" w:type="dxa"/>
            <w:right w:w="0" w:type="dxa"/>
          </w:tcMar>
          <w:vAlign w:val="bottom"/>
        </w:tcPr>
        <w:p w14:paraId="2B110BF2" w14:textId="77777777" w:rsidR="000A4DFB" w:rsidRPr="00B8518B" w:rsidRDefault="000A4D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8040899" w14:textId="77777777" w:rsidR="000A4DFB" w:rsidRPr="005328CA" w:rsidRDefault="000A4DFB" w:rsidP="009626C4">
          <w:pPr>
            <w:pStyle w:val="Zpatvlevo"/>
            <w:rPr>
              <w:b/>
            </w:rPr>
          </w:pPr>
          <w:r w:rsidRPr="005328CA">
            <w:rPr>
              <w:b/>
            </w:rPr>
            <w:t xml:space="preserve">Příloha č. </w:t>
          </w:r>
          <w:r>
            <w:rPr>
              <w:b/>
            </w:rPr>
            <w:t>7</w:t>
          </w:r>
        </w:p>
        <w:p w14:paraId="5DCAAC93" w14:textId="77777777" w:rsidR="000A4DFB" w:rsidRPr="003462EB" w:rsidRDefault="0082011F" w:rsidP="009626C4">
          <w:pPr>
            <w:pStyle w:val="Zpatvlevo"/>
          </w:pPr>
          <w:fldSimple w:instr=" STYLEREF  _Název_akce  \* MERGEFORMAT ">
            <w:r w:rsidR="000A4DFB" w:rsidRPr="00D108D9">
              <w:rPr>
                <w:b/>
                <w:bCs/>
                <w:noProof/>
              </w:rPr>
              <w:t>„Název akce“</w:t>
            </w:r>
            <w:r w:rsidR="000A4DFB">
              <w:rPr>
                <w:noProof/>
              </w:rPr>
              <w:t xml:space="preserve"> – přepíše se do zápatí</w:t>
            </w:r>
          </w:fldSimple>
        </w:p>
        <w:p w14:paraId="434B58D2" w14:textId="77777777" w:rsidR="000A4DFB" w:rsidRPr="003462EB" w:rsidRDefault="000A4DFB" w:rsidP="00402B45">
          <w:pPr>
            <w:pStyle w:val="Zpatvlevo"/>
          </w:pPr>
          <w:r>
            <w:t>Smlouva o dílo na zhotovení DSP+PDPS+AD</w:t>
          </w:r>
        </w:p>
      </w:tc>
    </w:tr>
  </w:tbl>
  <w:p w14:paraId="2CDF2102" w14:textId="77777777" w:rsidR="000A4DFB" w:rsidRPr="00402B45" w:rsidRDefault="000A4DF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DFB" w:rsidRPr="009E09BE" w14:paraId="148B0C2F" w14:textId="77777777" w:rsidTr="00286AD1">
      <w:trPr>
        <w:jc w:val="right"/>
      </w:trPr>
      <w:tc>
        <w:tcPr>
          <w:tcW w:w="0" w:type="auto"/>
          <w:tcMar>
            <w:left w:w="0" w:type="dxa"/>
            <w:right w:w="0" w:type="dxa"/>
          </w:tcMar>
          <w:vAlign w:val="bottom"/>
        </w:tcPr>
        <w:p w14:paraId="730DBD8B" w14:textId="77777777" w:rsidR="000A4DFB" w:rsidRPr="005328CA" w:rsidRDefault="000A4DFB" w:rsidP="009626C4">
          <w:pPr>
            <w:pStyle w:val="Zpatvpravo"/>
            <w:rPr>
              <w:b/>
            </w:rPr>
          </w:pPr>
          <w:r w:rsidRPr="005328CA">
            <w:rPr>
              <w:b/>
            </w:rPr>
            <w:t xml:space="preserve">Příloha č. </w:t>
          </w:r>
          <w:r>
            <w:rPr>
              <w:b/>
            </w:rPr>
            <w:t>7</w:t>
          </w:r>
          <w:r w:rsidRPr="005328CA">
            <w:rPr>
              <w:b/>
            </w:rPr>
            <w:t xml:space="preserve">   </w:t>
          </w:r>
        </w:p>
        <w:p w14:paraId="712D63EC" w14:textId="31F00DB7" w:rsidR="000A4DFB" w:rsidRDefault="00970976" w:rsidP="009626C4">
          <w:pPr>
            <w:pStyle w:val="Zpatvpravo"/>
          </w:pPr>
          <w:r>
            <w:t>„</w:t>
          </w:r>
          <w:r w:rsidRPr="00C14382">
            <w:t xml:space="preserve">Rekonstrukce výpravní budovy v </w:t>
          </w:r>
          <w:proofErr w:type="spellStart"/>
          <w:r w:rsidRPr="00C14382">
            <w:t>žst</w:t>
          </w:r>
          <w:proofErr w:type="spellEnd"/>
          <w:r w:rsidRPr="00C14382">
            <w:t xml:space="preserve">. Praha </w:t>
          </w:r>
          <w:proofErr w:type="spellStart"/>
          <w:proofErr w:type="gramStart"/>
          <w:r w:rsidRPr="00C14382">
            <w:t>hl.n</w:t>
          </w:r>
          <w:proofErr w:type="spellEnd"/>
          <w:r w:rsidRPr="00C14382">
            <w:t>.</w:t>
          </w:r>
          <w:proofErr w:type="gramEnd"/>
          <w:r>
            <w:t>“</w:t>
          </w:r>
        </w:p>
        <w:p w14:paraId="755F3A42" w14:textId="77777777" w:rsidR="000A4DFB" w:rsidRPr="003462EB" w:rsidRDefault="000A4DFB" w:rsidP="00D140E6">
          <w:pPr>
            <w:pStyle w:val="Zpatvpravo"/>
            <w:rPr>
              <w:rStyle w:val="slostrnky"/>
              <w:b w:val="0"/>
              <w:color w:val="auto"/>
              <w:sz w:val="12"/>
            </w:rPr>
          </w:pPr>
          <w:r>
            <w:t>Smlouva o výkonu AD</w:t>
          </w:r>
        </w:p>
      </w:tc>
      <w:tc>
        <w:tcPr>
          <w:tcW w:w="907" w:type="dxa"/>
          <w:vAlign w:val="bottom"/>
        </w:tcPr>
        <w:p w14:paraId="614AFAF9" w14:textId="7EEF0440" w:rsidR="000A4DFB" w:rsidRPr="009E09BE" w:rsidRDefault="000A4D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44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4416">
            <w:rPr>
              <w:rStyle w:val="slostrnky"/>
              <w:noProof/>
            </w:rPr>
            <w:t>1</w:t>
          </w:r>
          <w:r>
            <w:rPr>
              <w:rStyle w:val="slostrnky"/>
            </w:rPr>
            <w:fldChar w:fldCharType="end"/>
          </w:r>
        </w:p>
      </w:tc>
    </w:tr>
  </w:tbl>
  <w:p w14:paraId="355F25DD" w14:textId="77777777" w:rsidR="000A4DFB" w:rsidRPr="00B8518B" w:rsidRDefault="000A4DF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DFB" w:rsidRPr="003462EB" w14:paraId="6A11FA92" w14:textId="77777777" w:rsidTr="009626C4">
      <w:tc>
        <w:tcPr>
          <w:tcW w:w="907" w:type="dxa"/>
          <w:tcMar>
            <w:left w:w="0" w:type="dxa"/>
            <w:right w:w="0" w:type="dxa"/>
          </w:tcMar>
          <w:vAlign w:val="bottom"/>
        </w:tcPr>
        <w:p w14:paraId="2FA6BF88" w14:textId="77777777" w:rsidR="000A4DFB" w:rsidRPr="00B8518B" w:rsidRDefault="000A4D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B0E8C6A" w14:textId="77777777" w:rsidR="000A4DFB" w:rsidRPr="005328CA" w:rsidRDefault="000A4DFB" w:rsidP="009626C4">
          <w:pPr>
            <w:pStyle w:val="Zpatvlevo"/>
            <w:rPr>
              <w:b/>
            </w:rPr>
          </w:pPr>
          <w:r w:rsidRPr="005328CA">
            <w:rPr>
              <w:b/>
            </w:rPr>
            <w:t xml:space="preserve">Příloha č. </w:t>
          </w:r>
          <w:r>
            <w:rPr>
              <w:b/>
            </w:rPr>
            <w:t>8</w:t>
          </w:r>
        </w:p>
        <w:p w14:paraId="682D8756" w14:textId="77777777" w:rsidR="000A4DFB" w:rsidRPr="003462EB" w:rsidRDefault="0082011F" w:rsidP="009626C4">
          <w:pPr>
            <w:pStyle w:val="Zpatvlevo"/>
          </w:pPr>
          <w:fldSimple w:instr=" STYLEREF  _Název_akce  \* MERGEFORMAT ">
            <w:r w:rsidR="000A4DFB" w:rsidRPr="00D108D9">
              <w:rPr>
                <w:b/>
                <w:bCs/>
                <w:noProof/>
              </w:rPr>
              <w:t>„Název akce“</w:t>
            </w:r>
            <w:r w:rsidR="000A4DFB">
              <w:rPr>
                <w:noProof/>
              </w:rPr>
              <w:t xml:space="preserve"> – přepíše se do zápatí</w:t>
            </w:r>
          </w:fldSimple>
        </w:p>
        <w:p w14:paraId="35ADDD5D" w14:textId="77777777" w:rsidR="000A4DFB" w:rsidRPr="003462EB" w:rsidRDefault="000A4DFB" w:rsidP="00402B45">
          <w:pPr>
            <w:pStyle w:val="Zpatvlevo"/>
          </w:pPr>
          <w:r>
            <w:t>Smlouva o dílo na zhotovení DSP+PDPS+AD</w:t>
          </w:r>
        </w:p>
      </w:tc>
    </w:tr>
  </w:tbl>
  <w:p w14:paraId="4EC69F4F" w14:textId="77777777" w:rsidR="000A4DFB" w:rsidRPr="00402B45" w:rsidRDefault="000A4DF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DFB" w:rsidRPr="009E09BE" w14:paraId="72834036" w14:textId="77777777" w:rsidTr="00286AD1">
      <w:trPr>
        <w:jc w:val="right"/>
      </w:trPr>
      <w:tc>
        <w:tcPr>
          <w:tcW w:w="0" w:type="auto"/>
          <w:tcMar>
            <w:left w:w="0" w:type="dxa"/>
            <w:right w:w="0" w:type="dxa"/>
          </w:tcMar>
          <w:vAlign w:val="bottom"/>
        </w:tcPr>
        <w:p w14:paraId="3E4407A3" w14:textId="77777777" w:rsidR="000A4DFB" w:rsidRPr="005328CA" w:rsidRDefault="000A4DFB" w:rsidP="009626C4">
          <w:pPr>
            <w:pStyle w:val="Zpatvpravo"/>
            <w:rPr>
              <w:b/>
            </w:rPr>
          </w:pPr>
          <w:r w:rsidRPr="005328CA">
            <w:rPr>
              <w:b/>
            </w:rPr>
            <w:t xml:space="preserve">Příloha č. </w:t>
          </w:r>
          <w:r>
            <w:rPr>
              <w:b/>
            </w:rPr>
            <w:t>8</w:t>
          </w:r>
          <w:r w:rsidRPr="005328CA">
            <w:rPr>
              <w:b/>
            </w:rPr>
            <w:t xml:space="preserve">   </w:t>
          </w:r>
        </w:p>
        <w:p w14:paraId="52E5D5E0" w14:textId="19F7D61C" w:rsidR="000A4DFB" w:rsidRDefault="00970976" w:rsidP="009626C4">
          <w:pPr>
            <w:pStyle w:val="Zpatvpravo"/>
          </w:pPr>
          <w:r>
            <w:t>„</w:t>
          </w:r>
          <w:r w:rsidRPr="00C14382">
            <w:t xml:space="preserve">Rekonstrukce výpravní budovy v </w:t>
          </w:r>
          <w:proofErr w:type="spellStart"/>
          <w:r w:rsidRPr="00C14382">
            <w:t>žst</w:t>
          </w:r>
          <w:proofErr w:type="spellEnd"/>
          <w:r w:rsidRPr="00C14382">
            <w:t xml:space="preserve">. Praha </w:t>
          </w:r>
          <w:proofErr w:type="spellStart"/>
          <w:proofErr w:type="gramStart"/>
          <w:r w:rsidRPr="00C14382">
            <w:t>hl.n</w:t>
          </w:r>
          <w:proofErr w:type="spellEnd"/>
          <w:r w:rsidRPr="00C14382">
            <w:t>.</w:t>
          </w:r>
          <w:proofErr w:type="gramEnd"/>
          <w:r>
            <w:t>“</w:t>
          </w:r>
        </w:p>
        <w:p w14:paraId="564ACE29" w14:textId="77777777" w:rsidR="000A4DFB" w:rsidRPr="003462EB" w:rsidRDefault="000A4DFB" w:rsidP="00BD1B91">
          <w:pPr>
            <w:pStyle w:val="Zpatvpravo"/>
            <w:rPr>
              <w:rStyle w:val="slostrnky"/>
              <w:b w:val="0"/>
              <w:color w:val="auto"/>
              <w:sz w:val="12"/>
            </w:rPr>
          </w:pPr>
          <w:r>
            <w:t>Smlouva o výkonu AD</w:t>
          </w:r>
        </w:p>
      </w:tc>
      <w:tc>
        <w:tcPr>
          <w:tcW w:w="907" w:type="dxa"/>
          <w:vAlign w:val="bottom"/>
        </w:tcPr>
        <w:p w14:paraId="0ED3E84B" w14:textId="0878789C" w:rsidR="000A4DFB" w:rsidRPr="009E09BE" w:rsidRDefault="000A4D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44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4416">
            <w:rPr>
              <w:rStyle w:val="slostrnky"/>
              <w:noProof/>
            </w:rPr>
            <w:t>1</w:t>
          </w:r>
          <w:r>
            <w:rPr>
              <w:rStyle w:val="slostrnky"/>
            </w:rPr>
            <w:fldChar w:fldCharType="end"/>
          </w:r>
        </w:p>
      </w:tc>
    </w:tr>
  </w:tbl>
  <w:p w14:paraId="304355F3" w14:textId="77777777" w:rsidR="000A4DFB" w:rsidRPr="00B8518B" w:rsidRDefault="000A4DF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DFB" w:rsidRPr="009E09BE" w14:paraId="3F158E99" w14:textId="77777777" w:rsidTr="009626C4">
      <w:tc>
        <w:tcPr>
          <w:tcW w:w="0" w:type="auto"/>
          <w:tcMar>
            <w:left w:w="0" w:type="dxa"/>
            <w:right w:w="0" w:type="dxa"/>
          </w:tcMar>
          <w:vAlign w:val="bottom"/>
        </w:tcPr>
        <w:p w14:paraId="1854B233" w14:textId="04678E95" w:rsidR="000A4DFB" w:rsidRDefault="00985BC1" w:rsidP="009626C4">
          <w:pPr>
            <w:pStyle w:val="Zpatvpravo"/>
          </w:pPr>
          <w:r>
            <w:t>„</w:t>
          </w:r>
          <w:r w:rsidR="00143872" w:rsidRPr="00C14382">
            <w:t xml:space="preserve">Rekonstrukce výpravní budovy v </w:t>
          </w:r>
          <w:proofErr w:type="spellStart"/>
          <w:r w:rsidR="00143872" w:rsidRPr="00C14382">
            <w:t>žst</w:t>
          </w:r>
          <w:proofErr w:type="spellEnd"/>
          <w:r w:rsidR="00143872" w:rsidRPr="00C14382">
            <w:t xml:space="preserve">. Praha </w:t>
          </w:r>
          <w:proofErr w:type="spellStart"/>
          <w:proofErr w:type="gramStart"/>
          <w:r w:rsidR="00143872" w:rsidRPr="00C14382">
            <w:t>hl.n</w:t>
          </w:r>
          <w:proofErr w:type="spellEnd"/>
          <w:r w:rsidR="00143872" w:rsidRPr="00C14382">
            <w:t>.</w:t>
          </w:r>
          <w:proofErr w:type="gramEnd"/>
          <w:r>
            <w:t>“</w:t>
          </w:r>
        </w:p>
        <w:p w14:paraId="04452034" w14:textId="77777777" w:rsidR="000A4DFB" w:rsidRPr="003462EB" w:rsidRDefault="000A4DFB" w:rsidP="00007712">
          <w:pPr>
            <w:pStyle w:val="Zpatvpravo"/>
            <w:rPr>
              <w:rStyle w:val="slostrnky"/>
              <w:b w:val="0"/>
              <w:color w:val="auto"/>
              <w:sz w:val="12"/>
            </w:rPr>
          </w:pPr>
          <w:r>
            <w:t>Smlouva o výkonu AD</w:t>
          </w:r>
        </w:p>
      </w:tc>
      <w:tc>
        <w:tcPr>
          <w:tcW w:w="907" w:type="dxa"/>
          <w:vAlign w:val="bottom"/>
        </w:tcPr>
        <w:p w14:paraId="6AF11DEA" w14:textId="56B97987" w:rsidR="000A4DFB" w:rsidRPr="009E09BE" w:rsidRDefault="000A4D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4416">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4416">
            <w:rPr>
              <w:rStyle w:val="slostrnky"/>
              <w:noProof/>
            </w:rPr>
            <w:t>8</w:t>
          </w:r>
          <w:r>
            <w:rPr>
              <w:rStyle w:val="slostrnky"/>
            </w:rPr>
            <w:fldChar w:fldCharType="end"/>
          </w:r>
        </w:p>
      </w:tc>
    </w:tr>
  </w:tbl>
  <w:p w14:paraId="390C4F56" w14:textId="77777777" w:rsidR="000A4DFB" w:rsidRPr="00B8518B" w:rsidRDefault="000A4DF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DFB" w:rsidRPr="003462EB" w14:paraId="4592D823" w14:textId="77777777" w:rsidTr="009626C4">
      <w:tc>
        <w:tcPr>
          <w:tcW w:w="907" w:type="dxa"/>
          <w:tcMar>
            <w:left w:w="0" w:type="dxa"/>
            <w:right w:w="0" w:type="dxa"/>
          </w:tcMar>
          <w:vAlign w:val="bottom"/>
        </w:tcPr>
        <w:p w14:paraId="13C81754" w14:textId="77777777" w:rsidR="000A4DFB" w:rsidRPr="00B8518B" w:rsidRDefault="000A4D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E33A07E" w14:textId="77777777" w:rsidR="000A4DFB" w:rsidRPr="005328CA" w:rsidRDefault="000A4DFB" w:rsidP="009626C4">
          <w:pPr>
            <w:pStyle w:val="Zpatvlevo"/>
            <w:rPr>
              <w:b/>
            </w:rPr>
          </w:pPr>
          <w:r w:rsidRPr="005328CA">
            <w:rPr>
              <w:b/>
            </w:rPr>
            <w:t xml:space="preserve">Příloha č. </w:t>
          </w:r>
          <w:r>
            <w:rPr>
              <w:b/>
            </w:rPr>
            <w:t>9</w:t>
          </w:r>
        </w:p>
        <w:p w14:paraId="1DA0FDB5" w14:textId="77777777" w:rsidR="000A4DFB" w:rsidRPr="003462EB" w:rsidRDefault="0082011F" w:rsidP="009626C4">
          <w:pPr>
            <w:pStyle w:val="Zpatvlevo"/>
          </w:pPr>
          <w:fldSimple w:instr=" STYLEREF  _Název_akce  \* MERGEFORMAT ">
            <w:r w:rsidR="000A4DFB" w:rsidRPr="00D108D9">
              <w:rPr>
                <w:b/>
                <w:bCs/>
                <w:noProof/>
              </w:rPr>
              <w:t>„Název akce“</w:t>
            </w:r>
            <w:r w:rsidR="000A4DFB">
              <w:rPr>
                <w:noProof/>
              </w:rPr>
              <w:t xml:space="preserve"> – přepíše se do zápatí</w:t>
            </w:r>
          </w:fldSimple>
        </w:p>
        <w:p w14:paraId="4431CD03" w14:textId="77777777" w:rsidR="000A4DFB" w:rsidRPr="003462EB" w:rsidRDefault="000A4DFB" w:rsidP="00402B45">
          <w:pPr>
            <w:pStyle w:val="Zpatvlevo"/>
          </w:pPr>
          <w:r>
            <w:t>Smlouva o dílo na zhotovení DSP+PDPS+AD</w:t>
          </w:r>
        </w:p>
      </w:tc>
    </w:tr>
  </w:tbl>
  <w:p w14:paraId="2D7A8DB5" w14:textId="77777777" w:rsidR="000A4DFB" w:rsidRPr="00402B45" w:rsidRDefault="000A4DF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DFB" w:rsidRPr="009E09BE" w14:paraId="2EF0003F" w14:textId="77777777" w:rsidTr="00286AD1">
      <w:trPr>
        <w:jc w:val="right"/>
      </w:trPr>
      <w:tc>
        <w:tcPr>
          <w:tcW w:w="0" w:type="auto"/>
          <w:tcMar>
            <w:left w:w="0" w:type="dxa"/>
            <w:right w:w="0" w:type="dxa"/>
          </w:tcMar>
          <w:vAlign w:val="bottom"/>
        </w:tcPr>
        <w:p w14:paraId="49472A85" w14:textId="77777777" w:rsidR="000A4DFB" w:rsidRPr="005328CA" w:rsidRDefault="000A4DFB" w:rsidP="009626C4">
          <w:pPr>
            <w:pStyle w:val="Zpatvpravo"/>
            <w:rPr>
              <w:b/>
            </w:rPr>
          </w:pPr>
          <w:r w:rsidRPr="005328CA">
            <w:rPr>
              <w:b/>
            </w:rPr>
            <w:t xml:space="preserve">Příloha č. </w:t>
          </w:r>
          <w:r>
            <w:rPr>
              <w:b/>
            </w:rPr>
            <w:t>9</w:t>
          </w:r>
          <w:r w:rsidRPr="005328CA">
            <w:rPr>
              <w:b/>
            </w:rPr>
            <w:t xml:space="preserve">   </w:t>
          </w:r>
        </w:p>
        <w:p w14:paraId="4A3716AB" w14:textId="2A73D21C" w:rsidR="000A4DFB" w:rsidRDefault="00911BFE" w:rsidP="009626C4">
          <w:pPr>
            <w:pStyle w:val="Zpatvpravo"/>
          </w:pPr>
          <w:r>
            <w:t>„</w:t>
          </w:r>
          <w:r w:rsidRPr="00C14382">
            <w:t xml:space="preserve">Rekonstrukce výpravní budovy v </w:t>
          </w:r>
          <w:proofErr w:type="spellStart"/>
          <w:r w:rsidRPr="00C14382">
            <w:t>žst</w:t>
          </w:r>
          <w:proofErr w:type="spellEnd"/>
          <w:r w:rsidRPr="00C14382">
            <w:t xml:space="preserve">. Praha </w:t>
          </w:r>
          <w:proofErr w:type="spellStart"/>
          <w:proofErr w:type="gramStart"/>
          <w:r w:rsidRPr="00C14382">
            <w:t>hl.n</w:t>
          </w:r>
          <w:proofErr w:type="spellEnd"/>
          <w:r w:rsidRPr="00C14382">
            <w:t>.</w:t>
          </w:r>
          <w:proofErr w:type="gramEnd"/>
          <w:r>
            <w:t>“</w:t>
          </w:r>
        </w:p>
        <w:p w14:paraId="3E6D7C9B" w14:textId="77777777" w:rsidR="000A4DFB" w:rsidRPr="003462EB" w:rsidRDefault="000A4DFB" w:rsidP="005E5E78">
          <w:pPr>
            <w:pStyle w:val="Zpatvpravo"/>
            <w:rPr>
              <w:rStyle w:val="slostrnky"/>
              <w:b w:val="0"/>
              <w:color w:val="auto"/>
              <w:sz w:val="12"/>
            </w:rPr>
          </w:pPr>
          <w:r>
            <w:t>Smlouva o výkonu AD</w:t>
          </w:r>
        </w:p>
      </w:tc>
      <w:tc>
        <w:tcPr>
          <w:tcW w:w="907" w:type="dxa"/>
          <w:vAlign w:val="bottom"/>
        </w:tcPr>
        <w:p w14:paraId="09522206" w14:textId="45EE1747" w:rsidR="000A4DFB" w:rsidRPr="009E09BE" w:rsidRDefault="000A4D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44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4416">
            <w:rPr>
              <w:rStyle w:val="slostrnky"/>
              <w:noProof/>
            </w:rPr>
            <w:t>1</w:t>
          </w:r>
          <w:r>
            <w:rPr>
              <w:rStyle w:val="slostrnky"/>
            </w:rPr>
            <w:fldChar w:fldCharType="end"/>
          </w:r>
        </w:p>
      </w:tc>
    </w:tr>
  </w:tbl>
  <w:p w14:paraId="48462FFA" w14:textId="77777777" w:rsidR="000A4DFB" w:rsidRPr="00B8518B" w:rsidRDefault="000A4DFB"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DFB" w:rsidRPr="003462EB" w14:paraId="386A3D94" w14:textId="77777777" w:rsidTr="009626C4">
      <w:tc>
        <w:tcPr>
          <w:tcW w:w="907" w:type="dxa"/>
          <w:tcMar>
            <w:left w:w="0" w:type="dxa"/>
            <w:right w:w="0" w:type="dxa"/>
          </w:tcMar>
          <w:vAlign w:val="bottom"/>
        </w:tcPr>
        <w:p w14:paraId="4FBBCFD1" w14:textId="77777777" w:rsidR="000A4DFB" w:rsidRPr="00B8518B" w:rsidRDefault="000A4D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206D99" w14:textId="77777777" w:rsidR="000A4DFB" w:rsidRPr="005328CA" w:rsidRDefault="000A4DFB" w:rsidP="009626C4">
          <w:pPr>
            <w:pStyle w:val="Zpatvlevo"/>
            <w:rPr>
              <w:b/>
            </w:rPr>
          </w:pPr>
          <w:r w:rsidRPr="005328CA">
            <w:rPr>
              <w:b/>
            </w:rPr>
            <w:t xml:space="preserve">Příloha č. </w:t>
          </w:r>
          <w:r>
            <w:rPr>
              <w:b/>
            </w:rPr>
            <w:t>10</w:t>
          </w:r>
        </w:p>
        <w:p w14:paraId="3E197D45" w14:textId="77777777" w:rsidR="000A4DFB" w:rsidRPr="003462EB" w:rsidRDefault="0082011F" w:rsidP="009626C4">
          <w:pPr>
            <w:pStyle w:val="Zpatvlevo"/>
          </w:pPr>
          <w:fldSimple w:instr=" STYLEREF  _Název_akce  \* MERGEFORMAT ">
            <w:r w:rsidR="000A4DFB" w:rsidRPr="00D108D9">
              <w:rPr>
                <w:b/>
                <w:bCs/>
                <w:noProof/>
              </w:rPr>
              <w:t>„Název akce“</w:t>
            </w:r>
            <w:r w:rsidR="000A4DFB">
              <w:rPr>
                <w:noProof/>
              </w:rPr>
              <w:t xml:space="preserve"> – přepíše se do zápatí</w:t>
            </w:r>
          </w:fldSimple>
        </w:p>
        <w:p w14:paraId="72E78F1D" w14:textId="77777777" w:rsidR="000A4DFB" w:rsidRPr="003462EB" w:rsidRDefault="000A4DFB" w:rsidP="00402B45">
          <w:pPr>
            <w:pStyle w:val="Zpatvlevo"/>
          </w:pPr>
          <w:r>
            <w:t>Smlouva o dílo na zhotovení DSP+PDPS+AD</w:t>
          </w:r>
        </w:p>
      </w:tc>
    </w:tr>
  </w:tbl>
  <w:p w14:paraId="5EC91BEC" w14:textId="77777777" w:rsidR="000A4DFB" w:rsidRPr="00402B45" w:rsidRDefault="000A4DF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DFB" w:rsidRPr="009E09BE" w14:paraId="771E8CC0" w14:textId="77777777" w:rsidTr="00286AD1">
      <w:trPr>
        <w:jc w:val="right"/>
      </w:trPr>
      <w:tc>
        <w:tcPr>
          <w:tcW w:w="0" w:type="auto"/>
          <w:tcMar>
            <w:left w:w="0" w:type="dxa"/>
            <w:right w:w="0" w:type="dxa"/>
          </w:tcMar>
          <w:vAlign w:val="bottom"/>
        </w:tcPr>
        <w:p w14:paraId="3168FBC0" w14:textId="3E9F78C7" w:rsidR="000A4DFB" w:rsidRPr="005328CA" w:rsidRDefault="000A4DFB" w:rsidP="009626C4">
          <w:pPr>
            <w:pStyle w:val="Zpatvpravo"/>
            <w:rPr>
              <w:b/>
            </w:rPr>
          </w:pPr>
          <w:r w:rsidRPr="005328CA">
            <w:rPr>
              <w:b/>
            </w:rPr>
            <w:t>Příloha č.</w:t>
          </w:r>
          <w:r w:rsidR="00167CDB">
            <w:rPr>
              <w:b/>
            </w:rPr>
            <w:t xml:space="preserve"> </w:t>
          </w:r>
          <w:r>
            <w:rPr>
              <w:b/>
            </w:rPr>
            <w:t>10</w:t>
          </w:r>
          <w:r w:rsidRPr="005328CA">
            <w:rPr>
              <w:b/>
            </w:rPr>
            <w:t xml:space="preserve">   </w:t>
          </w:r>
        </w:p>
        <w:p w14:paraId="238ECEAA" w14:textId="555A2368" w:rsidR="000A4DFB" w:rsidRDefault="006174D8" w:rsidP="009626C4">
          <w:pPr>
            <w:pStyle w:val="Zpatvpravo"/>
          </w:pPr>
          <w:r>
            <w:t>„</w:t>
          </w:r>
          <w:r w:rsidRPr="00C14382">
            <w:t xml:space="preserve">Rekonstrukce výpravní budovy v </w:t>
          </w:r>
          <w:proofErr w:type="spellStart"/>
          <w:r w:rsidRPr="00C14382">
            <w:t>žst</w:t>
          </w:r>
          <w:proofErr w:type="spellEnd"/>
          <w:r w:rsidRPr="00C14382">
            <w:t xml:space="preserve">. Praha </w:t>
          </w:r>
          <w:proofErr w:type="spellStart"/>
          <w:proofErr w:type="gramStart"/>
          <w:r w:rsidRPr="00C14382">
            <w:t>hl.n</w:t>
          </w:r>
          <w:proofErr w:type="spellEnd"/>
          <w:r w:rsidRPr="00C14382">
            <w:t>.</w:t>
          </w:r>
          <w:proofErr w:type="gramEnd"/>
          <w:r>
            <w:t>“</w:t>
          </w:r>
        </w:p>
        <w:p w14:paraId="389B2866" w14:textId="77777777" w:rsidR="000A4DFB" w:rsidRPr="003462EB" w:rsidRDefault="000A4DFB" w:rsidP="00752050">
          <w:pPr>
            <w:pStyle w:val="Zpatvpravo"/>
            <w:rPr>
              <w:rStyle w:val="slostrnky"/>
              <w:b w:val="0"/>
              <w:color w:val="auto"/>
              <w:sz w:val="12"/>
            </w:rPr>
          </w:pPr>
          <w:r>
            <w:t>Smlouva o výkonu AD</w:t>
          </w:r>
        </w:p>
      </w:tc>
      <w:tc>
        <w:tcPr>
          <w:tcW w:w="907" w:type="dxa"/>
          <w:vAlign w:val="bottom"/>
        </w:tcPr>
        <w:p w14:paraId="3369A653" w14:textId="1D105F0B" w:rsidR="000A4DFB" w:rsidRPr="009E09BE" w:rsidRDefault="000A4D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44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4416">
            <w:rPr>
              <w:rStyle w:val="slostrnky"/>
              <w:noProof/>
            </w:rPr>
            <w:t>1</w:t>
          </w:r>
          <w:r>
            <w:rPr>
              <w:rStyle w:val="slostrnky"/>
            </w:rPr>
            <w:fldChar w:fldCharType="end"/>
          </w:r>
        </w:p>
      </w:tc>
    </w:tr>
  </w:tbl>
  <w:p w14:paraId="6A0A9058" w14:textId="77777777" w:rsidR="000A4DFB" w:rsidRPr="00B8518B" w:rsidRDefault="000A4DF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ECE86" w14:textId="77777777" w:rsidR="00274416" w:rsidRDefault="0027441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DFB" w:rsidRPr="003462EB" w14:paraId="177916FB" w14:textId="77777777" w:rsidTr="009626C4">
      <w:tc>
        <w:tcPr>
          <w:tcW w:w="907" w:type="dxa"/>
          <w:tcMar>
            <w:left w:w="0" w:type="dxa"/>
            <w:right w:w="0" w:type="dxa"/>
          </w:tcMar>
          <w:vAlign w:val="bottom"/>
        </w:tcPr>
        <w:p w14:paraId="52F77BB4" w14:textId="77777777" w:rsidR="000A4DFB" w:rsidRPr="00B8518B" w:rsidRDefault="000A4D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519123" w14:textId="77777777" w:rsidR="000A4DFB" w:rsidRPr="005328CA" w:rsidRDefault="000A4DFB" w:rsidP="009626C4">
          <w:pPr>
            <w:pStyle w:val="Zpatvlevo"/>
            <w:rPr>
              <w:b/>
            </w:rPr>
          </w:pPr>
          <w:r w:rsidRPr="005328CA">
            <w:rPr>
              <w:b/>
            </w:rPr>
            <w:t>Příloha č. 1</w:t>
          </w:r>
        </w:p>
        <w:p w14:paraId="0339E960" w14:textId="77777777" w:rsidR="000A4DFB" w:rsidRPr="003462EB" w:rsidRDefault="0082011F" w:rsidP="009626C4">
          <w:pPr>
            <w:pStyle w:val="Zpatvlevo"/>
          </w:pPr>
          <w:fldSimple w:instr=" STYLEREF  _Název_akce  \* MERGEFORMAT ">
            <w:r w:rsidR="000A4DFB" w:rsidRPr="00A96B09">
              <w:rPr>
                <w:b/>
                <w:bCs/>
                <w:noProof/>
              </w:rPr>
              <w:t xml:space="preserve">„Optimalizace trati </w:t>
            </w:r>
            <w:r w:rsidR="000A4DFB">
              <w:rPr>
                <w:noProof/>
              </w:rPr>
              <w:t>Praha Smíchov (mimo) – Černošice (mimo)“</w:t>
            </w:r>
          </w:fldSimple>
        </w:p>
        <w:p w14:paraId="5FBAAC83" w14:textId="77777777" w:rsidR="000A4DFB" w:rsidRPr="003462EB" w:rsidRDefault="000A4DFB" w:rsidP="00402B45">
          <w:pPr>
            <w:pStyle w:val="Zpatvlevo"/>
          </w:pPr>
          <w:r>
            <w:t>Smlouva o dílo na zhotovení DSP+PDPS+AD</w:t>
          </w:r>
        </w:p>
      </w:tc>
    </w:tr>
  </w:tbl>
  <w:p w14:paraId="1B734931" w14:textId="77777777" w:rsidR="000A4DFB" w:rsidRPr="00402B45" w:rsidRDefault="000A4DF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DFB" w:rsidRPr="009E09BE" w14:paraId="7AE13B79" w14:textId="77777777" w:rsidTr="009626C4">
      <w:tc>
        <w:tcPr>
          <w:tcW w:w="0" w:type="auto"/>
          <w:tcMar>
            <w:left w:w="0" w:type="dxa"/>
            <w:right w:w="0" w:type="dxa"/>
          </w:tcMar>
          <w:vAlign w:val="bottom"/>
        </w:tcPr>
        <w:p w14:paraId="0F72E28D" w14:textId="77777777" w:rsidR="000A4DFB" w:rsidRPr="005328CA" w:rsidRDefault="000A4DFB" w:rsidP="009626C4">
          <w:pPr>
            <w:pStyle w:val="Zpatvpravo"/>
            <w:rPr>
              <w:b/>
            </w:rPr>
          </w:pPr>
          <w:r w:rsidRPr="005328CA">
            <w:rPr>
              <w:b/>
            </w:rPr>
            <w:t xml:space="preserve">Příloha č. 1   </w:t>
          </w:r>
        </w:p>
        <w:p w14:paraId="4569EE19" w14:textId="4A73F4DA" w:rsidR="000A4DFB" w:rsidRDefault="001C292C" w:rsidP="009626C4">
          <w:pPr>
            <w:pStyle w:val="Zpatvpravo"/>
          </w:pPr>
          <w:bookmarkStart w:id="0" w:name="_GoBack"/>
          <w:bookmarkEnd w:id="0"/>
          <w:r>
            <w:t>„</w:t>
          </w:r>
          <w:r w:rsidRPr="00C14382">
            <w:t xml:space="preserve">Rekonstrukce výpravní budovy v </w:t>
          </w:r>
          <w:proofErr w:type="spellStart"/>
          <w:r w:rsidRPr="00C14382">
            <w:t>žst</w:t>
          </w:r>
          <w:proofErr w:type="spellEnd"/>
          <w:r w:rsidRPr="00C14382">
            <w:t xml:space="preserve">. Praha </w:t>
          </w:r>
          <w:proofErr w:type="spellStart"/>
          <w:proofErr w:type="gramStart"/>
          <w:r w:rsidRPr="00C14382">
            <w:t>hl.n</w:t>
          </w:r>
          <w:proofErr w:type="spellEnd"/>
          <w:r w:rsidRPr="00C14382">
            <w:t>.</w:t>
          </w:r>
          <w:proofErr w:type="gramEnd"/>
          <w:r>
            <w:t>“</w:t>
          </w:r>
        </w:p>
        <w:p w14:paraId="0BE01BBD" w14:textId="77777777" w:rsidR="000A4DFB" w:rsidRPr="003462EB" w:rsidRDefault="000A4DFB" w:rsidP="00895B9C">
          <w:pPr>
            <w:pStyle w:val="Zpatvpravo"/>
            <w:rPr>
              <w:rStyle w:val="slostrnky"/>
              <w:b w:val="0"/>
              <w:color w:val="auto"/>
              <w:sz w:val="12"/>
            </w:rPr>
          </w:pPr>
          <w:r>
            <w:t>Smlouva o výkonu AD</w:t>
          </w:r>
        </w:p>
      </w:tc>
      <w:tc>
        <w:tcPr>
          <w:tcW w:w="907" w:type="dxa"/>
          <w:vAlign w:val="bottom"/>
        </w:tcPr>
        <w:p w14:paraId="2F94CF4B" w14:textId="621F81B8" w:rsidR="000A4DFB" w:rsidRPr="009E09BE" w:rsidRDefault="000A4D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44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4416">
            <w:rPr>
              <w:rStyle w:val="slostrnky"/>
              <w:noProof/>
            </w:rPr>
            <w:t>1</w:t>
          </w:r>
          <w:r>
            <w:rPr>
              <w:rStyle w:val="slostrnky"/>
            </w:rPr>
            <w:fldChar w:fldCharType="end"/>
          </w:r>
        </w:p>
      </w:tc>
    </w:tr>
  </w:tbl>
  <w:p w14:paraId="2DB378E2" w14:textId="77777777" w:rsidR="000A4DFB" w:rsidRPr="00B8518B" w:rsidRDefault="000A4DF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DFB" w:rsidRPr="003462EB" w14:paraId="123194A4" w14:textId="77777777" w:rsidTr="009626C4">
      <w:tc>
        <w:tcPr>
          <w:tcW w:w="907" w:type="dxa"/>
          <w:tcMar>
            <w:left w:w="0" w:type="dxa"/>
            <w:right w:w="0" w:type="dxa"/>
          </w:tcMar>
          <w:vAlign w:val="bottom"/>
        </w:tcPr>
        <w:p w14:paraId="60B10CD1" w14:textId="77777777" w:rsidR="000A4DFB" w:rsidRPr="00B8518B" w:rsidRDefault="000A4D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3459DA6" w14:textId="77777777" w:rsidR="000A4DFB" w:rsidRPr="005328CA" w:rsidRDefault="000A4DFB" w:rsidP="009626C4">
          <w:pPr>
            <w:pStyle w:val="Zpatvlevo"/>
            <w:rPr>
              <w:b/>
            </w:rPr>
          </w:pPr>
          <w:r w:rsidRPr="005328CA">
            <w:rPr>
              <w:b/>
            </w:rPr>
            <w:t xml:space="preserve">Příloha č. </w:t>
          </w:r>
          <w:r>
            <w:rPr>
              <w:b/>
            </w:rPr>
            <w:t>2</w:t>
          </w:r>
        </w:p>
        <w:p w14:paraId="20BD961D" w14:textId="77777777" w:rsidR="000A4DFB" w:rsidRPr="003462EB" w:rsidRDefault="0082011F" w:rsidP="009626C4">
          <w:pPr>
            <w:pStyle w:val="Zpatvlevo"/>
          </w:pPr>
          <w:fldSimple w:instr=" STYLEREF  _Název_akce  \* MERGEFORMAT ">
            <w:r w:rsidR="000A4DFB" w:rsidRPr="00D108D9">
              <w:rPr>
                <w:b/>
                <w:bCs/>
                <w:noProof/>
              </w:rPr>
              <w:t>„Název akce“</w:t>
            </w:r>
            <w:r w:rsidR="000A4DFB">
              <w:rPr>
                <w:noProof/>
              </w:rPr>
              <w:t xml:space="preserve"> – přepíše se do zápatí</w:t>
            </w:r>
          </w:fldSimple>
        </w:p>
        <w:p w14:paraId="2434A1D8" w14:textId="77777777" w:rsidR="000A4DFB" w:rsidRPr="003462EB" w:rsidRDefault="000A4DFB" w:rsidP="00402B45">
          <w:pPr>
            <w:pStyle w:val="Zpatvlevo"/>
          </w:pPr>
          <w:r>
            <w:t>Smlouva o dílo na zhotovení DSP+PDPS+AD</w:t>
          </w:r>
        </w:p>
      </w:tc>
    </w:tr>
  </w:tbl>
  <w:p w14:paraId="132021C3" w14:textId="77777777" w:rsidR="000A4DFB" w:rsidRPr="00402B45" w:rsidRDefault="000A4DF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DFB" w:rsidRPr="009E09BE" w14:paraId="26C4EB6A" w14:textId="77777777" w:rsidTr="009626C4">
      <w:tc>
        <w:tcPr>
          <w:tcW w:w="0" w:type="auto"/>
          <w:tcMar>
            <w:left w:w="0" w:type="dxa"/>
            <w:right w:w="0" w:type="dxa"/>
          </w:tcMar>
          <w:vAlign w:val="bottom"/>
        </w:tcPr>
        <w:p w14:paraId="0CEFE5BE" w14:textId="77777777" w:rsidR="000A4DFB" w:rsidRPr="005328CA" w:rsidRDefault="000A4DFB" w:rsidP="009626C4">
          <w:pPr>
            <w:pStyle w:val="Zpatvpravo"/>
            <w:rPr>
              <w:b/>
            </w:rPr>
          </w:pPr>
          <w:r w:rsidRPr="005328CA">
            <w:rPr>
              <w:b/>
            </w:rPr>
            <w:t xml:space="preserve">Příloha č. </w:t>
          </w:r>
          <w:r>
            <w:rPr>
              <w:b/>
            </w:rPr>
            <w:t>2</w:t>
          </w:r>
          <w:r w:rsidRPr="005328CA">
            <w:rPr>
              <w:b/>
            </w:rPr>
            <w:t xml:space="preserve">   </w:t>
          </w:r>
        </w:p>
        <w:p w14:paraId="6A4D504F" w14:textId="0FD97A7D" w:rsidR="000A4DFB" w:rsidRDefault="007A373A" w:rsidP="009626C4">
          <w:pPr>
            <w:pStyle w:val="Zpatvpravo"/>
          </w:pPr>
          <w:r>
            <w:t>„</w:t>
          </w:r>
          <w:r w:rsidRPr="00C14382">
            <w:t xml:space="preserve">Rekonstrukce výpravní budovy v </w:t>
          </w:r>
          <w:proofErr w:type="spellStart"/>
          <w:r w:rsidRPr="00C14382">
            <w:t>žst</w:t>
          </w:r>
          <w:proofErr w:type="spellEnd"/>
          <w:r w:rsidRPr="00C14382">
            <w:t xml:space="preserve">. Praha </w:t>
          </w:r>
          <w:proofErr w:type="spellStart"/>
          <w:proofErr w:type="gramStart"/>
          <w:r w:rsidRPr="00C14382">
            <w:t>hl.n</w:t>
          </w:r>
          <w:proofErr w:type="spellEnd"/>
          <w:r w:rsidRPr="00C14382">
            <w:t>.</w:t>
          </w:r>
          <w:proofErr w:type="gramEnd"/>
          <w:r>
            <w:t>“</w:t>
          </w:r>
        </w:p>
        <w:p w14:paraId="330EDFEF" w14:textId="77777777" w:rsidR="000A4DFB" w:rsidRPr="003462EB" w:rsidRDefault="000A4DFB" w:rsidP="00AE037A">
          <w:pPr>
            <w:pStyle w:val="Zpatvpravo"/>
            <w:rPr>
              <w:rStyle w:val="slostrnky"/>
              <w:b w:val="0"/>
              <w:color w:val="auto"/>
              <w:sz w:val="12"/>
            </w:rPr>
          </w:pPr>
          <w:r>
            <w:t>Smlouva o výkonu AD</w:t>
          </w:r>
        </w:p>
      </w:tc>
      <w:tc>
        <w:tcPr>
          <w:tcW w:w="907" w:type="dxa"/>
          <w:vAlign w:val="bottom"/>
        </w:tcPr>
        <w:p w14:paraId="5CB1A99E" w14:textId="6009C5E6" w:rsidR="000A4DFB" w:rsidRPr="009E09BE" w:rsidRDefault="000A4D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44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4416">
            <w:rPr>
              <w:rStyle w:val="slostrnky"/>
              <w:noProof/>
            </w:rPr>
            <w:t>1</w:t>
          </w:r>
          <w:r>
            <w:rPr>
              <w:rStyle w:val="slostrnky"/>
            </w:rPr>
            <w:fldChar w:fldCharType="end"/>
          </w:r>
        </w:p>
      </w:tc>
    </w:tr>
  </w:tbl>
  <w:p w14:paraId="6B881341" w14:textId="77777777" w:rsidR="000A4DFB" w:rsidRPr="00B8518B" w:rsidRDefault="000A4DF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A4DFB" w:rsidRPr="003462EB" w14:paraId="5DA09D8A" w14:textId="77777777" w:rsidTr="009626C4">
      <w:tc>
        <w:tcPr>
          <w:tcW w:w="907" w:type="dxa"/>
          <w:tcMar>
            <w:left w:w="0" w:type="dxa"/>
            <w:right w:w="0" w:type="dxa"/>
          </w:tcMar>
          <w:vAlign w:val="bottom"/>
        </w:tcPr>
        <w:p w14:paraId="2DC5694A" w14:textId="77777777" w:rsidR="000A4DFB" w:rsidRPr="00B8518B" w:rsidRDefault="000A4DFB"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96508EA" w14:textId="77777777" w:rsidR="000A4DFB" w:rsidRPr="005328CA" w:rsidRDefault="000A4DFB" w:rsidP="009626C4">
          <w:pPr>
            <w:pStyle w:val="Zpatvlevo"/>
            <w:rPr>
              <w:b/>
            </w:rPr>
          </w:pPr>
          <w:r w:rsidRPr="005328CA">
            <w:rPr>
              <w:b/>
            </w:rPr>
            <w:t xml:space="preserve">Příloha č. </w:t>
          </w:r>
          <w:r>
            <w:rPr>
              <w:b/>
            </w:rPr>
            <w:t>3</w:t>
          </w:r>
        </w:p>
        <w:p w14:paraId="0413A1FF" w14:textId="77777777" w:rsidR="000A4DFB" w:rsidRPr="003462EB" w:rsidRDefault="0082011F" w:rsidP="009626C4">
          <w:pPr>
            <w:pStyle w:val="Zpatvlevo"/>
          </w:pPr>
          <w:fldSimple w:instr=" STYLEREF  _Název_akce  \* MERGEFORMAT ">
            <w:r w:rsidR="000A4DFB" w:rsidRPr="00D108D9">
              <w:rPr>
                <w:b/>
                <w:bCs/>
                <w:noProof/>
              </w:rPr>
              <w:t>„Název akce“</w:t>
            </w:r>
            <w:r w:rsidR="000A4DFB">
              <w:rPr>
                <w:noProof/>
              </w:rPr>
              <w:t xml:space="preserve"> – přepíše se do zápatí</w:t>
            </w:r>
          </w:fldSimple>
        </w:p>
        <w:p w14:paraId="003A74D4" w14:textId="77777777" w:rsidR="000A4DFB" w:rsidRPr="003462EB" w:rsidRDefault="000A4DFB" w:rsidP="00402B45">
          <w:pPr>
            <w:pStyle w:val="Zpatvlevo"/>
          </w:pPr>
          <w:r>
            <w:t>Smlouva o dílo na zhotovení DSP+PDPS+AD</w:t>
          </w:r>
        </w:p>
      </w:tc>
    </w:tr>
  </w:tbl>
  <w:p w14:paraId="75C89DA2" w14:textId="77777777" w:rsidR="000A4DFB" w:rsidRPr="00402B45" w:rsidRDefault="000A4DF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A4DFB" w:rsidRPr="009E09BE" w14:paraId="73966011" w14:textId="77777777" w:rsidTr="009626C4">
      <w:tc>
        <w:tcPr>
          <w:tcW w:w="0" w:type="auto"/>
          <w:tcMar>
            <w:left w:w="0" w:type="dxa"/>
            <w:right w:w="0" w:type="dxa"/>
          </w:tcMar>
          <w:vAlign w:val="bottom"/>
        </w:tcPr>
        <w:p w14:paraId="38C10425" w14:textId="77777777" w:rsidR="000A4DFB" w:rsidRPr="005328CA" w:rsidRDefault="000A4DFB" w:rsidP="009626C4">
          <w:pPr>
            <w:pStyle w:val="Zpatvpravo"/>
            <w:rPr>
              <w:b/>
            </w:rPr>
          </w:pPr>
          <w:r w:rsidRPr="005328CA">
            <w:rPr>
              <w:b/>
            </w:rPr>
            <w:t xml:space="preserve">Příloha č. </w:t>
          </w:r>
          <w:r>
            <w:rPr>
              <w:b/>
            </w:rPr>
            <w:t>3</w:t>
          </w:r>
          <w:r w:rsidRPr="005328CA">
            <w:rPr>
              <w:b/>
            </w:rPr>
            <w:t xml:space="preserve">   </w:t>
          </w:r>
        </w:p>
        <w:p w14:paraId="5FC8D59B" w14:textId="53A988AE" w:rsidR="000A4DFB" w:rsidRDefault="0029301D" w:rsidP="009626C4">
          <w:pPr>
            <w:pStyle w:val="Zpatvpravo"/>
          </w:pPr>
          <w:r>
            <w:t>„</w:t>
          </w:r>
          <w:r w:rsidRPr="00C14382">
            <w:t xml:space="preserve">Rekonstrukce výpravní budovy v </w:t>
          </w:r>
          <w:proofErr w:type="spellStart"/>
          <w:r w:rsidRPr="00C14382">
            <w:t>žst</w:t>
          </w:r>
          <w:proofErr w:type="spellEnd"/>
          <w:r w:rsidRPr="00C14382">
            <w:t xml:space="preserve">. Praha </w:t>
          </w:r>
          <w:proofErr w:type="spellStart"/>
          <w:proofErr w:type="gramStart"/>
          <w:r w:rsidRPr="00C14382">
            <w:t>hl.n</w:t>
          </w:r>
          <w:proofErr w:type="spellEnd"/>
          <w:r w:rsidRPr="00C14382">
            <w:t>.</w:t>
          </w:r>
          <w:proofErr w:type="gramEnd"/>
          <w:r>
            <w:t>“</w:t>
          </w:r>
        </w:p>
        <w:p w14:paraId="36B7972A" w14:textId="77777777" w:rsidR="000A4DFB" w:rsidRPr="003462EB" w:rsidRDefault="000A4DFB" w:rsidP="00651234">
          <w:pPr>
            <w:pStyle w:val="Zpatvpravo"/>
            <w:rPr>
              <w:rStyle w:val="slostrnky"/>
              <w:b w:val="0"/>
              <w:color w:val="auto"/>
              <w:sz w:val="12"/>
            </w:rPr>
          </w:pPr>
          <w:r>
            <w:t>Smlouva o výkonu AD</w:t>
          </w:r>
        </w:p>
      </w:tc>
      <w:tc>
        <w:tcPr>
          <w:tcW w:w="907" w:type="dxa"/>
          <w:vAlign w:val="bottom"/>
        </w:tcPr>
        <w:p w14:paraId="3C2F09C3" w14:textId="0A62AE5C" w:rsidR="000A4DFB" w:rsidRPr="009E09BE" w:rsidRDefault="000A4DF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441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4416">
            <w:rPr>
              <w:rStyle w:val="slostrnky"/>
              <w:noProof/>
            </w:rPr>
            <w:t>1</w:t>
          </w:r>
          <w:r>
            <w:rPr>
              <w:rStyle w:val="slostrnky"/>
            </w:rPr>
            <w:fldChar w:fldCharType="end"/>
          </w:r>
        </w:p>
      </w:tc>
    </w:tr>
  </w:tbl>
  <w:p w14:paraId="6AF07165" w14:textId="77777777" w:rsidR="000A4DFB" w:rsidRPr="00B8518B" w:rsidRDefault="000A4DF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8C40B" w14:textId="77777777" w:rsidR="00C94544" w:rsidRDefault="00C94544" w:rsidP="00962258">
      <w:pPr>
        <w:spacing w:after="0" w:line="240" w:lineRule="auto"/>
      </w:pPr>
      <w:r>
        <w:separator/>
      </w:r>
    </w:p>
  </w:footnote>
  <w:footnote w:type="continuationSeparator" w:id="0">
    <w:p w14:paraId="74ECEA99" w14:textId="77777777" w:rsidR="00C94544" w:rsidRDefault="00C9454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F387D" w14:textId="77777777" w:rsidR="00274416" w:rsidRDefault="00274416">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CA89E" w14:textId="77777777" w:rsidR="000A4DFB" w:rsidRPr="00D6163D" w:rsidRDefault="000A4DFB">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1B7EB" w14:textId="77777777" w:rsidR="000A4DFB" w:rsidRPr="00D6163D" w:rsidRDefault="000A4DFB">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5F413" w14:textId="77777777" w:rsidR="000A4DFB" w:rsidRPr="00D6163D" w:rsidRDefault="000A4DFB">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DF33B" w14:textId="77777777" w:rsidR="000A4DFB" w:rsidRPr="00D6163D" w:rsidRDefault="000A4DFB">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4DFF3" w14:textId="77777777" w:rsidR="000A4DFB" w:rsidRPr="00D6163D" w:rsidRDefault="000A4DF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C335F" w14:textId="77777777" w:rsidR="00274416" w:rsidRDefault="0027441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A4DFB" w14:paraId="02B89F95" w14:textId="77777777" w:rsidTr="00B22106">
      <w:trPr>
        <w:trHeight w:hRule="exact" w:val="936"/>
      </w:trPr>
      <w:tc>
        <w:tcPr>
          <w:tcW w:w="1361" w:type="dxa"/>
          <w:tcMar>
            <w:left w:w="0" w:type="dxa"/>
            <w:right w:w="0" w:type="dxa"/>
          </w:tcMar>
        </w:tcPr>
        <w:p w14:paraId="1560DF3B" w14:textId="77777777" w:rsidR="000A4DFB" w:rsidRPr="00B8518B" w:rsidRDefault="000A4DFB" w:rsidP="00FC6389">
          <w:pPr>
            <w:pStyle w:val="Zpat"/>
            <w:rPr>
              <w:rStyle w:val="slostrnky"/>
            </w:rPr>
          </w:pPr>
        </w:p>
      </w:tc>
      <w:tc>
        <w:tcPr>
          <w:tcW w:w="3458" w:type="dxa"/>
          <w:shd w:val="clear" w:color="auto" w:fill="auto"/>
          <w:tcMar>
            <w:left w:w="0" w:type="dxa"/>
            <w:right w:w="0" w:type="dxa"/>
          </w:tcMar>
        </w:tcPr>
        <w:p w14:paraId="40608897" w14:textId="77777777" w:rsidR="000A4DFB" w:rsidRDefault="000A4DFB" w:rsidP="00FC6389">
          <w:pPr>
            <w:pStyle w:val="Zpat"/>
          </w:pPr>
          <w:r>
            <w:rPr>
              <w:noProof/>
              <w:lang w:eastAsia="cs-CZ"/>
            </w:rPr>
            <w:drawing>
              <wp:anchor distT="0" distB="0" distL="114300" distR="114300" simplePos="0" relativeHeight="251673600" behindDoc="0" locked="1" layoutInCell="1" allowOverlap="1" wp14:anchorId="1BF765B8" wp14:editId="7D05FF2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64DE7F" w14:textId="77777777" w:rsidR="000A4DFB" w:rsidRPr="00D6163D" w:rsidRDefault="000A4DFB" w:rsidP="00FC6389">
          <w:pPr>
            <w:pStyle w:val="Druhdokumentu"/>
          </w:pPr>
        </w:p>
      </w:tc>
    </w:tr>
    <w:tr w:rsidR="000A4DFB" w14:paraId="2F4F4134" w14:textId="77777777" w:rsidTr="00B22106">
      <w:trPr>
        <w:trHeight w:hRule="exact" w:val="936"/>
      </w:trPr>
      <w:tc>
        <w:tcPr>
          <w:tcW w:w="1361" w:type="dxa"/>
          <w:tcMar>
            <w:left w:w="0" w:type="dxa"/>
            <w:right w:w="0" w:type="dxa"/>
          </w:tcMar>
        </w:tcPr>
        <w:p w14:paraId="7FCECAC0" w14:textId="77777777" w:rsidR="000A4DFB" w:rsidRPr="00B8518B" w:rsidRDefault="000A4DFB" w:rsidP="00FC6389">
          <w:pPr>
            <w:pStyle w:val="Zpat"/>
            <w:rPr>
              <w:rStyle w:val="slostrnky"/>
            </w:rPr>
          </w:pPr>
        </w:p>
      </w:tc>
      <w:tc>
        <w:tcPr>
          <w:tcW w:w="3458" w:type="dxa"/>
          <w:shd w:val="clear" w:color="auto" w:fill="auto"/>
          <w:tcMar>
            <w:left w:w="0" w:type="dxa"/>
            <w:right w:w="0" w:type="dxa"/>
          </w:tcMar>
        </w:tcPr>
        <w:p w14:paraId="3B452DBA" w14:textId="77777777" w:rsidR="000A4DFB" w:rsidRDefault="000A4DFB" w:rsidP="00FC6389">
          <w:pPr>
            <w:pStyle w:val="Zpat"/>
          </w:pPr>
        </w:p>
      </w:tc>
      <w:tc>
        <w:tcPr>
          <w:tcW w:w="5756" w:type="dxa"/>
          <w:shd w:val="clear" w:color="auto" w:fill="auto"/>
          <w:tcMar>
            <w:left w:w="0" w:type="dxa"/>
            <w:right w:w="0" w:type="dxa"/>
          </w:tcMar>
        </w:tcPr>
        <w:p w14:paraId="67F7FA6E" w14:textId="77777777" w:rsidR="000A4DFB" w:rsidRPr="00D6163D" w:rsidRDefault="000A4DFB" w:rsidP="00FC6389">
          <w:pPr>
            <w:pStyle w:val="Druhdokumentu"/>
          </w:pPr>
        </w:p>
      </w:tc>
    </w:tr>
  </w:tbl>
  <w:p w14:paraId="0E85294E" w14:textId="77777777" w:rsidR="000A4DFB" w:rsidRPr="00D6163D" w:rsidRDefault="000A4DFB" w:rsidP="00FC6389">
    <w:pPr>
      <w:pStyle w:val="Zhlav"/>
      <w:rPr>
        <w:sz w:val="8"/>
        <w:szCs w:val="8"/>
      </w:rPr>
    </w:pPr>
  </w:p>
  <w:p w14:paraId="258E5EC5" w14:textId="77777777" w:rsidR="000A4DFB" w:rsidRPr="00460660" w:rsidRDefault="000A4DF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47A26" w14:textId="77777777" w:rsidR="000A4DFB" w:rsidRDefault="000A4DF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FEFB4" w14:textId="77777777" w:rsidR="000A4DFB" w:rsidRPr="00D6163D" w:rsidRDefault="000A4DF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8A65C" w14:textId="77777777" w:rsidR="000A4DFB" w:rsidRPr="00D6163D" w:rsidRDefault="000A4DF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50EB6" w14:textId="77777777" w:rsidR="000A4DFB" w:rsidRPr="00D6163D" w:rsidRDefault="000A4DF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FB886" w14:textId="77777777" w:rsidR="000A4DFB" w:rsidRPr="00D6163D" w:rsidRDefault="000A4DF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E1958" w14:textId="77777777" w:rsidR="000A4DFB" w:rsidRPr="00D6163D" w:rsidRDefault="000A4DF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F26A5F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strike w:val="0"/>
        <w:color w:val="auto"/>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4CF18C7"/>
    <w:multiLevelType w:val="multilevel"/>
    <w:tmpl w:val="88D02866"/>
    <w:lvl w:ilvl="0">
      <w:start w:val="1"/>
      <w:numFmt w:val="decimal"/>
      <w:lvlText w:val="%1."/>
      <w:lvlJc w:val="left"/>
      <w:pPr>
        <w:tabs>
          <w:tab w:val="num" w:pos="737"/>
        </w:tabs>
        <w:ind w:left="737" w:hanging="737"/>
      </w:pPr>
      <w:rPr>
        <w:rFonts w:hint="default"/>
      </w:rPr>
    </w:lvl>
    <w:lvl w:ilvl="1">
      <w:start w:val="1"/>
      <w:numFmt w:val="lowerLetter"/>
      <w:lvlText w:val="%2)"/>
      <w:lvlJc w:val="left"/>
      <w:pPr>
        <w:tabs>
          <w:tab w:val="num" w:pos="737"/>
        </w:tabs>
        <w:ind w:left="737" w:hanging="737"/>
      </w:pPr>
      <w:rPr>
        <w:rFonts w:hint="default"/>
        <w:i w:val="0"/>
        <w:strike w:val="0"/>
        <w:color w:val="auto"/>
      </w:rPr>
    </w:lvl>
    <w:lvl w:ilvl="2">
      <w:start w:val="1"/>
      <w:numFmt w:val="decimal"/>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4064729E"/>
    <w:multiLevelType w:val="hybridMultilevel"/>
    <w:tmpl w:val="FC6A269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C222FA5"/>
    <w:multiLevelType w:val="hybridMultilevel"/>
    <w:tmpl w:val="FD30BA3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4"/>
  </w:num>
  <w:num w:numId="4">
    <w:abstractNumId w:val="4"/>
  </w:num>
  <w:num w:numId="5">
    <w:abstractNumId w:val="0"/>
  </w:num>
  <w:num w:numId="6">
    <w:abstractNumId w:val="5"/>
  </w:num>
  <w:num w:numId="7">
    <w:abstractNumId w:val="10"/>
  </w:num>
  <w:num w:numId="8">
    <w:abstractNumId w:val="11"/>
  </w:num>
  <w:num w:numId="9">
    <w:abstractNumId w:val="0"/>
  </w:num>
  <w:num w:numId="10">
    <w:abstractNumId w:val="2"/>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0"/>
  </w:num>
  <w:num w:numId="17">
    <w:abstractNumId w:val="0"/>
    <w:lvlOverride w:ilvl="0">
      <w:startOverride w:val="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8"/>
  </w:num>
  <w:num w:numId="20">
    <w:abstractNumId w:val="12"/>
  </w:num>
  <w:num w:numId="21">
    <w:abstractNumId w:val="0"/>
  </w:num>
  <w:num w:numId="22">
    <w:abstractNumId w:val="0"/>
  </w:num>
  <w:num w:numId="23">
    <w:abstractNumId w:val="0"/>
  </w:num>
  <w:num w:numId="24">
    <w:abstractNumId w:val="0"/>
  </w:num>
  <w:num w:numId="25">
    <w:abstractNumId w:val="0"/>
  </w:num>
  <w:num w:numId="26">
    <w:abstractNumId w:val="0"/>
  </w:num>
  <w:num w:numId="27">
    <w:abstractNumId w:val="6"/>
  </w:num>
  <w:num w:numId="28">
    <w:abstractNumId w:val="0"/>
  </w:num>
  <w:num w:numId="29">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3E4"/>
    <w:rsid w:val="0000450D"/>
    <w:rsid w:val="000048BC"/>
    <w:rsid w:val="00007712"/>
    <w:rsid w:val="00007AD5"/>
    <w:rsid w:val="00015184"/>
    <w:rsid w:val="00017F3C"/>
    <w:rsid w:val="00020257"/>
    <w:rsid w:val="00027988"/>
    <w:rsid w:val="00031538"/>
    <w:rsid w:val="000349CA"/>
    <w:rsid w:val="00041EC8"/>
    <w:rsid w:val="00050925"/>
    <w:rsid w:val="0006588D"/>
    <w:rsid w:val="00067A5E"/>
    <w:rsid w:val="000719BB"/>
    <w:rsid w:val="00072A65"/>
    <w:rsid w:val="00072C1E"/>
    <w:rsid w:val="000740F6"/>
    <w:rsid w:val="00077770"/>
    <w:rsid w:val="0008410C"/>
    <w:rsid w:val="000841E0"/>
    <w:rsid w:val="00090313"/>
    <w:rsid w:val="000A4DFB"/>
    <w:rsid w:val="000B165E"/>
    <w:rsid w:val="000B4EB8"/>
    <w:rsid w:val="000B7860"/>
    <w:rsid w:val="000C41F2"/>
    <w:rsid w:val="000C5F46"/>
    <w:rsid w:val="000D22C4"/>
    <w:rsid w:val="000D27D1"/>
    <w:rsid w:val="000D33EB"/>
    <w:rsid w:val="000E1A7F"/>
    <w:rsid w:val="000E2ED0"/>
    <w:rsid w:val="000E55D6"/>
    <w:rsid w:val="000F0B60"/>
    <w:rsid w:val="000F18F2"/>
    <w:rsid w:val="001039BA"/>
    <w:rsid w:val="0010424B"/>
    <w:rsid w:val="00112864"/>
    <w:rsid w:val="0011309F"/>
    <w:rsid w:val="00114472"/>
    <w:rsid w:val="00114988"/>
    <w:rsid w:val="00115069"/>
    <w:rsid w:val="001150F2"/>
    <w:rsid w:val="001243AF"/>
    <w:rsid w:val="00124751"/>
    <w:rsid w:val="00130470"/>
    <w:rsid w:val="00130C53"/>
    <w:rsid w:val="0013311D"/>
    <w:rsid w:val="00133746"/>
    <w:rsid w:val="001425B9"/>
    <w:rsid w:val="001427DB"/>
    <w:rsid w:val="00143872"/>
    <w:rsid w:val="00143EC0"/>
    <w:rsid w:val="00161C17"/>
    <w:rsid w:val="0016436E"/>
    <w:rsid w:val="001656A2"/>
    <w:rsid w:val="00165977"/>
    <w:rsid w:val="00167B50"/>
    <w:rsid w:val="00167CDB"/>
    <w:rsid w:val="00167F00"/>
    <w:rsid w:val="00170EC5"/>
    <w:rsid w:val="0017152F"/>
    <w:rsid w:val="0017282C"/>
    <w:rsid w:val="00173973"/>
    <w:rsid w:val="001747C1"/>
    <w:rsid w:val="00176567"/>
    <w:rsid w:val="00177D6B"/>
    <w:rsid w:val="001800F0"/>
    <w:rsid w:val="0018771B"/>
    <w:rsid w:val="00191F90"/>
    <w:rsid w:val="0019301D"/>
    <w:rsid w:val="001977A2"/>
    <w:rsid w:val="001A2701"/>
    <w:rsid w:val="001A5B98"/>
    <w:rsid w:val="001B4800"/>
    <w:rsid w:val="001B4E74"/>
    <w:rsid w:val="001B63F4"/>
    <w:rsid w:val="001C292C"/>
    <w:rsid w:val="001C599A"/>
    <w:rsid w:val="001C61BC"/>
    <w:rsid w:val="001C645F"/>
    <w:rsid w:val="001D486C"/>
    <w:rsid w:val="001D4C9A"/>
    <w:rsid w:val="001D60FF"/>
    <w:rsid w:val="001E0A7B"/>
    <w:rsid w:val="001E678E"/>
    <w:rsid w:val="001F465C"/>
    <w:rsid w:val="001F6F27"/>
    <w:rsid w:val="001F7031"/>
    <w:rsid w:val="001F766E"/>
    <w:rsid w:val="00201D18"/>
    <w:rsid w:val="00202D95"/>
    <w:rsid w:val="002038D5"/>
    <w:rsid w:val="002071BB"/>
    <w:rsid w:val="00207DF5"/>
    <w:rsid w:val="00211C8A"/>
    <w:rsid w:val="00215FBF"/>
    <w:rsid w:val="00220DF5"/>
    <w:rsid w:val="00222352"/>
    <w:rsid w:val="002360CC"/>
    <w:rsid w:val="00236708"/>
    <w:rsid w:val="00236D4F"/>
    <w:rsid w:val="00236DCC"/>
    <w:rsid w:val="00240B81"/>
    <w:rsid w:val="002423E1"/>
    <w:rsid w:val="00247068"/>
    <w:rsid w:val="00247CC4"/>
    <w:rsid w:val="00247D01"/>
    <w:rsid w:val="00253CBA"/>
    <w:rsid w:val="00254F5F"/>
    <w:rsid w:val="00261A5B"/>
    <w:rsid w:val="00262E5B"/>
    <w:rsid w:val="00264215"/>
    <w:rsid w:val="00274416"/>
    <w:rsid w:val="002753C8"/>
    <w:rsid w:val="00276AFE"/>
    <w:rsid w:val="002772BA"/>
    <w:rsid w:val="00277C7C"/>
    <w:rsid w:val="00280028"/>
    <w:rsid w:val="00286AD1"/>
    <w:rsid w:val="0029222F"/>
    <w:rsid w:val="0029301D"/>
    <w:rsid w:val="002A085A"/>
    <w:rsid w:val="002A2063"/>
    <w:rsid w:val="002A3B57"/>
    <w:rsid w:val="002A421F"/>
    <w:rsid w:val="002A5298"/>
    <w:rsid w:val="002A5468"/>
    <w:rsid w:val="002A7E34"/>
    <w:rsid w:val="002B5A2F"/>
    <w:rsid w:val="002B6B4A"/>
    <w:rsid w:val="002C31BF"/>
    <w:rsid w:val="002C6F39"/>
    <w:rsid w:val="002D29F2"/>
    <w:rsid w:val="002D7FD6"/>
    <w:rsid w:val="002E0CD7"/>
    <w:rsid w:val="002E0CFB"/>
    <w:rsid w:val="002E1771"/>
    <w:rsid w:val="002E316D"/>
    <w:rsid w:val="002E5C7B"/>
    <w:rsid w:val="002E6478"/>
    <w:rsid w:val="002E694A"/>
    <w:rsid w:val="002F4333"/>
    <w:rsid w:val="002F6261"/>
    <w:rsid w:val="002F7815"/>
    <w:rsid w:val="0030059C"/>
    <w:rsid w:val="00315C27"/>
    <w:rsid w:val="00327531"/>
    <w:rsid w:val="003276DA"/>
    <w:rsid w:val="00327EEF"/>
    <w:rsid w:val="0033239F"/>
    <w:rsid w:val="0033304E"/>
    <w:rsid w:val="00335223"/>
    <w:rsid w:val="0034062B"/>
    <w:rsid w:val="0034274B"/>
    <w:rsid w:val="00345460"/>
    <w:rsid w:val="00347085"/>
    <w:rsid w:val="0034719F"/>
    <w:rsid w:val="003500E0"/>
    <w:rsid w:val="00350A35"/>
    <w:rsid w:val="003571D8"/>
    <w:rsid w:val="00357BC6"/>
    <w:rsid w:val="00361422"/>
    <w:rsid w:val="00367E10"/>
    <w:rsid w:val="00370364"/>
    <w:rsid w:val="003739DD"/>
    <w:rsid w:val="0037545D"/>
    <w:rsid w:val="00376B87"/>
    <w:rsid w:val="00377CEE"/>
    <w:rsid w:val="00377DAB"/>
    <w:rsid w:val="003815E3"/>
    <w:rsid w:val="00381EFC"/>
    <w:rsid w:val="00386C44"/>
    <w:rsid w:val="00392910"/>
    <w:rsid w:val="00392EB6"/>
    <w:rsid w:val="003956C6"/>
    <w:rsid w:val="003A197F"/>
    <w:rsid w:val="003A1DDA"/>
    <w:rsid w:val="003A300B"/>
    <w:rsid w:val="003A70D7"/>
    <w:rsid w:val="003B5E09"/>
    <w:rsid w:val="003C0F2C"/>
    <w:rsid w:val="003C1B35"/>
    <w:rsid w:val="003C33F2"/>
    <w:rsid w:val="003C4E3B"/>
    <w:rsid w:val="003C56B9"/>
    <w:rsid w:val="003D039F"/>
    <w:rsid w:val="003D2917"/>
    <w:rsid w:val="003D733B"/>
    <w:rsid w:val="003D756E"/>
    <w:rsid w:val="003E19B3"/>
    <w:rsid w:val="003E27C9"/>
    <w:rsid w:val="003E2B73"/>
    <w:rsid w:val="003E34BE"/>
    <w:rsid w:val="003E420D"/>
    <w:rsid w:val="003E4C13"/>
    <w:rsid w:val="003E7C00"/>
    <w:rsid w:val="003E7F27"/>
    <w:rsid w:val="003F5723"/>
    <w:rsid w:val="00402B45"/>
    <w:rsid w:val="00406C51"/>
    <w:rsid w:val="004078F3"/>
    <w:rsid w:val="004148F5"/>
    <w:rsid w:val="00417DF5"/>
    <w:rsid w:val="00417F9D"/>
    <w:rsid w:val="00423855"/>
    <w:rsid w:val="00427794"/>
    <w:rsid w:val="00433CD6"/>
    <w:rsid w:val="00437993"/>
    <w:rsid w:val="00443525"/>
    <w:rsid w:val="004436EE"/>
    <w:rsid w:val="00450F07"/>
    <w:rsid w:val="00453CD3"/>
    <w:rsid w:val="0045517B"/>
    <w:rsid w:val="0046002F"/>
    <w:rsid w:val="00460660"/>
    <w:rsid w:val="00460964"/>
    <w:rsid w:val="00464BA9"/>
    <w:rsid w:val="00467000"/>
    <w:rsid w:val="0047106F"/>
    <w:rsid w:val="0047308B"/>
    <w:rsid w:val="004745C7"/>
    <w:rsid w:val="00480DA6"/>
    <w:rsid w:val="00480F08"/>
    <w:rsid w:val="00483969"/>
    <w:rsid w:val="00486107"/>
    <w:rsid w:val="00490561"/>
    <w:rsid w:val="00491827"/>
    <w:rsid w:val="004A0B7E"/>
    <w:rsid w:val="004A5F85"/>
    <w:rsid w:val="004C4399"/>
    <w:rsid w:val="004C787C"/>
    <w:rsid w:val="004D09FB"/>
    <w:rsid w:val="004D7138"/>
    <w:rsid w:val="004E1D1A"/>
    <w:rsid w:val="004E7A1F"/>
    <w:rsid w:val="004F4B9B"/>
    <w:rsid w:val="004F5564"/>
    <w:rsid w:val="004F703B"/>
    <w:rsid w:val="00502690"/>
    <w:rsid w:val="005053A3"/>
    <w:rsid w:val="0050666E"/>
    <w:rsid w:val="00506DE0"/>
    <w:rsid w:val="00511AB9"/>
    <w:rsid w:val="00515AD6"/>
    <w:rsid w:val="00517090"/>
    <w:rsid w:val="00523BB5"/>
    <w:rsid w:val="00523EA7"/>
    <w:rsid w:val="00524823"/>
    <w:rsid w:val="0052665E"/>
    <w:rsid w:val="005328CA"/>
    <w:rsid w:val="00533541"/>
    <w:rsid w:val="0053646F"/>
    <w:rsid w:val="005406EB"/>
    <w:rsid w:val="00541324"/>
    <w:rsid w:val="0054318C"/>
    <w:rsid w:val="00546E01"/>
    <w:rsid w:val="00551AB5"/>
    <w:rsid w:val="0055219D"/>
    <w:rsid w:val="00553375"/>
    <w:rsid w:val="005557B8"/>
    <w:rsid w:val="00555884"/>
    <w:rsid w:val="0057014E"/>
    <w:rsid w:val="005701CE"/>
    <w:rsid w:val="00570648"/>
    <w:rsid w:val="005720B0"/>
    <w:rsid w:val="005736B7"/>
    <w:rsid w:val="00575E5A"/>
    <w:rsid w:val="00580245"/>
    <w:rsid w:val="005923F7"/>
    <w:rsid w:val="005934C9"/>
    <w:rsid w:val="005A0FDE"/>
    <w:rsid w:val="005A150D"/>
    <w:rsid w:val="005A1F44"/>
    <w:rsid w:val="005A3013"/>
    <w:rsid w:val="005A3028"/>
    <w:rsid w:val="005A52C3"/>
    <w:rsid w:val="005D3A62"/>
    <w:rsid w:val="005D3C39"/>
    <w:rsid w:val="005E17ED"/>
    <w:rsid w:val="005E1E36"/>
    <w:rsid w:val="005E593C"/>
    <w:rsid w:val="005E5E78"/>
    <w:rsid w:val="005F3FF0"/>
    <w:rsid w:val="005F7A77"/>
    <w:rsid w:val="00601A8C"/>
    <w:rsid w:val="0061068E"/>
    <w:rsid w:val="006115D3"/>
    <w:rsid w:val="00612107"/>
    <w:rsid w:val="006174D8"/>
    <w:rsid w:val="0061788F"/>
    <w:rsid w:val="006223B3"/>
    <w:rsid w:val="00643F79"/>
    <w:rsid w:val="00644821"/>
    <w:rsid w:val="00644B90"/>
    <w:rsid w:val="0065092E"/>
    <w:rsid w:val="00651234"/>
    <w:rsid w:val="006534D8"/>
    <w:rsid w:val="0065600E"/>
    <w:rsid w:val="0065610E"/>
    <w:rsid w:val="00657A46"/>
    <w:rsid w:val="00657E6E"/>
    <w:rsid w:val="00660041"/>
    <w:rsid w:val="00660AD3"/>
    <w:rsid w:val="00672059"/>
    <w:rsid w:val="00674F2E"/>
    <w:rsid w:val="006776B6"/>
    <w:rsid w:val="00684287"/>
    <w:rsid w:val="00684568"/>
    <w:rsid w:val="0068628B"/>
    <w:rsid w:val="00686DB8"/>
    <w:rsid w:val="006923FD"/>
    <w:rsid w:val="00693150"/>
    <w:rsid w:val="006A4EA1"/>
    <w:rsid w:val="006A5570"/>
    <w:rsid w:val="006A57A4"/>
    <w:rsid w:val="006A67D6"/>
    <w:rsid w:val="006A689C"/>
    <w:rsid w:val="006A6E21"/>
    <w:rsid w:val="006B3D79"/>
    <w:rsid w:val="006B6FE4"/>
    <w:rsid w:val="006C2343"/>
    <w:rsid w:val="006C442A"/>
    <w:rsid w:val="006C5357"/>
    <w:rsid w:val="006C7EF1"/>
    <w:rsid w:val="006D1774"/>
    <w:rsid w:val="006D3D66"/>
    <w:rsid w:val="006D7D8B"/>
    <w:rsid w:val="006E0578"/>
    <w:rsid w:val="006E0B06"/>
    <w:rsid w:val="006E314D"/>
    <w:rsid w:val="006E6445"/>
    <w:rsid w:val="006F56B7"/>
    <w:rsid w:val="006F6E10"/>
    <w:rsid w:val="00703C74"/>
    <w:rsid w:val="00707200"/>
    <w:rsid w:val="00710723"/>
    <w:rsid w:val="00710ACA"/>
    <w:rsid w:val="007145F3"/>
    <w:rsid w:val="00716E42"/>
    <w:rsid w:val="00723ED1"/>
    <w:rsid w:val="007271F6"/>
    <w:rsid w:val="007301D2"/>
    <w:rsid w:val="00740AF5"/>
    <w:rsid w:val="00741167"/>
    <w:rsid w:val="00743525"/>
    <w:rsid w:val="00743B95"/>
    <w:rsid w:val="00744076"/>
    <w:rsid w:val="0075096D"/>
    <w:rsid w:val="00752050"/>
    <w:rsid w:val="00753BF5"/>
    <w:rsid w:val="007541A2"/>
    <w:rsid w:val="00755107"/>
    <w:rsid w:val="00755818"/>
    <w:rsid w:val="00760192"/>
    <w:rsid w:val="007606FB"/>
    <w:rsid w:val="007616C2"/>
    <w:rsid w:val="0076286B"/>
    <w:rsid w:val="007657D8"/>
    <w:rsid w:val="00766846"/>
    <w:rsid w:val="00770557"/>
    <w:rsid w:val="0077673A"/>
    <w:rsid w:val="007846E1"/>
    <w:rsid w:val="007847D6"/>
    <w:rsid w:val="007947F0"/>
    <w:rsid w:val="00796F61"/>
    <w:rsid w:val="007A373A"/>
    <w:rsid w:val="007A5172"/>
    <w:rsid w:val="007A67A0"/>
    <w:rsid w:val="007A6974"/>
    <w:rsid w:val="007B02C9"/>
    <w:rsid w:val="007B570C"/>
    <w:rsid w:val="007C759E"/>
    <w:rsid w:val="007D193E"/>
    <w:rsid w:val="007D35BF"/>
    <w:rsid w:val="007D47BE"/>
    <w:rsid w:val="007D5526"/>
    <w:rsid w:val="007D6A79"/>
    <w:rsid w:val="007E1146"/>
    <w:rsid w:val="007E4A6E"/>
    <w:rsid w:val="007F3BC9"/>
    <w:rsid w:val="007F56A7"/>
    <w:rsid w:val="00800851"/>
    <w:rsid w:val="008063CD"/>
    <w:rsid w:val="00807DD0"/>
    <w:rsid w:val="00811CB0"/>
    <w:rsid w:val="0082011F"/>
    <w:rsid w:val="00820A67"/>
    <w:rsid w:val="00821D01"/>
    <w:rsid w:val="00822D3D"/>
    <w:rsid w:val="0082531B"/>
    <w:rsid w:val="00825DF8"/>
    <w:rsid w:val="00826B7B"/>
    <w:rsid w:val="0084570F"/>
    <w:rsid w:val="00846413"/>
    <w:rsid w:val="00846789"/>
    <w:rsid w:val="0085130B"/>
    <w:rsid w:val="00866994"/>
    <w:rsid w:val="00867B30"/>
    <w:rsid w:val="00870BB8"/>
    <w:rsid w:val="00885005"/>
    <w:rsid w:val="008852F9"/>
    <w:rsid w:val="00886E4C"/>
    <w:rsid w:val="0088733A"/>
    <w:rsid w:val="00895B9C"/>
    <w:rsid w:val="00897318"/>
    <w:rsid w:val="00897796"/>
    <w:rsid w:val="008A3568"/>
    <w:rsid w:val="008A4D1B"/>
    <w:rsid w:val="008B64CA"/>
    <w:rsid w:val="008B6F26"/>
    <w:rsid w:val="008B7515"/>
    <w:rsid w:val="008C50F3"/>
    <w:rsid w:val="008C5A2E"/>
    <w:rsid w:val="008C7AC3"/>
    <w:rsid w:val="008C7EFE"/>
    <w:rsid w:val="008D03B9"/>
    <w:rsid w:val="008D30C7"/>
    <w:rsid w:val="008D6514"/>
    <w:rsid w:val="008D7E3C"/>
    <w:rsid w:val="008E14BE"/>
    <w:rsid w:val="008E1AFC"/>
    <w:rsid w:val="008E21BD"/>
    <w:rsid w:val="008F18D6"/>
    <w:rsid w:val="008F2C9B"/>
    <w:rsid w:val="008F797B"/>
    <w:rsid w:val="00903F66"/>
    <w:rsid w:val="00904780"/>
    <w:rsid w:val="0090635B"/>
    <w:rsid w:val="00911BFE"/>
    <w:rsid w:val="009126D0"/>
    <w:rsid w:val="009150E7"/>
    <w:rsid w:val="00916F55"/>
    <w:rsid w:val="009220E9"/>
    <w:rsid w:val="00922385"/>
    <w:rsid w:val="009223DF"/>
    <w:rsid w:val="009227F1"/>
    <w:rsid w:val="00926437"/>
    <w:rsid w:val="009318A0"/>
    <w:rsid w:val="00936091"/>
    <w:rsid w:val="00940D8A"/>
    <w:rsid w:val="00945856"/>
    <w:rsid w:val="00950196"/>
    <w:rsid w:val="00954AC2"/>
    <w:rsid w:val="00960E25"/>
    <w:rsid w:val="0096197C"/>
    <w:rsid w:val="00962258"/>
    <w:rsid w:val="009626C4"/>
    <w:rsid w:val="00964369"/>
    <w:rsid w:val="00965A16"/>
    <w:rsid w:val="009678B7"/>
    <w:rsid w:val="00970976"/>
    <w:rsid w:val="009772F8"/>
    <w:rsid w:val="00980541"/>
    <w:rsid w:val="009819F2"/>
    <w:rsid w:val="00985BC1"/>
    <w:rsid w:val="00986C79"/>
    <w:rsid w:val="0098798C"/>
    <w:rsid w:val="009912C2"/>
    <w:rsid w:val="00992D9C"/>
    <w:rsid w:val="00996CB8"/>
    <w:rsid w:val="009A4867"/>
    <w:rsid w:val="009B2297"/>
    <w:rsid w:val="009B2E97"/>
    <w:rsid w:val="009B30A2"/>
    <w:rsid w:val="009B4201"/>
    <w:rsid w:val="009B5146"/>
    <w:rsid w:val="009B5A75"/>
    <w:rsid w:val="009B7DB3"/>
    <w:rsid w:val="009C325E"/>
    <w:rsid w:val="009C344A"/>
    <w:rsid w:val="009C418E"/>
    <w:rsid w:val="009C442C"/>
    <w:rsid w:val="009D083E"/>
    <w:rsid w:val="009D1FF9"/>
    <w:rsid w:val="009E07F4"/>
    <w:rsid w:val="009F0867"/>
    <w:rsid w:val="009F284E"/>
    <w:rsid w:val="009F309B"/>
    <w:rsid w:val="009F33C6"/>
    <w:rsid w:val="009F392E"/>
    <w:rsid w:val="009F53C5"/>
    <w:rsid w:val="009F638B"/>
    <w:rsid w:val="00A02761"/>
    <w:rsid w:val="00A0740E"/>
    <w:rsid w:val="00A12290"/>
    <w:rsid w:val="00A1360B"/>
    <w:rsid w:val="00A17164"/>
    <w:rsid w:val="00A219A0"/>
    <w:rsid w:val="00A21A01"/>
    <w:rsid w:val="00A47186"/>
    <w:rsid w:val="00A50641"/>
    <w:rsid w:val="00A530BF"/>
    <w:rsid w:val="00A53724"/>
    <w:rsid w:val="00A6177B"/>
    <w:rsid w:val="00A65D5C"/>
    <w:rsid w:val="00A66136"/>
    <w:rsid w:val="00A71189"/>
    <w:rsid w:val="00A7364A"/>
    <w:rsid w:val="00A747C5"/>
    <w:rsid w:val="00A74DCC"/>
    <w:rsid w:val="00A753ED"/>
    <w:rsid w:val="00A75BED"/>
    <w:rsid w:val="00A77512"/>
    <w:rsid w:val="00A7770D"/>
    <w:rsid w:val="00A84D0E"/>
    <w:rsid w:val="00A94351"/>
    <w:rsid w:val="00A94C2F"/>
    <w:rsid w:val="00A96B09"/>
    <w:rsid w:val="00A97758"/>
    <w:rsid w:val="00AA3346"/>
    <w:rsid w:val="00AA4CBB"/>
    <w:rsid w:val="00AA65FA"/>
    <w:rsid w:val="00AA7351"/>
    <w:rsid w:val="00AA7AB8"/>
    <w:rsid w:val="00AD056F"/>
    <w:rsid w:val="00AD0C7B"/>
    <w:rsid w:val="00AD1E5E"/>
    <w:rsid w:val="00AD5F1A"/>
    <w:rsid w:val="00AD6731"/>
    <w:rsid w:val="00AE0304"/>
    <w:rsid w:val="00AE037A"/>
    <w:rsid w:val="00AE0EB4"/>
    <w:rsid w:val="00AE2FF8"/>
    <w:rsid w:val="00AF4393"/>
    <w:rsid w:val="00AF6A69"/>
    <w:rsid w:val="00B008D5"/>
    <w:rsid w:val="00B02F73"/>
    <w:rsid w:val="00B05B31"/>
    <w:rsid w:val="00B0619F"/>
    <w:rsid w:val="00B06D17"/>
    <w:rsid w:val="00B13A26"/>
    <w:rsid w:val="00B15D0D"/>
    <w:rsid w:val="00B2144C"/>
    <w:rsid w:val="00B22106"/>
    <w:rsid w:val="00B25506"/>
    <w:rsid w:val="00B3241B"/>
    <w:rsid w:val="00B32638"/>
    <w:rsid w:val="00B340C1"/>
    <w:rsid w:val="00B42F40"/>
    <w:rsid w:val="00B4362E"/>
    <w:rsid w:val="00B46CA0"/>
    <w:rsid w:val="00B473C2"/>
    <w:rsid w:val="00B5171E"/>
    <w:rsid w:val="00B518CB"/>
    <w:rsid w:val="00B5431A"/>
    <w:rsid w:val="00B56004"/>
    <w:rsid w:val="00B6272D"/>
    <w:rsid w:val="00B628A9"/>
    <w:rsid w:val="00B63F52"/>
    <w:rsid w:val="00B6658C"/>
    <w:rsid w:val="00B67A51"/>
    <w:rsid w:val="00B72613"/>
    <w:rsid w:val="00B75EE1"/>
    <w:rsid w:val="00B77481"/>
    <w:rsid w:val="00B8518B"/>
    <w:rsid w:val="00B91D50"/>
    <w:rsid w:val="00B92ABC"/>
    <w:rsid w:val="00B97CC3"/>
    <w:rsid w:val="00BA10D5"/>
    <w:rsid w:val="00BA4C88"/>
    <w:rsid w:val="00BA5D63"/>
    <w:rsid w:val="00BA6877"/>
    <w:rsid w:val="00BC06C4"/>
    <w:rsid w:val="00BC0A82"/>
    <w:rsid w:val="00BC338E"/>
    <w:rsid w:val="00BC36F2"/>
    <w:rsid w:val="00BD1B91"/>
    <w:rsid w:val="00BD4B75"/>
    <w:rsid w:val="00BD6F42"/>
    <w:rsid w:val="00BD7E91"/>
    <w:rsid w:val="00BD7F0D"/>
    <w:rsid w:val="00BE11EC"/>
    <w:rsid w:val="00BE148C"/>
    <w:rsid w:val="00BE1842"/>
    <w:rsid w:val="00BE23C1"/>
    <w:rsid w:val="00C00AE0"/>
    <w:rsid w:val="00C01E6B"/>
    <w:rsid w:val="00C01EC7"/>
    <w:rsid w:val="00C02ADA"/>
    <w:rsid w:val="00C02D0A"/>
    <w:rsid w:val="00C03A6E"/>
    <w:rsid w:val="00C05F21"/>
    <w:rsid w:val="00C13DE5"/>
    <w:rsid w:val="00C14382"/>
    <w:rsid w:val="00C22047"/>
    <w:rsid w:val="00C226C0"/>
    <w:rsid w:val="00C32452"/>
    <w:rsid w:val="00C37459"/>
    <w:rsid w:val="00C42FE6"/>
    <w:rsid w:val="00C44853"/>
    <w:rsid w:val="00C44F6A"/>
    <w:rsid w:val="00C45470"/>
    <w:rsid w:val="00C6198E"/>
    <w:rsid w:val="00C638C4"/>
    <w:rsid w:val="00C708EA"/>
    <w:rsid w:val="00C729CD"/>
    <w:rsid w:val="00C778A5"/>
    <w:rsid w:val="00C82E69"/>
    <w:rsid w:val="00C839FB"/>
    <w:rsid w:val="00C920AC"/>
    <w:rsid w:val="00C936F2"/>
    <w:rsid w:val="00C94544"/>
    <w:rsid w:val="00C95162"/>
    <w:rsid w:val="00C95774"/>
    <w:rsid w:val="00C95FD4"/>
    <w:rsid w:val="00C96614"/>
    <w:rsid w:val="00C97592"/>
    <w:rsid w:val="00CA4018"/>
    <w:rsid w:val="00CB4F6D"/>
    <w:rsid w:val="00CB6A37"/>
    <w:rsid w:val="00CB6A67"/>
    <w:rsid w:val="00CB7684"/>
    <w:rsid w:val="00CC1B50"/>
    <w:rsid w:val="00CC21B1"/>
    <w:rsid w:val="00CC6C7A"/>
    <w:rsid w:val="00CC7C8F"/>
    <w:rsid w:val="00CD1FC4"/>
    <w:rsid w:val="00CE1534"/>
    <w:rsid w:val="00CE6822"/>
    <w:rsid w:val="00D01608"/>
    <w:rsid w:val="00D034A0"/>
    <w:rsid w:val="00D0544F"/>
    <w:rsid w:val="00D108D9"/>
    <w:rsid w:val="00D140E6"/>
    <w:rsid w:val="00D151DF"/>
    <w:rsid w:val="00D21061"/>
    <w:rsid w:val="00D23A6D"/>
    <w:rsid w:val="00D27050"/>
    <w:rsid w:val="00D4108E"/>
    <w:rsid w:val="00D42AE2"/>
    <w:rsid w:val="00D4328E"/>
    <w:rsid w:val="00D5069C"/>
    <w:rsid w:val="00D53FA5"/>
    <w:rsid w:val="00D6163D"/>
    <w:rsid w:val="00D653DE"/>
    <w:rsid w:val="00D75ECC"/>
    <w:rsid w:val="00D831A3"/>
    <w:rsid w:val="00D966CE"/>
    <w:rsid w:val="00D97BE3"/>
    <w:rsid w:val="00DA3711"/>
    <w:rsid w:val="00DB3294"/>
    <w:rsid w:val="00DD1DDD"/>
    <w:rsid w:val="00DD409E"/>
    <w:rsid w:val="00DD4576"/>
    <w:rsid w:val="00DD46F3"/>
    <w:rsid w:val="00DD6C79"/>
    <w:rsid w:val="00DE1E44"/>
    <w:rsid w:val="00DE4A90"/>
    <w:rsid w:val="00DE56F2"/>
    <w:rsid w:val="00DE5B86"/>
    <w:rsid w:val="00DF0CB6"/>
    <w:rsid w:val="00DF116D"/>
    <w:rsid w:val="00DF5FE0"/>
    <w:rsid w:val="00E00BFB"/>
    <w:rsid w:val="00E10737"/>
    <w:rsid w:val="00E10FF2"/>
    <w:rsid w:val="00E13D3A"/>
    <w:rsid w:val="00E14CAF"/>
    <w:rsid w:val="00E16FF7"/>
    <w:rsid w:val="00E17324"/>
    <w:rsid w:val="00E211AE"/>
    <w:rsid w:val="00E21BED"/>
    <w:rsid w:val="00E26D68"/>
    <w:rsid w:val="00E27CF8"/>
    <w:rsid w:val="00E32466"/>
    <w:rsid w:val="00E32F3B"/>
    <w:rsid w:val="00E35301"/>
    <w:rsid w:val="00E35A7E"/>
    <w:rsid w:val="00E40E66"/>
    <w:rsid w:val="00E435EA"/>
    <w:rsid w:val="00E43F26"/>
    <w:rsid w:val="00E44045"/>
    <w:rsid w:val="00E54AD9"/>
    <w:rsid w:val="00E618C4"/>
    <w:rsid w:val="00E63A40"/>
    <w:rsid w:val="00E7415D"/>
    <w:rsid w:val="00E84528"/>
    <w:rsid w:val="00E845D7"/>
    <w:rsid w:val="00E84AF1"/>
    <w:rsid w:val="00E8597C"/>
    <w:rsid w:val="00E878EE"/>
    <w:rsid w:val="00E87C09"/>
    <w:rsid w:val="00E901A3"/>
    <w:rsid w:val="00E90802"/>
    <w:rsid w:val="00E92690"/>
    <w:rsid w:val="00EA50CE"/>
    <w:rsid w:val="00EA585B"/>
    <w:rsid w:val="00EA6EC7"/>
    <w:rsid w:val="00EB104F"/>
    <w:rsid w:val="00EB46E5"/>
    <w:rsid w:val="00EC707C"/>
    <w:rsid w:val="00ED0187"/>
    <w:rsid w:val="00ED0FCE"/>
    <w:rsid w:val="00ED14BD"/>
    <w:rsid w:val="00ED5FDD"/>
    <w:rsid w:val="00EE0351"/>
    <w:rsid w:val="00EE0DE1"/>
    <w:rsid w:val="00EF59BC"/>
    <w:rsid w:val="00EF6E35"/>
    <w:rsid w:val="00EF7679"/>
    <w:rsid w:val="00F016C7"/>
    <w:rsid w:val="00F035CE"/>
    <w:rsid w:val="00F0573E"/>
    <w:rsid w:val="00F060B5"/>
    <w:rsid w:val="00F068E6"/>
    <w:rsid w:val="00F12DEC"/>
    <w:rsid w:val="00F1715C"/>
    <w:rsid w:val="00F25BB4"/>
    <w:rsid w:val="00F302A1"/>
    <w:rsid w:val="00F310F8"/>
    <w:rsid w:val="00F3277F"/>
    <w:rsid w:val="00F32BF9"/>
    <w:rsid w:val="00F33CD5"/>
    <w:rsid w:val="00F35939"/>
    <w:rsid w:val="00F40DE3"/>
    <w:rsid w:val="00F422D3"/>
    <w:rsid w:val="00F42C5D"/>
    <w:rsid w:val="00F42DAB"/>
    <w:rsid w:val="00F45607"/>
    <w:rsid w:val="00F4722B"/>
    <w:rsid w:val="00F52FD5"/>
    <w:rsid w:val="00F53807"/>
    <w:rsid w:val="00F54432"/>
    <w:rsid w:val="00F568F9"/>
    <w:rsid w:val="00F579D3"/>
    <w:rsid w:val="00F659EB"/>
    <w:rsid w:val="00F746C8"/>
    <w:rsid w:val="00F762A8"/>
    <w:rsid w:val="00F811FE"/>
    <w:rsid w:val="00F86BA6"/>
    <w:rsid w:val="00F905B1"/>
    <w:rsid w:val="00F95FBD"/>
    <w:rsid w:val="00F9740F"/>
    <w:rsid w:val="00FA6380"/>
    <w:rsid w:val="00FA733E"/>
    <w:rsid w:val="00FB0F13"/>
    <w:rsid w:val="00FB17B9"/>
    <w:rsid w:val="00FB2B62"/>
    <w:rsid w:val="00FB4272"/>
    <w:rsid w:val="00FB6342"/>
    <w:rsid w:val="00FC6389"/>
    <w:rsid w:val="00FD44F9"/>
    <w:rsid w:val="00FD651D"/>
    <w:rsid w:val="00FD79A2"/>
    <w:rsid w:val="00FE0165"/>
    <w:rsid w:val="00FE0817"/>
    <w:rsid w:val="00FE16B1"/>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2AB4DA"/>
  <w14:defaultImageDpi w14:val="32767"/>
  <w15:docId w15:val="{C270B1CA-8BA3-4BBA-B75B-5229A948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Default">
    <w:name w:val="Default"/>
    <w:rsid w:val="003E27C9"/>
    <w:pPr>
      <w:autoSpaceDE w:val="0"/>
      <w:autoSpaceDN w:val="0"/>
      <w:adjustRightInd w:val="0"/>
      <w:spacing w:after="0" w:line="240" w:lineRule="auto"/>
    </w:pPr>
    <w:rPr>
      <w:rFonts w:ascii="Calibri" w:hAnsi="Calibri" w:cs="Calibri"/>
      <w:color w:val="000000"/>
      <w:sz w:val="24"/>
      <w:szCs w:val="24"/>
    </w:rPr>
  </w:style>
  <w:style w:type="table" w:customStyle="1" w:styleId="Tabulka11">
    <w:name w:val="_Tabulka_11"/>
    <w:basedOn w:val="Mkatabulky"/>
    <w:uiPriority w:val="99"/>
    <w:rsid w:val="001B63F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1723">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71219408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2061320471">
      <w:bodyDiv w:val="1"/>
      <w:marLeft w:val="0"/>
      <w:marRight w:val="0"/>
      <w:marTop w:val="0"/>
      <w:marBottom w:val="0"/>
      <w:divBdr>
        <w:top w:val="none" w:sz="0" w:space="0" w:color="auto"/>
        <w:left w:val="none" w:sz="0" w:space="0" w:color="auto"/>
        <w:bottom w:val="none" w:sz="0" w:space="0" w:color="auto"/>
        <w:right w:val="none" w:sz="0" w:space="0" w:color="auto"/>
      </w:divBdr>
    </w:div>
    <w:div w:id="213440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7.xml"/><Relationship Id="rId39"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footer" Target="footer20.xml"/><Relationship Id="rId50"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typdok.tudc.cz" TargetMode="External"/><Relationship Id="rId33" Type="http://schemas.openxmlformats.org/officeDocument/2006/relationships/footer" Target="footer12.xml"/><Relationship Id="rId38" Type="http://schemas.openxmlformats.org/officeDocument/2006/relationships/footer" Target="footer14.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8.xml"/><Relationship Id="rId41" Type="http://schemas.openxmlformats.org/officeDocument/2006/relationships/footer" Target="footer16.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footer" Target="footer19.xml"/><Relationship Id="rId53"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hyperlink" Target="mailto:VeselyJ@spravazeleznic.cz" TargetMode="External"/><Relationship Id="rId49"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oter" Target="footer11.xml"/><Relationship Id="rId44" Type="http://schemas.openxmlformats.org/officeDocument/2006/relationships/footer" Target="footer18.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yperlink" Target="mailto:Gopfert@spravazeleznic.cz" TargetMode="External"/><Relationship Id="rId43" Type="http://schemas.openxmlformats.org/officeDocument/2006/relationships/header" Target="header12.xml"/><Relationship Id="rId48" Type="http://schemas.openxmlformats.org/officeDocument/2006/relationships/footer" Target="footer21.xml"/><Relationship Id="rId8" Type="http://schemas.openxmlformats.org/officeDocument/2006/relationships/webSettings" Target="webSettings.xml"/><Relationship Id="rId51" Type="http://schemas.openxmlformats.org/officeDocument/2006/relationships/footer" Target="footer2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050A"/>
    <w:rsid w:val="00011C18"/>
    <w:rsid w:val="00040675"/>
    <w:rsid w:val="0005399B"/>
    <w:rsid w:val="000A696D"/>
    <w:rsid w:val="000F4159"/>
    <w:rsid w:val="00107C65"/>
    <w:rsid w:val="00144280"/>
    <w:rsid w:val="001521D1"/>
    <w:rsid w:val="0016554C"/>
    <w:rsid w:val="00211039"/>
    <w:rsid w:val="00230C56"/>
    <w:rsid w:val="00255D94"/>
    <w:rsid w:val="002768A4"/>
    <w:rsid w:val="00282537"/>
    <w:rsid w:val="00290178"/>
    <w:rsid w:val="002C5E2A"/>
    <w:rsid w:val="0032457C"/>
    <w:rsid w:val="003C391A"/>
    <w:rsid w:val="00403616"/>
    <w:rsid w:val="00415231"/>
    <w:rsid w:val="004414B4"/>
    <w:rsid w:val="004A3795"/>
    <w:rsid w:val="004D3AEE"/>
    <w:rsid w:val="004E586D"/>
    <w:rsid w:val="00514146"/>
    <w:rsid w:val="005206DC"/>
    <w:rsid w:val="005508D7"/>
    <w:rsid w:val="0057641B"/>
    <w:rsid w:val="00585C34"/>
    <w:rsid w:val="005D7783"/>
    <w:rsid w:val="005E7775"/>
    <w:rsid w:val="00630CAB"/>
    <w:rsid w:val="00637A90"/>
    <w:rsid w:val="00653510"/>
    <w:rsid w:val="0066138A"/>
    <w:rsid w:val="00672A34"/>
    <w:rsid w:val="006879FA"/>
    <w:rsid w:val="006B1C1A"/>
    <w:rsid w:val="006B4F75"/>
    <w:rsid w:val="006C617A"/>
    <w:rsid w:val="006D004B"/>
    <w:rsid w:val="006D1E5A"/>
    <w:rsid w:val="006D375D"/>
    <w:rsid w:val="00734C40"/>
    <w:rsid w:val="0073586C"/>
    <w:rsid w:val="00741D1F"/>
    <w:rsid w:val="00746CCF"/>
    <w:rsid w:val="00752BEB"/>
    <w:rsid w:val="0075367C"/>
    <w:rsid w:val="007B2E3F"/>
    <w:rsid w:val="007B4A3C"/>
    <w:rsid w:val="007C214D"/>
    <w:rsid w:val="008122DA"/>
    <w:rsid w:val="00826E1F"/>
    <w:rsid w:val="00883908"/>
    <w:rsid w:val="0088505F"/>
    <w:rsid w:val="008C53AA"/>
    <w:rsid w:val="008D342A"/>
    <w:rsid w:val="009158AD"/>
    <w:rsid w:val="00952278"/>
    <w:rsid w:val="00975774"/>
    <w:rsid w:val="00A1369D"/>
    <w:rsid w:val="00A34D20"/>
    <w:rsid w:val="00A47CEB"/>
    <w:rsid w:val="00A51091"/>
    <w:rsid w:val="00A8694A"/>
    <w:rsid w:val="00AB4821"/>
    <w:rsid w:val="00B83E1A"/>
    <w:rsid w:val="00B84BE2"/>
    <w:rsid w:val="00B94B97"/>
    <w:rsid w:val="00BA13DB"/>
    <w:rsid w:val="00BE6F01"/>
    <w:rsid w:val="00BE76D2"/>
    <w:rsid w:val="00C1050B"/>
    <w:rsid w:val="00C1092E"/>
    <w:rsid w:val="00C1112E"/>
    <w:rsid w:val="00CA2DB7"/>
    <w:rsid w:val="00CA57DB"/>
    <w:rsid w:val="00CD1379"/>
    <w:rsid w:val="00D675D5"/>
    <w:rsid w:val="00DA54CA"/>
    <w:rsid w:val="00DD3C2D"/>
    <w:rsid w:val="00DE48E0"/>
    <w:rsid w:val="00DE74DC"/>
    <w:rsid w:val="00DF119E"/>
    <w:rsid w:val="00E54CD3"/>
    <w:rsid w:val="00E73775"/>
    <w:rsid w:val="00E737DC"/>
    <w:rsid w:val="00F715D4"/>
    <w:rsid w:val="00F93613"/>
    <w:rsid w:val="00FA0B59"/>
    <w:rsid w:val="00FC1DF5"/>
    <w:rsid w:val="00FF27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26782B5-37C4-44D3-84B9-C88287E1B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154</TotalTime>
  <Pages>27</Pages>
  <Words>4269</Words>
  <Characters>25191</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86</cp:revision>
  <cp:lastPrinted>2022-04-26T06:24:00Z</cp:lastPrinted>
  <dcterms:created xsi:type="dcterms:W3CDTF">2022-10-17T07:17:00Z</dcterms:created>
  <dcterms:modified xsi:type="dcterms:W3CDTF">2023-01-23T10:55:00Z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